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DC8" w:rsidRPr="00111D6C" w:rsidRDefault="00CD1943">
      <w:pPr>
        <w:rPr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3175</wp:posOffset>
                </wp:positionH>
                <wp:positionV relativeFrom="paragraph">
                  <wp:posOffset>-582930</wp:posOffset>
                </wp:positionV>
                <wp:extent cx="907415" cy="929640"/>
                <wp:effectExtent l="3175" t="0" r="1905" b="127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741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DC8" w:rsidRDefault="00CD194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0" t="0" r="0" b="0"/>
                                  <wp:docPr id="2" name="Kép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25pt;margin-top:-45.9pt;width:71.45pt;height:73.2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" filled="f" stroked="f">
                <v:textbox style="mso-fit-shape-to-text:t">
                  <w:txbxContent>
                    <w:p w:rsidR="00E74DC8" w:rsidRDefault="00CD1943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0" t="0" r="0" b="0"/>
                            <wp:docPr id="2" name="Kép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-571500</wp:posOffset>
                </wp:positionV>
                <wp:extent cx="4797425" cy="8337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7425" cy="833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74DC8" w:rsidRPr="00514419" w:rsidRDefault="00E74DC8" w:rsidP="005B18C0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514419">
                              <w:rPr>
                                <w:b/>
                              </w:rPr>
                              <w:t xml:space="preserve">Cegléd Város </w:t>
                            </w:r>
                            <w:r w:rsidR="00736D39">
                              <w:rPr>
                                <w:b/>
                              </w:rPr>
                              <w:t xml:space="preserve">Önkormányzatának </w:t>
                            </w:r>
                            <w:r w:rsidRPr="00514419">
                              <w:rPr>
                                <w:b/>
                              </w:rPr>
                              <w:t>Polgármesterétől</w:t>
                            </w:r>
                          </w:p>
                          <w:p w:rsidR="00E74DC8" w:rsidRDefault="00E74DC8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E74DC8" w:rsidRDefault="00E74DC8" w:rsidP="00537CF8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E74DC8" w:rsidRDefault="00E74DC8" w:rsidP="00537CF8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67.2pt;margin-top:-45pt;width:377.75pt;height:6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" filled="f" stroked="f">
                <v:textbox>
                  <w:txbxContent>
                    <w:p w:rsidR="00E74DC8" w:rsidRPr="00514419" w:rsidRDefault="00E74DC8" w:rsidP="005B18C0">
                      <w:pPr>
                        <w:jc w:val="center"/>
                        <w:rPr>
                          <w:b/>
                        </w:rPr>
                      </w:pPr>
                      <w:r w:rsidRPr="00514419">
                        <w:rPr>
                          <w:b/>
                        </w:rPr>
                        <w:t xml:space="preserve">Cegléd Város </w:t>
                      </w:r>
                      <w:r w:rsidR="00736D39">
                        <w:rPr>
                          <w:b/>
                        </w:rPr>
                        <w:t xml:space="preserve">Önkormányzatának </w:t>
                      </w:r>
                      <w:r w:rsidRPr="00514419">
                        <w:rPr>
                          <w:b/>
                        </w:rPr>
                        <w:t>Polgármesterétől</w:t>
                      </w:r>
                    </w:p>
                    <w:p w:rsidR="00E74DC8" w:rsidRDefault="00E74DC8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E74DC8" w:rsidRDefault="00E74DC8" w:rsidP="00537CF8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E74DC8" w:rsidRDefault="00E74DC8" w:rsidP="00537CF8">
                      <w:pPr>
                        <w:jc w:val="center"/>
                      </w:pPr>
                      <w:r>
                        <w:t>Tel.: 06/53/511-400</w:t>
                      </w:r>
                    </w:p>
                  </w:txbxContent>
                </v:textbox>
              </v:shape>
            </w:pict>
          </mc:Fallback>
        </mc:AlternateContent>
      </w:r>
      <w:r w:rsidR="00E74DC8" w:rsidRPr="00111D6C">
        <w:rPr>
          <w:sz w:val="23"/>
          <w:szCs w:val="23"/>
        </w:rPr>
        <w:t xml:space="preserve"> </w:t>
      </w:r>
    </w:p>
    <w:p w:rsidR="00E74DC8" w:rsidRPr="00111D6C" w:rsidRDefault="00E74DC8" w:rsidP="009521CA">
      <w:pPr>
        <w:rPr>
          <w:sz w:val="23"/>
          <w:szCs w:val="23"/>
        </w:rPr>
      </w:pPr>
    </w:p>
    <w:p w:rsidR="00E74DC8" w:rsidRPr="0009001F" w:rsidRDefault="00CD1943" w:rsidP="0009001F">
      <w:pPr>
        <w:tabs>
          <w:tab w:val="left" w:pos="4962"/>
        </w:tabs>
        <w:rPr>
          <w:noProof/>
          <w:sz w:val="20"/>
          <w:szCs w:val="20"/>
        </w:rPr>
      </w:pPr>
      <w:r w:rsidRPr="0009001F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-7620</wp:posOffset>
                </wp:positionV>
                <wp:extent cx="5257800" cy="0"/>
                <wp:effectExtent l="9525" t="11430" r="9525" b="762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68790C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-.6pt" to="441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MVIEA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"/>
            </w:pict>
          </mc:Fallback>
        </mc:AlternateContent>
      </w:r>
      <w:r w:rsidR="00E74DC8" w:rsidRPr="0009001F">
        <w:rPr>
          <w:noProof/>
          <w:sz w:val="20"/>
          <w:szCs w:val="20"/>
        </w:rPr>
        <w:t xml:space="preserve">Iktatószám: </w:t>
      </w:r>
      <w:r w:rsidR="00BD4BF0" w:rsidRPr="00C50198">
        <w:rPr>
          <w:b/>
          <w:noProof/>
          <w:sz w:val="20"/>
          <w:szCs w:val="20"/>
        </w:rPr>
        <w:t>C</w:t>
      </w:r>
      <w:r w:rsidR="00E74DC8" w:rsidRPr="00C50198">
        <w:rPr>
          <w:b/>
          <w:noProof/>
          <w:sz w:val="20"/>
          <w:szCs w:val="20"/>
        </w:rPr>
        <w:t>/</w:t>
      </w:r>
      <w:r w:rsidR="00C50198" w:rsidRPr="00C50198">
        <w:rPr>
          <w:b/>
          <w:noProof/>
          <w:sz w:val="20"/>
          <w:szCs w:val="20"/>
        </w:rPr>
        <w:t>6694-7</w:t>
      </w:r>
      <w:r w:rsidR="00772044" w:rsidRPr="00C50198">
        <w:rPr>
          <w:b/>
          <w:noProof/>
          <w:sz w:val="20"/>
          <w:szCs w:val="20"/>
        </w:rPr>
        <w:t>/202</w:t>
      </w:r>
      <w:r w:rsidR="00C50198" w:rsidRPr="00C50198">
        <w:rPr>
          <w:b/>
          <w:noProof/>
          <w:sz w:val="20"/>
          <w:szCs w:val="20"/>
        </w:rPr>
        <w:t>4</w:t>
      </w:r>
      <w:r w:rsidR="00E74DC8" w:rsidRPr="00C50198">
        <w:rPr>
          <w:b/>
          <w:noProof/>
          <w:sz w:val="20"/>
          <w:szCs w:val="20"/>
        </w:rPr>
        <w:t>.</w:t>
      </w:r>
      <w:r w:rsidR="00E74DC8" w:rsidRPr="0009001F">
        <w:rPr>
          <w:noProof/>
          <w:sz w:val="20"/>
          <w:szCs w:val="20"/>
        </w:rPr>
        <w:tab/>
      </w:r>
      <w:r w:rsidR="00E74DC8" w:rsidRPr="0009001F">
        <w:rPr>
          <w:noProof/>
          <w:sz w:val="20"/>
          <w:szCs w:val="20"/>
          <w:u w:val="single"/>
        </w:rPr>
        <w:t>Tárgy:</w:t>
      </w:r>
      <w:r w:rsidR="00E74DC8" w:rsidRPr="0009001F">
        <w:rPr>
          <w:b/>
          <w:noProof/>
          <w:sz w:val="20"/>
          <w:szCs w:val="20"/>
        </w:rPr>
        <w:t xml:space="preserve"> </w:t>
      </w:r>
      <w:bookmarkStart w:id="0" w:name="_GoBack"/>
      <w:r w:rsidR="0009001F">
        <w:rPr>
          <w:noProof/>
          <w:sz w:val="20"/>
          <w:szCs w:val="20"/>
        </w:rPr>
        <w:t xml:space="preserve">BÁCSVÍZ </w:t>
      </w:r>
      <w:r w:rsidR="005770AE" w:rsidRPr="0009001F">
        <w:rPr>
          <w:noProof/>
          <w:sz w:val="20"/>
          <w:szCs w:val="20"/>
        </w:rPr>
        <w:t>Zrt.</w:t>
      </w:r>
      <w:r w:rsidR="005770AE" w:rsidRPr="0009001F">
        <w:rPr>
          <w:b/>
          <w:noProof/>
          <w:sz w:val="20"/>
          <w:szCs w:val="20"/>
        </w:rPr>
        <w:t xml:space="preserve"> </w:t>
      </w:r>
      <w:r w:rsidR="00E74DC8" w:rsidRPr="0009001F">
        <w:rPr>
          <w:noProof/>
          <w:sz w:val="20"/>
          <w:szCs w:val="20"/>
        </w:rPr>
        <w:t>20</w:t>
      </w:r>
      <w:r w:rsidR="002F1D6E">
        <w:rPr>
          <w:noProof/>
          <w:sz w:val="20"/>
          <w:szCs w:val="20"/>
        </w:rPr>
        <w:t>2</w:t>
      </w:r>
      <w:r w:rsidR="00C50198">
        <w:rPr>
          <w:noProof/>
          <w:sz w:val="20"/>
          <w:szCs w:val="20"/>
        </w:rPr>
        <w:t>3</w:t>
      </w:r>
      <w:r w:rsidR="00E74DC8" w:rsidRPr="0009001F">
        <w:rPr>
          <w:noProof/>
          <w:sz w:val="20"/>
          <w:szCs w:val="20"/>
        </w:rPr>
        <w:t>. évi</w:t>
      </w:r>
      <w:r w:rsidR="0009001F" w:rsidRPr="0009001F">
        <w:rPr>
          <w:noProof/>
          <w:sz w:val="20"/>
          <w:szCs w:val="20"/>
        </w:rPr>
        <w:t xml:space="preserve"> mérlegbeszámolója</w:t>
      </w:r>
      <w:bookmarkEnd w:id="0"/>
    </w:p>
    <w:p w:rsidR="00E74DC8" w:rsidRPr="0009001F" w:rsidRDefault="00E74DC8" w:rsidP="00514419">
      <w:pPr>
        <w:tabs>
          <w:tab w:val="left" w:pos="5812"/>
        </w:tabs>
        <w:rPr>
          <w:noProof/>
          <w:sz w:val="20"/>
          <w:szCs w:val="20"/>
        </w:rPr>
      </w:pPr>
      <w:r w:rsidRPr="0009001F">
        <w:rPr>
          <w:noProof/>
          <w:sz w:val="20"/>
          <w:szCs w:val="20"/>
        </w:rPr>
        <w:t xml:space="preserve">Előterjesztő: </w:t>
      </w:r>
      <w:r w:rsidR="00772044" w:rsidRPr="0009001F">
        <w:rPr>
          <w:noProof/>
          <w:sz w:val="20"/>
          <w:szCs w:val="20"/>
        </w:rPr>
        <w:t>dr. Csáky András</w:t>
      </w:r>
      <w:r w:rsidR="0009001F">
        <w:rPr>
          <w:noProof/>
          <w:sz w:val="20"/>
          <w:szCs w:val="20"/>
        </w:rPr>
        <w:t xml:space="preserve"> polgármester</w:t>
      </w:r>
    </w:p>
    <w:p w:rsidR="00E74DC8" w:rsidRDefault="005770AE" w:rsidP="005F0BD4">
      <w:pPr>
        <w:tabs>
          <w:tab w:val="left" w:pos="4962"/>
        </w:tabs>
        <w:jc w:val="both"/>
        <w:rPr>
          <w:noProof/>
          <w:sz w:val="20"/>
          <w:szCs w:val="20"/>
        </w:rPr>
      </w:pPr>
      <w:r w:rsidRPr="0009001F">
        <w:rPr>
          <w:noProof/>
          <w:sz w:val="20"/>
          <w:szCs w:val="20"/>
        </w:rPr>
        <w:t xml:space="preserve">Szakmai előterjesztő: </w:t>
      </w:r>
      <w:r w:rsidR="006D183C" w:rsidRPr="0009001F">
        <w:rPr>
          <w:noProof/>
          <w:sz w:val="20"/>
          <w:szCs w:val="20"/>
        </w:rPr>
        <w:t xml:space="preserve">Kurdi Viktor </w:t>
      </w:r>
      <w:r w:rsidR="000D3C44" w:rsidRPr="0009001F">
        <w:rPr>
          <w:noProof/>
          <w:sz w:val="20"/>
          <w:szCs w:val="20"/>
        </w:rPr>
        <w:t>elnök-vezérigazgató</w:t>
      </w:r>
      <w:r w:rsidR="00CE3EED" w:rsidRPr="0009001F">
        <w:rPr>
          <w:noProof/>
          <w:sz w:val="20"/>
          <w:szCs w:val="20"/>
        </w:rPr>
        <w:tab/>
      </w:r>
      <w:r w:rsidR="00E74DC8" w:rsidRPr="0009001F">
        <w:rPr>
          <w:noProof/>
          <w:sz w:val="20"/>
          <w:szCs w:val="20"/>
          <w:u w:val="single"/>
        </w:rPr>
        <w:t>Mellékle</w:t>
      </w:r>
      <w:r w:rsidR="00E74DC8" w:rsidRPr="0009001F">
        <w:rPr>
          <w:noProof/>
          <w:sz w:val="20"/>
          <w:szCs w:val="20"/>
        </w:rPr>
        <w:t>t: beszámolók</w:t>
      </w:r>
      <w:r w:rsidR="0009001F">
        <w:rPr>
          <w:noProof/>
          <w:sz w:val="20"/>
          <w:szCs w:val="20"/>
        </w:rPr>
        <w:t>,</w:t>
      </w:r>
      <w:r w:rsidR="00B75AB8" w:rsidRPr="0009001F">
        <w:rPr>
          <w:noProof/>
          <w:sz w:val="20"/>
          <w:szCs w:val="20"/>
        </w:rPr>
        <w:t xml:space="preserve"> kiegészítő</w:t>
      </w:r>
      <w:r w:rsidR="0009001F">
        <w:rPr>
          <w:noProof/>
          <w:sz w:val="20"/>
          <w:szCs w:val="20"/>
        </w:rPr>
        <w:t xml:space="preserve"> mellékletek</w:t>
      </w:r>
    </w:p>
    <w:p w:rsidR="005F0BD4" w:rsidRPr="005F0BD4" w:rsidRDefault="005F0BD4" w:rsidP="005F0BD4">
      <w:pPr>
        <w:tabs>
          <w:tab w:val="left" w:pos="4962"/>
        </w:tabs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Ügyintéző: dr. Halasi Judit</w:t>
      </w:r>
    </w:p>
    <w:p w:rsidR="00E74DC8" w:rsidRPr="006532E1" w:rsidRDefault="00E74DC8" w:rsidP="00576AB5">
      <w:pPr>
        <w:jc w:val="center"/>
        <w:rPr>
          <w:b/>
          <w:noProof/>
          <w:sz w:val="23"/>
          <w:szCs w:val="23"/>
        </w:rPr>
      </w:pPr>
      <w:r w:rsidRPr="006532E1">
        <w:rPr>
          <w:b/>
          <w:noProof/>
          <w:sz w:val="23"/>
          <w:szCs w:val="23"/>
        </w:rPr>
        <w:t>ELŐTERJESZTÉS</w:t>
      </w:r>
    </w:p>
    <w:p w:rsidR="00E74DC8" w:rsidRPr="006532E1" w:rsidRDefault="00E74DC8" w:rsidP="00576AB5">
      <w:pPr>
        <w:jc w:val="center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Cegléd Város Önkormány</w:t>
      </w:r>
      <w:r w:rsidR="00E21AEB" w:rsidRPr="006532E1">
        <w:rPr>
          <w:noProof/>
          <w:sz w:val="23"/>
          <w:szCs w:val="23"/>
        </w:rPr>
        <w:t xml:space="preserve">zata Képviselő-testületének </w:t>
      </w:r>
      <w:r w:rsidR="00772044">
        <w:rPr>
          <w:noProof/>
          <w:sz w:val="23"/>
          <w:szCs w:val="23"/>
        </w:rPr>
        <w:t>202</w:t>
      </w:r>
      <w:r w:rsidR="00C50198">
        <w:rPr>
          <w:noProof/>
          <w:sz w:val="23"/>
          <w:szCs w:val="23"/>
        </w:rPr>
        <w:t>4</w:t>
      </w:r>
      <w:r w:rsidR="00772044">
        <w:rPr>
          <w:noProof/>
          <w:sz w:val="23"/>
          <w:szCs w:val="23"/>
        </w:rPr>
        <w:t>.</w:t>
      </w:r>
      <w:r w:rsidR="00C50198">
        <w:rPr>
          <w:noProof/>
          <w:sz w:val="23"/>
          <w:szCs w:val="23"/>
        </w:rPr>
        <w:t xml:space="preserve"> szeptember</w:t>
      </w:r>
      <w:r w:rsidR="00772044">
        <w:rPr>
          <w:noProof/>
          <w:sz w:val="23"/>
          <w:szCs w:val="23"/>
        </w:rPr>
        <w:t xml:space="preserve"> </w:t>
      </w:r>
      <w:r w:rsidR="00C50198">
        <w:rPr>
          <w:noProof/>
          <w:sz w:val="23"/>
          <w:szCs w:val="23"/>
        </w:rPr>
        <w:t>19</w:t>
      </w:r>
      <w:r w:rsidRPr="006532E1">
        <w:rPr>
          <w:noProof/>
          <w:sz w:val="23"/>
          <w:szCs w:val="23"/>
        </w:rPr>
        <w:t>-</w:t>
      </w:r>
      <w:r w:rsidR="00A12BEB">
        <w:rPr>
          <w:noProof/>
          <w:sz w:val="23"/>
          <w:szCs w:val="23"/>
        </w:rPr>
        <w:t>e</w:t>
      </w:r>
      <w:r w:rsidRPr="006532E1">
        <w:rPr>
          <w:noProof/>
          <w:sz w:val="23"/>
          <w:szCs w:val="23"/>
        </w:rPr>
        <w:t>i ülésére</w:t>
      </w:r>
    </w:p>
    <w:p w:rsidR="00E74DC8" w:rsidRPr="006532E1" w:rsidRDefault="00E74DC8" w:rsidP="00576AB5">
      <w:pPr>
        <w:jc w:val="center"/>
        <w:rPr>
          <w:b/>
          <w:noProof/>
          <w:sz w:val="23"/>
          <w:szCs w:val="23"/>
        </w:rPr>
      </w:pPr>
      <w:r w:rsidRPr="006532E1">
        <w:rPr>
          <w:b/>
          <w:noProof/>
          <w:sz w:val="23"/>
          <w:szCs w:val="23"/>
        </w:rPr>
        <w:t>Tisztelt Képviselő-testület!</w:t>
      </w:r>
    </w:p>
    <w:p w:rsidR="00E74DC8" w:rsidRPr="006532E1" w:rsidRDefault="00E74DC8" w:rsidP="00354463">
      <w:pPr>
        <w:rPr>
          <w:b/>
          <w:sz w:val="23"/>
          <w:szCs w:val="23"/>
        </w:rPr>
      </w:pPr>
    </w:p>
    <w:p w:rsidR="00EA5FFF" w:rsidRPr="006532E1" w:rsidRDefault="00E74DC8" w:rsidP="00574F2B">
      <w:pPr>
        <w:pStyle w:val="Szvegtrzs"/>
        <w:overflowPunct w:val="0"/>
        <w:autoSpaceDE w:val="0"/>
        <w:autoSpaceDN w:val="0"/>
        <w:adjustRightInd w:val="0"/>
        <w:rPr>
          <w:noProof/>
          <w:sz w:val="23"/>
          <w:szCs w:val="23"/>
        </w:rPr>
      </w:pPr>
      <w:r w:rsidRPr="006532E1">
        <w:rPr>
          <w:sz w:val="23"/>
          <w:szCs w:val="23"/>
        </w:rPr>
        <w:t xml:space="preserve">A számvitelről szóló 2000. évi C. törvény </w:t>
      </w:r>
      <w:r w:rsidRPr="006532E1">
        <w:rPr>
          <w:bCs/>
          <w:sz w:val="23"/>
          <w:szCs w:val="23"/>
        </w:rPr>
        <w:t>153. §</w:t>
      </w:r>
      <w:r w:rsidRPr="006532E1">
        <w:rPr>
          <w:sz w:val="23"/>
          <w:szCs w:val="23"/>
        </w:rPr>
        <w:t xml:space="preserve"> (1)</w:t>
      </w:r>
      <w:bookmarkStart w:id="1" w:name="foot_480_place"/>
      <w:bookmarkEnd w:id="1"/>
      <w:r w:rsidRPr="006532E1">
        <w:rPr>
          <w:sz w:val="23"/>
          <w:szCs w:val="23"/>
        </w:rPr>
        <w:t xml:space="preserve"> bekezdése értelmében</w:t>
      </w:r>
      <w:r w:rsidRPr="006532E1">
        <w:rPr>
          <w:i/>
          <w:sz w:val="23"/>
          <w:szCs w:val="23"/>
        </w:rPr>
        <w:t xml:space="preserve"> </w:t>
      </w:r>
      <w:r w:rsidRPr="006532E1">
        <w:rPr>
          <w:noProof/>
          <w:sz w:val="23"/>
          <w:szCs w:val="23"/>
        </w:rPr>
        <w:t xml:space="preserve">Cegléd Város Önkormányzatának a vagyon </w:t>
      </w:r>
      <w:r w:rsidR="00A86F81">
        <w:rPr>
          <w:noProof/>
          <w:sz w:val="23"/>
          <w:szCs w:val="23"/>
        </w:rPr>
        <w:t>gazdálkodás szabályairól szóló 1/2018. (I.</w:t>
      </w:r>
      <w:r w:rsidR="0009001F">
        <w:rPr>
          <w:noProof/>
          <w:sz w:val="23"/>
          <w:szCs w:val="23"/>
        </w:rPr>
        <w:t xml:space="preserve"> </w:t>
      </w:r>
      <w:r w:rsidR="00A86F81">
        <w:rPr>
          <w:noProof/>
          <w:sz w:val="23"/>
          <w:szCs w:val="23"/>
        </w:rPr>
        <w:t>31.</w:t>
      </w:r>
      <w:r w:rsidRPr="006532E1">
        <w:rPr>
          <w:noProof/>
          <w:sz w:val="23"/>
          <w:szCs w:val="23"/>
        </w:rPr>
        <w:t>) önkormányzati rendelete 8. §-ában megállapított hatáskörére való tekintettel terjesztem elő a</w:t>
      </w:r>
      <w:r w:rsidR="00344575" w:rsidRPr="006532E1">
        <w:rPr>
          <w:noProof/>
          <w:sz w:val="23"/>
          <w:szCs w:val="23"/>
        </w:rPr>
        <w:t>z</w:t>
      </w:r>
      <w:r w:rsidRPr="006532E1">
        <w:rPr>
          <w:noProof/>
          <w:sz w:val="23"/>
          <w:szCs w:val="23"/>
        </w:rPr>
        <w:t xml:space="preserve"> ö</w:t>
      </w:r>
      <w:r w:rsidR="00344575" w:rsidRPr="006532E1">
        <w:rPr>
          <w:noProof/>
          <w:sz w:val="23"/>
          <w:szCs w:val="23"/>
        </w:rPr>
        <w:t>nkormányzat</w:t>
      </w:r>
      <w:r w:rsidRPr="006532E1">
        <w:rPr>
          <w:noProof/>
          <w:sz w:val="23"/>
          <w:szCs w:val="23"/>
        </w:rPr>
        <w:t xml:space="preserve"> tulajdon</w:t>
      </w:r>
      <w:r w:rsidR="00344575" w:rsidRPr="006532E1">
        <w:rPr>
          <w:noProof/>
          <w:sz w:val="23"/>
          <w:szCs w:val="23"/>
        </w:rPr>
        <w:t>osi részesedéssel rendelkező Bácsvíz Zrt.</w:t>
      </w:r>
      <w:r w:rsidR="00772044">
        <w:rPr>
          <w:noProof/>
          <w:sz w:val="23"/>
          <w:szCs w:val="23"/>
        </w:rPr>
        <w:t xml:space="preserve"> 20</w:t>
      </w:r>
      <w:r w:rsidR="00EC7C01">
        <w:rPr>
          <w:noProof/>
          <w:sz w:val="23"/>
          <w:szCs w:val="23"/>
        </w:rPr>
        <w:t>2</w:t>
      </w:r>
      <w:r w:rsidR="00C50198">
        <w:rPr>
          <w:noProof/>
          <w:sz w:val="23"/>
          <w:szCs w:val="23"/>
        </w:rPr>
        <w:t>3</w:t>
      </w:r>
      <w:r w:rsidRPr="006532E1">
        <w:rPr>
          <w:noProof/>
          <w:sz w:val="23"/>
          <w:szCs w:val="23"/>
        </w:rPr>
        <w:t>. évi gazdálkodásáról szóló mérlegbeszámolóit az alábbi részletezésben mellékelt tartalommal:</w:t>
      </w:r>
    </w:p>
    <w:p w:rsidR="00E74DC8" w:rsidRPr="006532E1" w:rsidRDefault="00E74DC8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Éves beszámoló</w:t>
      </w:r>
    </w:p>
    <w:p w:rsidR="00DC7980" w:rsidRPr="006532E1" w:rsidRDefault="00DC7980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Mérleg - Eredménykimutatás</w:t>
      </w:r>
    </w:p>
    <w:p w:rsidR="00E74DC8" w:rsidRPr="006532E1" w:rsidRDefault="00E74DC8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Kiegészítő melléklet</w:t>
      </w:r>
      <w:r w:rsidR="00DC7980" w:rsidRPr="006532E1">
        <w:rPr>
          <w:noProof/>
          <w:sz w:val="23"/>
          <w:szCs w:val="23"/>
        </w:rPr>
        <w:t>ek</w:t>
      </w:r>
      <w:r w:rsidRPr="006532E1">
        <w:rPr>
          <w:noProof/>
          <w:sz w:val="23"/>
          <w:szCs w:val="23"/>
        </w:rPr>
        <w:t xml:space="preserve"> </w:t>
      </w:r>
    </w:p>
    <w:p w:rsidR="00E74DC8" w:rsidRDefault="00E74DC8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 w:rsidRPr="006532E1">
        <w:rPr>
          <w:noProof/>
          <w:sz w:val="23"/>
          <w:szCs w:val="23"/>
        </w:rPr>
        <w:t>Üzleti Jelentés</w:t>
      </w:r>
    </w:p>
    <w:p w:rsidR="000D3C44" w:rsidRDefault="000D3C44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>
        <w:rPr>
          <w:noProof/>
          <w:sz w:val="23"/>
          <w:szCs w:val="23"/>
        </w:rPr>
        <w:t>Független könyvvizsgálói jelentés</w:t>
      </w:r>
    </w:p>
    <w:p w:rsidR="000D3C44" w:rsidRPr="006532E1" w:rsidRDefault="000D3C44" w:rsidP="00246C9C">
      <w:pPr>
        <w:pStyle w:val="Szvegtrzs"/>
        <w:numPr>
          <w:ilvl w:val="0"/>
          <w:numId w:val="35"/>
        </w:numPr>
        <w:tabs>
          <w:tab w:val="clear" w:pos="2340"/>
          <w:tab w:val="num" w:pos="720"/>
        </w:tabs>
        <w:overflowPunct w:val="0"/>
        <w:autoSpaceDE w:val="0"/>
        <w:autoSpaceDN w:val="0"/>
        <w:adjustRightInd w:val="0"/>
        <w:ind w:left="720"/>
        <w:rPr>
          <w:noProof/>
          <w:sz w:val="23"/>
          <w:szCs w:val="23"/>
        </w:rPr>
      </w:pPr>
      <w:r>
        <w:rPr>
          <w:noProof/>
          <w:sz w:val="23"/>
          <w:szCs w:val="23"/>
        </w:rPr>
        <w:t>Felügyelő Bizottsági jelentés</w:t>
      </w:r>
    </w:p>
    <w:p w:rsidR="00E74DC8" w:rsidRPr="006532E1" w:rsidRDefault="00E74DC8" w:rsidP="00B10AFF">
      <w:pPr>
        <w:pStyle w:val="Szvegtrzs"/>
        <w:ind w:right="-108"/>
        <w:rPr>
          <w:sz w:val="23"/>
          <w:szCs w:val="23"/>
        </w:rPr>
      </w:pPr>
    </w:p>
    <w:p w:rsidR="00E74DC8" w:rsidRPr="006532E1" w:rsidRDefault="00E74DC8" w:rsidP="002639B5">
      <w:pPr>
        <w:pStyle w:val="Szvegtrzs"/>
        <w:ind w:right="-108"/>
        <w:rPr>
          <w:sz w:val="23"/>
          <w:szCs w:val="23"/>
        </w:rPr>
      </w:pPr>
      <w:r w:rsidRPr="006532E1">
        <w:rPr>
          <w:sz w:val="23"/>
          <w:szCs w:val="23"/>
        </w:rPr>
        <w:t>Kérem a Tisztelt Képviselő-testületet, hogy a ga</w:t>
      </w:r>
      <w:r w:rsidR="00DC7980" w:rsidRPr="006532E1">
        <w:rPr>
          <w:sz w:val="23"/>
          <w:szCs w:val="23"/>
        </w:rPr>
        <w:t>zdasági társaság 20</w:t>
      </w:r>
      <w:r w:rsidR="002C3625">
        <w:rPr>
          <w:sz w:val="23"/>
          <w:szCs w:val="23"/>
        </w:rPr>
        <w:t>2</w:t>
      </w:r>
      <w:r w:rsidR="00C50198">
        <w:rPr>
          <w:sz w:val="23"/>
          <w:szCs w:val="23"/>
        </w:rPr>
        <w:t>3</w:t>
      </w:r>
      <w:r w:rsidRPr="006532E1">
        <w:rPr>
          <w:sz w:val="23"/>
          <w:szCs w:val="23"/>
        </w:rPr>
        <w:t>. évi mérlegbeszámolójá</w:t>
      </w:r>
      <w:r w:rsidR="005A5736">
        <w:rPr>
          <w:sz w:val="23"/>
          <w:szCs w:val="23"/>
        </w:rPr>
        <w:t xml:space="preserve">t </w:t>
      </w:r>
      <w:r w:rsidR="007C7CF2">
        <w:rPr>
          <w:sz w:val="23"/>
          <w:szCs w:val="23"/>
        </w:rPr>
        <w:t>elfogadni</w:t>
      </w:r>
      <w:r w:rsidRPr="006532E1">
        <w:rPr>
          <w:sz w:val="23"/>
          <w:szCs w:val="23"/>
        </w:rPr>
        <w:t xml:space="preserve"> szíveskedjenek.</w:t>
      </w:r>
    </w:p>
    <w:p w:rsidR="00E74DC8" w:rsidRDefault="00E74DC8" w:rsidP="00DD1A88">
      <w:pPr>
        <w:pStyle w:val="Szvegtrzs"/>
        <w:spacing w:before="240"/>
        <w:rPr>
          <w:bCs/>
          <w:sz w:val="23"/>
          <w:szCs w:val="23"/>
        </w:rPr>
      </w:pPr>
      <w:r w:rsidRPr="006532E1">
        <w:rPr>
          <w:bCs/>
          <w:sz w:val="23"/>
          <w:szCs w:val="23"/>
        </w:rPr>
        <w:t>Az előterjesztést,</w:t>
      </w:r>
      <w:r w:rsidR="00A86F81">
        <w:rPr>
          <w:bCs/>
          <w:sz w:val="23"/>
          <w:szCs w:val="23"/>
        </w:rPr>
        <w:t xml:space="preserve"> a </w:t>
      </w:r>
      <w:r w:rsidR="00A86F81" w:rsidRPr="00A86F81">
        <w:rPr>
          <w:b/>
          <w:bCs/>
          <w:sz w:val="23"/>
          <w:szCs w:val="23"/>
        </w:rPr>
        <w:t xml:space="preserve">Pénzügyi Ellenőrző </w:t>
      </w:r>
      <w:r w:rsidR="00194016" w:rsidRPr="00A86F81">
        <w:rPr>
          <w:b/>
          <w:bCs/>
          <w:sz w:val="23"/>
          <w:szCs w:val="23"/>
        </w:rPr>
        <w:t>Bizottság,</w:t>
      </w:r>
      <w:r w:rsidRPr="00A86F81">
        <w:rPr>
          <w:b/>
          <w:bCs/>
          <w:sz w:val="23"/>
          <w:szCs w:val="23"/>
        </w:rPr>
        <w:t xml:space="preserve"> </w:t>
      </w:r>
      <w:r w:rsidRPr="00E24215">
        <w:rPr>
          <w:bCs/>
          <w:sz w:val="23"/>
          <w:szCs w:val="23"/>
        </w:rPr>
        <w:t xml:space="preserve">valamint </w:t>
      </w:r>
      <w:r w:rsidRPr="006532E1">
        <w:rPr>
          <w:b/>
          <w:bCs/>
          <w:sz w:val="23"/>
          <w:szCs w:val="23"/>
        </w:rPr>
        <w:t>a Gazdasági Bizottság</w:t>
      </w:r>
      <w:r w:rsidRPr="006532E1">
        <w:rPr>
          <w:bCs/>
          <w:sz w:val="23"/>
          <w:szCs w:val="23"/>
        </w:rPr>
        <w:t xml:space="preserve"> tárgyalja</w:t>
      </w:r>
      <w:r w:rsidR="00292A18">
        <w:rPr>
          <w:bCs/>
          <w:sz w:val="23"/>
          <w:szCs w:val="23"/>
        </w:rPr>
        <w:t xml:space="preserve"> meg</w:t>
      </w:r>
      <w:r w:rsidRPr="006532E1">
        <w:rPr>
          <w:bCs/>
          <w:sz w:val="23"/>
          <w:szCs w:val="23"/>
        </w:rPr>
        <w:t>. A Bizottságok véleménye a Képviselő-testület ülésén helyben kerül kiosztásra jegyzőkönyvi kivonat formájában.</w:t>
      </w:r>
    </w:p>
    <w:p w:rsidR="0009001F" w:rsidRPr="006532E1" w:rsidRDefault="0009001F" w:rsidP="0009001F">
      <w:pPr>
        <w:pStyle w:val="Szvegtrzs"/>
        <w:rPr>
          <w:bCs/>
          <w:sz w:val="23"/>
          <w:szCs w:val="23"/>
        </w:rPr>
      </w:pPr>
    </w:p>
    <w:p w:rsidR="00E74DC8" w:rsidRPr="006532E1" w:rsidRDefault="00E74DC8" w:rsidP="00514419">
      <w:pPr>
        <w:jc w:val="both"/>
        <w:rPr>
          <w:sz w:val="23"/>
          <w:szCs w:val="23"/>
        </w:rPr>
      </w:pPr>
      <w:r w:rsidRPr="006532E1">
        <w:rPr>
          <w:sz w:val="23"/>
          <w:szCs w:val="23"/>
        </w:rPr>
        <w:t xml:space="preserve">A döntéshozatal az Mötv. 46. § (1) bekezdésére, valamint (2) bekezdésének </w:t>
      </w:r>
      <w:r w:rsidRPr="006532E1">
        <w:rPr>
          <w:i/>
          <w:sz w:val="23"/>
          <w:szCs w:val="23"/>
        </w:rPr>
        <w:t xml:space="preserve">a) </w:t>
      </w:r>
      <w:r w:rsidRPr="006532E1">
        <w:rPr>
          <w:sz w:val="23"/>
          <w:szCs w:val="23"/>
        </w:rPr>
        <w:t>és</w:t>
      </w:r>
      <w:r w:rsidRPr="006532E1">
        <w:rPr>
          <w:i/>
          <w:sz w:val="23"/>
          <w:szCs w:val="23"/>
        </w:rPr>
        <w:t xml:space="preserve"> c)</w:t>
      </w:r>
      <w:r w:rsidRPr="006532E1">
        <w:rPr>
          <w:sz w:val="23"/>
          <w:szCs w:val="23"/>
        </w:rPr>
        <w:t xml:space="preserve"> pontjára figyelemmel </w:t>
      </w:r>
      <w:r w:rsidRPr="006532E1">
        <w:rPr>
          <w:b/>
          <w:sz w:val="23"/>
          <w:szCs w:val="23"/>
        </w:rPr>
        <w:t>nyilvános ülés</w:t>
      </w:r>
      <w:r w:rsidRPr="006532E1">
        <w:rPr>
          <w:sz w:val="23"/>
          <w:szCs w:val="23"/>
        </w:rPr>
        <w:t xml:space="preserve"> keretében, az Mötv. 50. §-a </w:t>
      </w:r>
      <w:r w:rsidR="00194016" w:rsidRPr="006532E1">
        <w:rPr>
          <w:sz w:val="23"/>
          <w:szCs w:val="23"/>
        </w:rPr>
        <w:t>alapján</w:t>
      </w:r>
      <w:r w:rsidR="00194016">
        <w:rPr>
          <w:sz w:val="23"/>
          <w:szCs w:val="23"/>
        </w:rPr>
        <w:t xml:space="preserve"> </w:t>
      </w:r>
      <w:r w:rsidR="00194016" w:rsidRPr="006532E1">
        <w:rPr>
          <w:sz w:val="23"/>
          <w:szCs w:val="23"/>
        </w:rPr>
        <w:t>–</w:t>
      </w:r>
      <w:r w:rsidRPr="006532E1">
        <w:rPr>
          <w:sz w:val="23"/>
          <w:szCs w:val="23"/>
        </w:rPr>
        <w:t xml:space="preserve"> figyelemmel a Ptk., a civil törvény és a KT. SzMSz 44. §-ában foglalt rendelkezésekre - </w:t>
      </w:r>
      <w:r w:rsidRPr="006532E1">
        <w:rPr>
          <w:b/>
          <w:sz w:val="23"/>
          <w:szCs w:val="23"/>
        </w:rPr>
        <w:t>egyszerű szavazati arány</w:t>
      </w:r>
      <w:r w:rsidRPr="006532E1">
        <w:rPr>
          <w:sz w:val="23"/>
          <w:szCs w:val="23"/>
        </w:rPr>
        <w:t>t igényel.</w:t>
      </w:r>
    </w:p>
    <w:p w:rsidR="00A86F81" w:rsidRDefault="00A86F81" w:rsidP="002F346E">
      <w:pPr>
        <w:jc w:val="both"/>
        <w:rPr>
          <w:sz w:val="23"/>
          <w:szCs w:val="23"/>
        </w:rPr>
      </w:pPr>
    </w:p>
    <w:p w:rsidR="002F346E" w:rsidRPr="006532E1" w:rsidRDefault="00980F08" w:rsidP="002F346E">
      <w:pPr>
        <w:jc w:val="both"/>
        <w:rPr>
          <w:sz w:val="23"/>
          <w:szCs w:val="23"/>
        </w:rPr>
      </w:pPr>
      <w:r w:rsidRPr="006532E1">
        <w:rPr>
          <w:sz w:val="23"/>
          <w:szCs w:val="23"/>
        </w:rPr>
        <w:t>Cegléd, 20</w:t>
      </w:r>
      <w:r w:rsidR="00A86F81">
        <w:rPr>
          <w:sz w:val="23"/>
          <w:szCs w:val="23"/>
        </w:rPr>
        <w:t>2</w:t>
      </w:r>
      <w:r w:rsidR="00C50198">
        <w:rPr>
          <w:sz w:val="23"/>
          <w:szCs w:val="23"/>
        </w:rPr>
        <w:t>4</w:t>
      </w:r>
      <w:r w:rsidR="00E74DC8" w:rsidRPr="006532E1">
        <w:rPr>
          <w:sz w:val="23"/>
          <w:szCs w:val="23"/>
        </w:rPr>
        <w:t>.</w:t>
      </w:r>
      <w:r w:rsidR="00C50198">
        <w:rPr>
          <w:sz w:val="23"/>
          <w:szCs w:val="23"/>
        </w:rPr>
        <w:t>szeptember 6.</w:t>
      </w:r>
    </w:p>
    <w:p w:rsidR="00E74DC8" w:rsidRPr="006532E1" w:rsidRDefault="0009001F" w:rsidP="0009001F">
      <w:pPr>
        <w:ind w:firstLine="1"/>
        <w:jc w:val="right"/>
        <w:rPr>
          <w:sz w:val="23"/>
          <w:szCs w:val="23"/>
        </w:rPr>
      </w:pPr>
      <w:r>
        <w:rPr>
          <w:sz w:val="23"/>
          <w:szCs w:val="23"/>
        </w:rPr>
        <w:t>D</w:t>
      </w:r>
      <w:r w:rsidR="00772044">
        <w:rPr>
          <w:sz w:val="23"/>
          <w:szCs w:val="23"/>
        </w:rPr>
        <w:t>r. Csáky András</w:t>
      </w:r>
    </w:p>
    <w:p w:rsidR="00E74DC8" w:rsidRPr="006532E1" w:rsidRDefault="00E74DC8" w:rsidP="0009001F">
      <w:pPr>
        <w:ind w:right="282"/>
        <w:jc w:val="right"/>
        <w:rPr>
          <w:sz w:val="23"/>
          <w:szCs w:val="23"/>
        </w:rPr>
      </w:pPr>
      <w:r w:rsidRPr="006532E1">
        <w:rPr>
          <w:sz w:val="23"/>
          <w:szCs w:val="23"/>
        </w:rPr>
        <w:t>polgármester</w:t>
      </w:r>
    </w:p>
    <w:p w:rsidR="00E74DC8" w:rsidRDefault="00E74DC8" w:rsidP="00111D6C">
      <w:pPr>
        <w:jc w:val="center"/>
        <w:rPr>
          <w:b/>
          <w:bCs/>
          <w:sz w:val="23"/>
          <w:szCs w:val="23"/>
        </w:rPr>
      </w:pPr>
      <w:r w:rsidRPr="006532E1">
        <w:rPr>
          <w:b/>
          <w:bCs/>
          <w:sz w:val="23"/>
          <w:szCs w:val="23"/>
        </w:rPr>
        <w:t>Határozati javaslat</w:t>
      </w:r>
    </w:p>
    <w:p w:rsidR="00CC56CA" w:rsidRPr="006532E1" w:rsidRDefault="00CC56CA" w:rsidP="00111D6C">
      <w:pPr>
        <w:jc w:val="center"/>
        <w:rPr>
          <w:b/>
          <w:bCs/>
          <w:sz w:val="23"/>
          <w:szCs w:val="23"/>
        </w:rPr>
      </w:pPr>
    </w:p>
    <w:p w:rsidR="00D2068E" w:rsidRPr="00D2068E" w:rsidRDefault="00D2068E" w:rsidP="00D2068E">
      <w:pPr>
        <w:jc w:val="both"/>
        <w:rPr>
          <w:sz w:val="23"/>
          <w:szCs w:val="23"/>
        </w:rPr>
      </w:pPr>
      <w:r w:rsidRPr="00D2068E">
        <w:rPr>
          <w:b/>
          <w:bCs/>
          <w:sz w:val="23"/>
          <w:szCs w:val="23"/>
        </w:rPr>
        <w:t>Cegléd Város Önkormányzatának Képviselő-testülete</w:t>
      </w:r>
      <w:r w:rsidR="0009001F">
        <w:rPr>
          <w:b/>
          <w:bCs/>
          <w:sz w:val="23"/>
          <w:szCs w:val="23"/>
        </w:rPr>
        <w:t xml:space="preserve">, </w:t>
      </w:r>
      <w:r w:rsidR="00CC56CA">
        <w:rPr>
          <w:sz w:val="23"/>
          <w:szCs w:val="23"/>
        </w:rPr>
        <w:t>mint a</w:t>
      </w:r>
      <w:r w:rsidRPr="00D2068E">
        <w:rPr>
          <w:sz w:val="23"/>
          <w:szCs w:val="23"/>
        </w:rPr>
        <w:t xml:space="preserve"> </w:t>
      </w:r>
      <w:r>
        <w:rPr>
          <w:sz w:val="23"/>
          <w:szCs w:val="23"/>
        </w:rPr>
        <w:t xml:space="preserve">BÁCSVÍZ Zrt. </w:t>
      </w:r>
      <w:r w:rsidRPr="00D2068E">
        <w:rPr>
          <w:sz w:val="23"/>
          <w:szCs w:val="23"/>
        </w:rPr>
        <w:t>(</w:t>
      </w:r>
      <w:r>
        <w:rPr>
          <w:sz w:val="23"/>
          <w:szCs w:val="23"/>
        </w:rPr>
        <w:t>60</w:t>
      </w:r>
      <w:r w:rsidRPr="00D2068E">
        <w:rPr>
          <w:sz w:val="23"/>
          <w:szCs w:val="23"/>
        </w:rPr>
        <w:t xml:space="preserve">00 </w:t>
      </w:r>
      <w:r>
        <w:rPr>
          <w:sz w:val="23"/>
          <w:szCs w:val="23"/>
        </w:rPr>
        <w:t>Kecskemét</w:t>
      </w:r>
      <w:r w:rsidRPr="00D2068E">
        <w:rPr>
          <w:sz w:val="23"/>
          <w:szCs w:val="23"/>
        </w:rPr>
        <w:t xml:space="preserve">, </w:t>
      </w:r>
      <w:r>
        <w:rPr>
          <w:sz w:val="23"/>
          <w:szCs w:val="23"/>
        </w:rPr>
        <w:t>Izsáki</w:t>
      </w:r>
      <w:r w:rsidRPr="00D2068E">
        <w:rPr>
          <w:sz w:val="23"/>
          <w:szCs w:val="23"/>
        </w:rPr>
        <w:t xml:space="preserve"> út </w:t>
      </w:r>
      <w:r>
        <w:rPr>
          <w:sz w:val="23"/>
          <w:szCs w:val="23"/>
        </w:rPr>
        <w:t>13</w:t>
      </w:r>
      <w:r w:rsidRPr="00D2068E">
        <w:rPr>
          <w:sz w:val="23"/>
          <w:szCs w:val="23"/>
        </w:rPr>
        <w:t>.) legfőbb szervének tagja</w:t>
      </w:r>
    </w:p>
    <w:p w:rsidR="00D2068E" w:rsidRDefault="005A5736" w:rsidP="0009001F">
      <w:pPr>
        <w:pStyle w:val="Listaszerbekezds"/>
        <w:numPr>
          <w:ilvl w:val="0"/>
          <w:numId w:val="45"/>
        </w:numPr>
        <w:spacing w:before="120"/>
        <w:jc w:val="both"/>
        <w:rPr>
          <w:sz w:val="23"/>
          <w:szCs w:val="23"/>
        </w:rPr>
      </w:pPr>
      <w:r w:rsidRPr="00733409">
        <w:rPr>
          <w:b/>
          <w:sz w:val="23"/>
          <w:szCs w:val="23"/>
        </w:rPr>
        <w:t>Jóváhagyja</w:t>
      </w:r>
      <w:r>
        <w:rPr>
          <w:sz w:val="23"/>
          <w:szCs w:val="23"/>
        </w:rPr>
        <w:t xml:space="preserve"> a</w:t>
      </w:r>
      <w:r w:rsidR="00510533">
        <w:rPr>
          <w:sz w:val="23"/>
          <w:szCs w:val="23"/>
        </w:rPr>
        <w:t xml:space="preserve"> határozat</w:t>
      </w:r>
      <w:r w:rsidR="00720511">
        <w:rPr>
          <w:sz w:val="23"/>
          <w:szCs w:val="23"/>
        </w:rPr>
        <w:t xml:space="preserve"> elválaszthatatlan mellékletét </w:t>
      </w:r>
      <w:r w:rsidR="00720511" w:rsidRPr="00D2068E">
        <w:rPr>
          <w:sz w:val="23"/>
          <w:szCs w:val="23"/>
        </w:rPr>
        <w:t>képező</w:t>
      </w:r>
      <w:r w:rsidR="00D2068E" w:rsidRPr="00D2068E">
        <w:rPr>
          <w:sz w:val="23"/>
          <w:szCs w:val="23"/>
        </w:rPr>
        <w:t xml:space="preserve"> 20</w:t>
      </w:r>
      <w:r w:rsidR="002C3625">
        <w:rPr>
          <w:sz w:val="23"/>
          <w:szCs w:val="23"/>
        </w:rPr>
        <w:t>2</w:t>
      </w:r>
      <w:r w:rsidR="00C50198">
        <w:rPr>
          <w:sz w:val="23"/>
          <w:szCs w:val="23"/>
        </w:rPr>
        <w:t>3</w:t>
      </w:r>
      <w:r w:rsidR="00D2068E" w:rsidRPr="00D2068E">
        <w:rPr>
          <w:sz w:val="23"/>
          <w:szCs w:val="23"/>
        </w:rPr>
        <w:t>. é</w:t>
      </w:r>
      <w:r>
        <w:rPr>
          <w:sz w:val="23"/>
          <w:szCs w:val="23"/>
        </w:rPr>
        <w:t>vi mérlegbeszámoló</w:t>
      </w:r>
      <w:r w:rsidR="00510533">
        <w:rPr>
          <w:sz w:val="23"/>
          <w:szCs w:val="23"/>
        </w:rPr>
        <w:t>t.</w:t>
      </w:r>
    </w:p>
    <w:p w:rsidR="0009001F" w:rsidRPr="0009001F" w:rsidRDefault="0009001F" w:rsidP="0009001F">
      <w:pPr>
        <w:ind w:left="360"/>
        <w:jc w:val="both"/>
        <w:rPr>
          <w:sz w:val="23"/>
          <w:szCs w:val="23"/>
        </w:rPr>
      </w:pPr>
    </w:p>
    <w:p w:rsidR="00D2068E" w:rsidRDefault="00D2068E" w:rsidP="0009001F">
      <w:pPr>
        <w:pStyle w:val="Listaszerbekezds"/>
        <w:numPr>
          <w:ilvl w:val="0"/>
          <w:numId w:val="45"/>
        </w:numPr>
        <w:spacing w:after="120"/>
        <w:jc w:val="both"/>
        <w:rPr>
          <w:sz w:val="23"/>
          <w:szCs w:val="23"/>
        </w:rPr>
      </w:pPr>
      <w:r w:rsidRPr="00733409">
        <w:rPr>
          <w:b/>
          <w:sz w:val="23"/>
          <w:szCs w:val="23"/>
        </w:rPr>
        <w:t>Utasítja</w:t>
      </w:r>
      <w:r w:rsidRPr="00D2068E">
        <w:rPr>
          <w:sz w:val="23"/>
          <w:szCs w:val="23"/>
        </w:rPr>
        <w:t xml:space="preserve"> a Ceglédi Közös Önkormányzati Hivatalt, hogy a határozatról az érintetteket értesítse.</w:t>
      </w:r>
    </w:p>
    <w:p w:rsidR="00E74DC8" w:rsidRPr="006532E1" w:rsidRDefault="00E74DC8" w:rsidP="0009001F">
      <w:pPr>
        <w:tabs>
          <w:tab w:val="left" w:pos="5954"/>
        </w:tabs>
        <w:jc w:val="both"/>
        <w:rPr>
          <w:bCs/>
          <w:sz w:val="23"/>
          <w:szCs w:val="23"/>
        </w:rPr>
      </w:pPr>
      <w:r w:rsidRPr="006532E1">
        <w:rPr>
          <w:sz w:val="23"/>
          <w:szCs w:val="23"/>
          <w:u w:val="single"/>
        </w:rPr>
        <w:t>Határidő</w:t>
      </w:r>
      <w:r w:rsidRPr="006532E1">
        <w:rPr>
          <w:sz w:val="23"/>
          <w:szCs w:val="23"/>
        </w:rPr>
        <w:t>: azonnal</w:t>
      </w:r>
      <w:r w:rsidR="0009001F">
        <w:rPr>
          <w:sz w:val="23"/>
          <w:szCs w:val="23"/>
        </w:rPr>
        <w:tab/>
      </w:r>
      <w:r w:rsidRPr="006532E1">
        <w:rPr>
          <w:bCs/>
          <w:sz w:val="23"/>
          <w:szCs w:val="23"/>
          <w:u w:val="single"/>
        </w:rPr>
        <w:t>Felelős:</w:t>
      </w:r>
      <w:r w:rsidRPr="006532E1">
        <w:rPr>
          <w:bCs/>
          <w:sz w:val="23"/>
          <w:szCs w:val="23"/>
        </w:rPr>
        <w:t xml:space="preserve"> </w:t>
      </w:r>
      <w:r w:rsidR="0009001F">
        <w:rPr>
          <w:bCs/>
          <w:sz w:val="23"/>
          <w:szCs w:val="23"/>
        </w:rPr>
        <w:t>D</w:t>
      </w:r>
      <w:r w:rsidR="009D7251">
        <w:rPr>
          <w:bCs/>
          <w:sz w:val="23"/>
          <w:szCs w:val="23"/>
        </w:rPr>
        <w:t>r. Csáky András</w:t>
      </w:r>
      <w:r w:rsidRPr="006532E1">
        <w:rPr>
          <w:bCs/>
          <w:sz w:val="23"/>
          <w:szCs w:val="23"/>
        </w:rPr>
        <w:t xml:space="preserve"> polgármester</w:t>
      </w:r>
    </w:p>
    <w:p w:rsidR="00511976" w:rsidRDefault="00511976" w:rsidP="00111D6C">
      <w:pPr>
        <w:jc w:val="both"/>
        <w:rPr>
          <w:sz w:val="23"/>
          <w:szCs w:val="23"/>
          <w:u w:val="single"/>
        </w:rPr>
      </w:pPr>
    </w:p>
    <w:p w:rsidR="00E74DC8" w:rsidRPr="00511976" w:rsidRDefault="00E74DC8" w:rsidP="00111D6C">
      <w:pPr>
        <w:jc w:val="both"/>
        <w:rPr>
          <w:sz w:val="20"/>
          <w:szCs w:val="20"/>
          <w:u w:val="single"/>
        </w:rPr>
      </w:pPr>
      <w:r w:rsidRPr="00511976">
        <w:rPr>
          <w:sz w:val="20"/>
          <w:szCs w:val="20"/>
          <w:u w:val="single"/>
        </w:rPr>
        <w:t>A határozatot kapja:</w:t>
      </w:r>
    </w:p>
    <w:p w:rsidR="00E74DC8" w:rsidRPr="00E24215" w:rsidRDefault="00C50198" w:rsidP="00E24215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dr. </w:t>
      </w:r>
      <w:r w:rsidR="00194016">
        <w:rPr>
          <w:sz w:val="20"/>
          <w:szCs w:val="20"/>
        </w:rPr>
        <w:t>Halasi Judit</w:t>
      </w:r>
      <w:r w:rsidR="00E24215" w:rsidRPr="00E24215">
        <w:rPr>
          <w:sz w:val="20"/>
          <w:szCs w:val="20"/>
        </w:rPr>
        <w:t xml:space="preserve"> és általa</w:t>
      </w:r>
    </w:p>
    <w:p w:rsidR="00E24215" w:rsidRPr="00E24215" w:rsidRDefault="00C50198" w:rsidP="00E24215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CKÖH </w:t>
      </w:r>
      <w:r w:rsidR="00E24215">
        <w:rPr>
          <w:sz w:val="20"/>
          <w:szCs w:val="20"/>
        </w:rPr>
        <w:t>Pénzügyi Iroda</w:t>
      </w:r>
    </w:p>
    <w:p w:rsidR="00E74DC8" w:rsidRDefault="002F346E" w:rsidP="00E24215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 w:rsidRPr="00E24215">
        <w:rPr>
          <w:sz w:val="20"/>
          <w:szCs w:val="20"/>
        </w:rPr>
        <w:t>Bácsvíz Zrt.</w:t>
      </w:r>
    </w:p>
    <w:p w:rsidR="00EA5FFF" w:rsidRPr="00E24215" w:rsidRDefault="00EA5FFF" w:rsidP="00E24215">
      <w:pPr>
        <w:pStyle w:val="Listaszerbekezds"/>
        <w:numPr>
          <w:ilvl w:val="0"/>
          <w:numId w:val="46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Helyben </w:t>
      </w:r>
      <w:r w:rsidR="005F0BD4">
        <w:rPr>
          <w:sz w:val="20"/>
          <w:szCs w:val="20"/>
        </w:rPr>
        <w:t>I</w:t>
      </w:r>
      <w:r>
        <w:rPr>
          <w:sz w:val="20"/>
          <w:szCs w:val="20"/>
        </w:rPr>
        <w:t>rattár</w:t>
      </w:r>
    </w:p>
    <w:p w:rsidR="0009001F" w:rsidRDefault="0009001F" w:rsidP="00111D6C">
      <w:pPr>
        <w:rPr>
          <w:sz w:val="23"/>
          <w:szCs w:val="23"/>
        </w:rPr>
      </w:pPr>
    </w:p>
    <w:p w:rsidR="00E74DC8" w:rsidRPr="006532E1" w:rsidRDefault="00EA5FFF" w:rsidP="00111D6C">
      <w:pPr>
        <w:rPr>
          <w:sz w:val="23"/>
          <w:szCs w:val="23"/>
        </w:rPr>
      </w:pPr>
      <w:r>
        <w:rPr>
          <w:sz w:val="23"/>
          <w:szCs w:val="23"/>
        </w:rPr>
        <w:t xml:space="preserve">  </w:t>
      </w:r>
      <w:r w:rsidR="00E74DC8" w:rsidRPr="00EA5FFF">
        <w:rPr>
          <w:sz w:val="23"/>
          <w:szCs w:val="23"/>
          <w:u w:val="single"/>
        </w:rPr>
        <w:t>Az előterjesztést láttam</w:t>
      </w:r>
      <w:r w:rsidR="00E74DC8" w:rsidRPr="006532E1">
        <w:rPr>
          <w:sz w:val="23"/>
          <w:szCs w:val="23"/>
        </w:rPr>
        <w:t>:</w:t>
      </w:r>
    </w:p>
    <w:p w:rsidR="002F346E" w:rsidRPr="006532E1" w:rsidRDefault="00EA5FFF" w:rsidP="0009001F">
      <w:pPr>
        <w:ind w:left="2268"/>
        <w:rPr>
          <w:sz w:val="23"/>
          <w:szCs w:val="23"/>
        </w:rPr>
      </w:pPr>
      <w:r>
        <w:rPr>
          <w:sz w:val="23"/>
          <w:szCs w:val="23"/>
        </w:rPr>
        <w:t xml:space="preserve">   </w:t>
      </w:r>
      <w:r w:rsidR="0009001F">
        <w:rPr>
          <w:sz w:val="23"/>
          <w:szCs w:val="23"/>
        </w:rPr>
        <w:t>Dr. Diósgyőri Gitta</w:t>
      </w:r>
    </w:p>
    <w:p w:rsidR="00E74DC8" w:rsidRPr="006532E1" w:rsidRDefault="00EA5FFF" w:rsidP="0009001F">
      <w:pPr>
        <w:ind w:left="2268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="002F346E" w:rsidRPr="006532E1">
        <w:rPr>
          <w:sz w:val="23"/>
          <w:szCs w:val="23"/>
        </w:rPr>
        <w:t>címzetes fő</w:t>
      </w:r>
      <w:r w:rsidR="00E74DC8" w:rsidRPr="006532E1">
        <w:rPr>
          <w:sz w:val="23"/>
          <w:szCs w:val="23"/>
        </w:rPr>
        <w:t>jegyző</w:t>
      </w:r>
    </w:p>
    <w:sectPr w:rsidR="00E74DC8" w:rsidRPr="006532E1" w:rsidSect="00E87067">
      <w:footerReference w:type="default" r:id="rId9"/>
      <w:pgSz w:w="11906" w:h="16838"/>
      <w:pgMar w:top="130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44E5" w:rsidRDefault="002B44E5">
      <w:r>
        <w:separator/>
      </w:r>
    </w:p>
  </w:endnote>
  <w:endnote w:type="continuationSeparator" w:id="0">
    <w:p w:rsidR="002B44E5" w:rsidRDefault="002B4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DC8" w:rsidRPr="0009001F" w:rsidRDefault="0009001F" w:rsidP="00BC678A">
    <w:pPr>
      <w:pStyle w:val="llb"/>
      <w:jc w:val="right"/>
      <w:rPr>
        <w:sz w:val="20"/>
        <w:szCs w:val="20"/>
      </w:rPr>
    </w:pPr>
    <w:r w:rsidRPr="0009001F">
      <w:rPr>
        <w:rStyle w:val="Oldalszm"/>
        <w:sz w:val="20"/>
        <w:szCs w:val="20"/>
      </w:rPr>
      <w:t>1</w:t>
    </w:r>
    <w:r w:rsidR="00E74DC8" w:rsidRPr="0009001F">
      <w:rPr>
        <w:rStyle w:val="Oldalszm"/>
        <w:sz w:val="20"/>
        <w:szCs w:val="20"/>
      </w:rPr>
      <w:t>/</w:t>
    </w:r>
    <w:r w:rsidR="00E74DC8" w:rsidRPr="0009001F">
      <w:rPr>
        <w:rStyle w:val="Oldalszm"/>
        <w:sz w:val="20"/>
        <w:szCs w:val="20"/>
      </w:rPr>
      <w:fldChar w:fldCharType="begin"/>
    </w:r>
    <w:r w:rsidR="00E74DC8" w:rsidRPr="0009001F">
      <w:rPr>
        <w:rStyle w:val="Oldalszm"/>
        <w:sz w:val="20"/>
        <w:szCs w:val="20"/>
      </w:rPr>
      <w:instrText xml:space="preserve"> NUMPAGES </w:instrText>
    </w:r>
    <w:r w:rsidR="00E74DC8" w:rsidRPr="0009001F">
      <w:rPr>
        <w:rStyle w:val="Oldalszm"/>
        <w:sz w:val="20"/>
        <w:szCs w:val="20"/>
      </w:rPr>
      <w:fldChar w:fldCharType="separate"/>
    </w:r>
    <w:r w:rsidR="00736D39">
      <w:rPr>
        <w:rStyle w:val="Oldalszm"/>
        <w:noProof/>
        <w:sz w:val="20"/>
        <w:szCs w:val="20"/>
      </w:rPr>
      <w:t>1</w:t>
    </w:r>
    <w:r w:rsidR="00E74DC8" w:rsidRPr="0009001F">
      <w:rPr>
        <w:rStyle w:val="Oldalszm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44E5" w:rsidRDefault="002B44E5">
      <w:r>
        <w:separator/>
      </w:r>
    </w:p>
  </w:footnote>
  <w:footnote w:type="continuationSeparator" w:id="0">
    <w:p w:rsidR="002B44E5" w:rsidRDefault="002B44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47F8A"/>
    <w:multiLevelType w:val="hybridMultilevel"/>
    <w:tmpl w:val="C212CCFA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C57519"/>
    <w:multiLevelType w:val="hybridMultilevel"/>
    <w:tmpl w:val="DC483FAA"/>
    <w:lvl w:ilvl="0" w:tplc="A5B0DD28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EF61D44"/>
    <w:multiLevelType w:val="hybridMultilevel"/>
    <w:tmpl w:val="727EBC46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11039ED"/>
    <w:multiLevelType w:val="hybridMultilevel"/>
    <w:tmpl w:val="EAF66E02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1923AF8"/>
    <w:multiLevelType w:val="hybridMultilevel"/>
    <w:tmpl w:val="0F06D6B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38C18B0"/>
    <w:multiLevelType w:val="hybridMultilevel"/>
    <w:tmpl w:val="692410F2"/>
    <w:lvl w:ilvl="0" w:tplc="3BFC9110">
      <w:start w:val="1"/>
      <w:numFmt w:val="decimal"/>
      <w:lvlText w:val="%1.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6B807514">
      <w:start w:val="1"/>
      <w:numFmt w:val="lowerLetter"/>
      <w:lvlText w:val="%2.)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cs="Times New Roman"/>
      </w:rPr>
    </w:lvl>
  </w:abstractNum>
  <w:abstractNum w:abstractNumId="6" w15:restartNumberingAfterBreak="0">
    <w:nsid w:val="1A642348"/>
    <w:multiLevelType w:val="hybridMultilevel"/>
    <w:tmpl w:val="5F12C54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D44A5E"/>
    <w:multiLevelType w:val="hybridMultilevel"/>
    <w:tmpl w:val="DCAC5070"/>
    <w:lvl w:ilvl="0" w:tplc="2E668B64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1EF13FE"/>
    <w:multiLevelType w:val="hybridMultilevel"/>
    <w:tmpl w:val="019CF514"/>
    <w:lvl w:ilvl="0" w:tplc="A0349CF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1494F"/>
    <w:multiLevelType w:val="hybridMultilevel"/>
    <w:tmpl w:val="9C2AA1B4"/>
    <w:lvl w:ilvl="0" w:tplc="ED9E6672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 w15:restartNumberingAfterBreak="0">
    <w:nsid w:val="261F3909"/>
    <w:multiLevelType w:val="hybridMultilevel"/>
    <w:tmpl w:val="87321C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F36667"/>
    <w:multiLevelType w:val="hybridMultilevel"/>
    <w:tmpl w:val="D3D882E0"/>
    <w:lvl w:ilvl="0" w:tplc="D2B4FF0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2" w15:restartNumberingAfterBreak="0">
    <w:nsid w:val="27D724E3"/>
    <w:multiLevelType w:val="hybridMultilevel"/>
    <w:tmpl w:val="43429800"/>
    <w:lvl w:ilvl="0" w:tplc="0714CB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2EFB7E40"/>
    <w:multiLevelType w:val="hybridMultilevel"/>
    <w:tmpl w:val="4CB41418"/>
    <w:lvl w:ilvl="0" w:tplc="3CA2999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0A97709"/>
    <w:multiLevelType w:val="hybridMultilevel"/>
    <w:tmpl w:val="E102AB84"/>
    <w:lvl w:ilvl="0" w:tplc="6EE6CE74">
      <w:start w:val="8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2D37912"/>
    <w:multiLevelType w:val="hybridMultilevel"/>
    <w:tmpl w:val="13808C2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2A1E4A"/>
    <w:multiLevelType w:val="hybridMultilevel"/>
    <w:tmpl w:val="50A06F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6D124FF"/>
    <w:multiLevelType w:val="hybridMultilevel"/>
    <w:tmpl w:val="E666656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A4773D0"/>
    <w:multiLevelType w:val="hybridMultilevel"/>
    <w:tmpl w:val="FBB889D8"/>
    <w:lvl w:ilvl="0" w:tplc="9FB0892C">
      <w:start w:val="1"/>
      <w:numFmt w:val="decimal"/>
      <w:lvlText w:val="%1."/>
      <w:lvlJc w:val="left"/>
      <w:pPr>
        <w:tabs>
          <w:tab w:val="num" w:pos="845"/>
        </w:tabs>
        <w:ind w:left="845" w:hanging="420"/>
      </w:pPr>
      <w:rPr>
        <w:rFonts w:cs="Times New Roman"/>
        <w:strike w:val="0"/>
        <w:dstrike w:val="0"/>
        <w:u w:val="none"/>
        <w:effect w:val="none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C3A4D43"/>
    <w:multiLevelType w:val="hybridMultilevel"/>
    <w:tmpl w:val="E270848C"/>
    <w:lvl w:ilvl="0" w:tplc="8358402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ED5B94"/>
    <w:multiLevelType w:val="hybridMultilevel"/>
    <w:tmpl w:val="A06A8D08"/>
    <w:lvl w:ilvl="0" w:tplc="A3E07B78">
      <w:start w:val="2"/>
      <w:numFmt w:val="decimal"/>
      <w:lvlText w:val="%1.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280"/>
        </w:tabs>
        <w:ind w:left="228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600"/>
        </w:tabs>
        <w:ind w:left="6600" w:hanging="360"/>
      </w:pPr>
      <w:rPr>
        <w:rFonts w:cs="Times New Roman"/>
      </w:rPr>
    </w:lvl>
  </w:abstractNum>
  <w:abstractNum w:abstractNumId="21" w15:restartNumberingAfterBreak="0">
    <w:nsid w:val="3F642182"/>
    <w:multiLevelType w:val="hybridMultilevel"/>
    <w:tmpl w:val="E2F0C6C2"/>
    <w:lvl w:ilvl="0" w:tplc="1B4EE6A4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41D11EB2"/>
    <w:multiLevelType w:val="hybridMultilevel"/>
    <w:tmpl w:val="5248166A"/>
    <w:lvl w:ilvl="0" w:tplc="0CC0937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3" w15:restartNumberingAfterBreak="0">
    <w:nsid w:val="42E176D8"/>
    <w:multiLevelType w:val="hybridMultilevel"/>
    <w:tmpl w:val="57C47ADA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9161013"/>
    <w:multiLevelType w:val="hybridMultilevel"/>
    <w:tmpl w:val="A3D0F1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4A5A1D17"/>
    <w:multiLevelType w:val="hybridMultilevel"/>
    <w:tmpl w:val="B69E432C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B105ED6"/>
    <w:multiLevelType w:val="hybridMultilevel"/>
    <w:tmpl w:val="149E703E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B2F1DA3"/>
    <w:multiLevelType w:val="hybridMultilevel"/>
    <w:tmpl w:val="747C359C"/>
    <w:lvl w:ilvl="0" w:tplc="AA32C3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C492AAE"/>
    <w:multiLevelType w:val="hybridMultilevel"/>
    <w:tmpl w:val="87067D30"/>
    <w:lvl w:ilvl="0" w:tplc="E87A1B38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346962"/>
    <w:multiLevelType w:val="hybridMultilevel"/>
    <w:tmpl w:val="5DA4BB54"/>
    <w:lvl w:ilvl="0" w:tplc="74A08FC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C01BFE"/>
    <w:multiLevelType w:val="hybridMultilevel"/>
    <w:tmpl w:val="32DA4E52"/>
    <w:lvl w:ilvl="0" w:tplc="D0E22134">
      <w:start w:val="1"/>
      <w:numFmt w:val="lowerLetter"/>
      <w:lvlText w:val="%1.)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31" w15:restartNumberingAfterBreak="0">
    <w:nsid w:val="646C3F99"/>
    <w:multiLevelType w:val="hybridMultilevel"/>
    <w:tmpl w:val="4D8C4252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3106AD1"/>
    <w:multiLevelType w:val="hybridMultilevel"/>
    <w:tmpl w:val="69B6F88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2E6332"/>
    <w:multiLevelType w:val="hybridMultilevel"/>
    <w:tmpl w:val="72129DAA"/>
    <w:lvl w:ilvl="0" w:tplc="9BCC89A2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4F65463"/>
    <w:multiLevelType w:val="hybridMultilevel"/>
    <w:tmpl w:val="376821E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52A1198"/>
    <w:multiLevelType w:val="hybridMultilevel"/>
    <w:tmpl w:val="B25E5BC0"/>
    <w:lvl w:ilvl="0" w:tplc="34CCDEFA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6" w15:restartNumberingAfterBreak="0">
    <w:nsid w:val="757C6DBE"/>
    <w:multiLevelType w:val="hybridMultilevel"/>
    <w:tmpl w:val="1FA8C0D0"/>
    <w:lvl w:ilvl="0" w:tplc="9410ADCE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653F7B"/>
    <w:multiLevelType w:val="hybridMultilevel"/>
    <w:tmpl w:val="485093D0"/>
    <w:lvl w:ilvl="0" w:tplc="016289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870"/>
        </w:tabs>
        <w:ind w:left="87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1590"/>
        </w:tabs>
        <w:ind w:left="15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310"/>
        </w:tabs>
        <w:ind w:left="23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030"/>
        </w:tabs>
        <w:ind w:left="303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3750"/>
        </w:tabs>
        <w:ind w:left="37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4470"/>
        </w:tabs>
        <w:ind w:left="44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190"/>
        </w:tabs>
        <w:ind w:left="519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5910"/>
        </w:tabs>
        <w:ind w:left="5910" w:hanging="360"/>
      </w:pPr>
      <w:rPr>
        <w:rFonts w:ascii="Wingdings" w:hAnsi="Wingdings" w:hint="default"/>
      </w:rPr>
    </w:lvl>
  </w:abstractNum>
  <w:abstractNum w:abstractNumId="38" w15:restartNumberingAfterBreak="0">
    <w:nsid w:val="7786179D"/>
    <w:multiLevelType w:val="hybridMultilevel"/>
    <w:tmpl w:val="4D2CF234"/>
    <w:lvl w:ilvl="0" w:tplc="6D78EF92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82F64D6"/>
    <w:multiLevelType w:val="hybridMultilevel"/>
    <w:tmpl w:val="9FA4C1F0"/>
    <w:lvl w:ilvl="0" w:tplc="2914689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11A55"/>
    <w:multiLevelType w:val="hybridMultilevel"/>
    <w:tmpl w:val="6142B672"/>
    <w:lvl w:ilvl="0" w:tplc="FFE821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B153ACD"/>
    <w:multiLevelType w:val="hybridMultilevel"/>
    <w:tmpl w:val="322E53DE"/>
    <w:lvl w:ilvl="0" w:tplc="016289DC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42" w15:restartNumberingAfterBreak="0">
    <w:nsid w:val="7F4C47EF"/>
    <w:multiLevelType w:val="hybridMultilevel"/>
    <w:tmpl w:val="AB76711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FDF5E43"/>
    <w:multiLevelType w:val="hybridMultilevel"/>
    <w:tmpl w:val="3F0875AC"/>
    <w:lvl w:ilvl="0" w:tplc="192ACFE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8"/>
  </w:num>
  <w:num w:numId="4">
    <w:abstractNumId w:val="21"/>
  </w:num>
  <w:num w:numId="5">
    <w:abstractNumId w:val="22"/>
  </w:num>
  <w:num w:numId="6">
    <w:abstractNumId w:val="9"/>
  </w:num>
  <w:num w:numId="7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5"/>
  </w:num>
  <w:num w:numId="14">
    <w:abstractNumId w:val="11"/>
  </w:num>
  <w:num w:numId="15">
    <w:abstractNumId w:val="39"/>
  </w:num>
  <w:num w:numId="16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</w:num>
  <w:num w:numId="18">
    <w:abstractNumId w:val="3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0"/>
  </w:num>
  <w:num w:numId="22">
    <w:abstractNumId w:val="37"/>
  </w:num>
  <w:num w:numId="23">
    <w:abstractNumId w:val="13"/>
  </w:num>
  <w:num w:numId="24">
    <w:abstractNumId w:val="40"/>
  </w:num>
  <w:num w:numId="25">
    <w:abstractNumId w:val="31"/>
  </w:num>
  <w:num w:numId="26">
    <w:abstractNumId w:val="25"/>
  </w:num>
  <w:num w:numId="27">
    <w:abstractNumId w:val="23"/>
  </w:num>
  <w:num w:numId="28">
    <w:abstractNumId w:val="24"/>
  </w:num>
  <w:num w:numId="29">
    <w:abstractNumId w:val="1"/>
  </w:num>
  <w:num w:numId="30">
    <w:abstractNumId w:val="17"/>
  </w:num>
  <w:num w:numId="31">
    <w:abstractNumId w:val="32"/>
  </w:num>
  <w:num w:numId="32">
    <w:abstractNumId w:val="6"/>
  </w:num>
  <w:num w:numId="33">
    <w:abstractNumId w:val="2"/>
  </w:num>
  <w:num w:numId="34">
    <w:abstractNumId w:val="26"/>
  </w:num>
  <w:num w:numId="35">
    <w:abstractNumId w:val="29"/>
  </w:num>
  <w:num w:numId="36">
    <w:abstractNumId w:val="42"/>
  </w:num>
  <w:num w:numId="37">
    <w:abstractNumId w:val="34"/>
  </w:num>
  <w:num w:numId="38">
    <w:abstractNumId w:val="15"/>
  </w:num>
  <w:num w:numId="39">
    <w:abstractNumId w:val="16"/>
  </w:num>
  <w:num w:numId="40">
    <w:abstractNumId w:val="10"/>
  </w:num>
  <w:num w:numId="41">
    <w:abstractNumId w:val="4"/>
  </w:num>
  <w:num w:numId="42">
    <w:abstractNumId w:val="28"/>
  </w:num>
  <w:num w:numId="43">
    <w:abstractNumId w:val="19"/>
  </w:num>
  <w:num w:numId="44">
    <w:abstractNumId w:val="8"/>
  </w:num>
  <w:num w:numId="45">
    <w:abstractNumId w:val="36"/>
  </w:num>
  <w:num w:numId="4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11F97"/>
    <w:rsid w:val="00020105"/>
    <w:rsid w:val="00024299"/>
    <w:rsid w:val="000337F7"/>
    <w:rsid w:val="00037E3D"/>
    <w:rsid w:val="00045B32"/>
    <w:rsid w:val="00047884"/>
    <w:rsid w:val="0005347A"/>
    <w:rsid w:val="0006065E"/>
    <w:rsid w:val="00062583"/>
    <w:rsid w:val="00064614"/>
    <w:rsid w:val="00066321"/>
    <w:rsid w:val="00073B49"/>
    <w:rsid w:val="000764D0"/>
    <w:rsid w:val="00077B00"/>
    <w:rsid w:val="00081B70"/>
    <w:rsid w:val="0008533E"/>
    <w:rsid w:val="0009001F"/>
    <w:rsid w:val="000918AD"/>
    <w:rsid w:val="00091C0D"/>
    <w:rsid w:val="00091C5D"/>
    <w:rsid w:val="000922DA"/>
    <w:rsid w:val="00092B49"/>
    <w:rsid w:val="00094ADD"/>
    <w:rsid w:val="00094D11"/>
    <w:rsid w:val="000A17EA"/>
    <w:rsid w:val="000B119B"/>
    <w:rsid w:val="000B62E6"/>
    <w:rsid w:val="000C1702"/>
    <w:rsid w:val="000C4340"/>
    <w:rsid w:val="000C55C2"/>
    <w:rsid w:val="000C6192"/>
    <w:rsid w:val="000D3C44"/>
    <w:rsid w:val="000D633B"/>
    <w:rsid w:val="000D63D5"/>
    <w:rsid w:val="000E1985"/>
    <w:rsid w:val="000E56FF"/>
    <w:rsid w:val="000E5F4C"/>
    <w:rsid w:val="000E60E6"/>
    <w:rsid w:val="000F782E"/>
    <w:rsid w:val="00101FD1"/>
    <w:rsid w:val="00105079"/>
    <w:rsid w:val="001054C0"/>
    <w:rsid w:val="00107926"/>
    <w:rsid w:val="00111D6C"/>
    <w:rsid w:val="00114F46"/>
    <w:rsid w:val="00121EC0"/>
    <w:rsid w:val="001244BB"/>
    <w:rsid w:val="001331FA"/>
    <w:rsid w:val="00140724"/>
    <w:rsid w:val="001418B2"/>
    <w:rsid w:val="00141CB9"/>
    <w:rsid w:val="0014290A"/>
    <w:rsid w:val="001434A9"/>
    <w:rsid w:val="001434E7"/>
    <w:rsid w:val="001452CF"/>
    <w:rsid w:val="001537B3"/>
    <w:rsid w:val="00163608"/>
    <w:rsid w:val="00165F7E"/>
    <w:rsid w:val="0017081B"/>
    <w:rsid w:val="00174DA0"/>
    <w:rsid w:val="00175156"/>
    <w:rsid w:val="001769B8"/>
    <w:rsid w:val="0018041F"/>
    <w:rsid w:val="00180E64"/>
    <w:rsid w:val="001814AF"/>
    <w:rsid w:val="001834B9"/>
    <w:rsid w:val="0018404E"/>
    <w:rsid w:val="00185B02"/>
    <w:rsid w:val="001878BD"/>
    <w:rsid w:val="00187D7A"/>
    <w:rsid w:val="0019067D"/>
    <w:rsid w:val="0019138E"/>
    <w:rsid w:val="00193CAB"/>
    <w:rsid w:val="00194016"/>
    <w:rsid w:val="001A0110"/>
    <w:rsid w:val="001A409B"/>
    <w:rsid w:val="001A4CAF"/>
    <w:rsid w:val="001A50D2"/>
    <w:rsid w:val="001C425B"/>
    <w:rsid w:val="001C584C"/>
    <w:rsid w:val="001C7A79"/>
    <w:rsid w:val="001D05DF"/>
    <w:rsid w:val="001D540E"/>
    <w:rsid w:val="001D67D3"/>
    <w:rsid w:val="001E1CAB"/>
    <w:rsid w:val="001E393D"/>
    <w:rsid w:val="001E5B3A"/>
    <w:rsid w:val="001E6426"/>
    <w:rsid w:val="001F2C16"/>
    <w:rsid w:val="001F7A6C"/>
    <w:rsid w:val="00207FDE"/>
    <w:rsid w:val="002258A3"/>
    <w:rsid w:val="002260D1"/>
    <w:rsid w:val="002311BA"/>
    <w:rsid w:val="002324C8"/>
    <w:rsid w:val="002338A2"/>
    <w:rsid w:val="00237D01"/>
    <w:rsid w:val="0024130E"/>
    <w:rsid w:val="00242617"/>
    <w:rsid w:val="00243FAD"/>
    <w:rsid w:val="0024428A"/>
    <w:rsid w:val="00245F21"/>
    <w:rsid w:val="002468A4"/>
    <w:rsid w:val="00246C9C"/>
    <w:rsid w:val="002547D9"/>
    <w:rsid w:val="002639B5"/>
    <w:rsid w:val="00265EAF"/>
    <w:rsid w:val="00270138"/>
    <w:rsid w:val="002774B8"/>
    <w:rsid w:val="00287A10"/>
    <w:rsid w:val="00292A18"/>
    <w:rsid w:val="00294C39"/>
    <w:rsid w:val="00297047"/>
    <w:rsid w:val="00297600"/>
    <w:rsid w:val="002A0643"/>
    <w:rsid w:val="002A3AFB"/>
    <w:rsid w:val="002A55FA"/>
    <w:rsid w:val="002A5BAB"/>
    <w:rsid w:val="002B44E5"/>
    <w:rsid w:val="002B498E"/>
    <w:rsid w:val="002B4BA8"/>
    <w:rsid w:val="002B7313"/>
    <w:rsid w:val="002C3625"/>
    <w:rsid w:val="002C4E79"/>
    <w:rsid w:val="002C74C1"/>
    <w:rsid w:val="002D1A2F"/>
    <w:rsid w:val="002D4D51"/>
    <w:rsid w:val="002D5A7C"/>
    <w:rsid w:val="002D6BB3"/>
    <w:rsid w:val="002E2095"/>
    <w:rsid w:val="002E66C0"/>
    <w:rsid w:val="002E77EE"/>
    <w:rsid w:val="002F1D6E"/>
    <w:rsid w:val="002F2F27"/>
    <w:rsid w:val="002F346E"/>
    <w:rsid w:val="002F7FBE"/>
    <w:rsid w:val="0030443C"/>
    <w:rsid w:val="00306E8C"/>
    <w:rsid w:val="00310278"/>
    <w:rsid w:val="00316912"/>
    <w:rsid w:val="00325EFB"/>
    <w:rsid w:val="00326E3B"/>
    <w:rsid w:val="003373EB"/>
    <w:rsid w:val="00340032"/>
    <w:rsid w:val="003423D9"/>
    <w:rsid w:val="00344575"/>
    <w:rsid w:val="00347716"/>
    <w:rsid w:val="00347E98"/>
    <w:rsid w:val="00352B6A"/>
    <w:rsid w:val="00354463"/>
    <w:rsid w:val="003567BC"/>
    <w:rsid w:val="00361949"/>
    <w:rsid w:val="00361ACC"/>
    <w:rsid w:val="00364006"/>
    <w:rsid w:val="003655E2"/>
    <w:rsid w:val="00366C1D"/>
    <w:rsid w:val="00367B26"/>
    <w:rsid w:val="00372ABE"/>
    <w:rsid w:val="0038102B"/>
    <w:rsid w:val="00381257"/>
    <w:rsid w:val="00384243"/>
    <w:rsid w:val="00386649"/>
    <w:rsid w:val="003914EE"/>
    <w:rsid w:val="00395650"/>
    <w:rsid w:val="0039735C"/>
    <w:rsid w:val="003A66F5"/>
    <w:rsid w:val="003B1AFC"/>
    <w:rsid w:val="003B401F"/>
    <w:rsid w:val="003C653A"/>
    <w:rsid w:val="003D3B40"/>
    <w:rsid w:val="003D6170"/>
    <w:rsid w:val="003E278E"/>
    <w:rsid w:val="003E7BCA"/>
    <w:rsid w:val="003F5808"/>
    <w:rsid w:val="00406B3E"/>
    <w:rsid w:val="00407B52"/>
    <w:rsid w:val="00413A58"/>
    <w:rsid w:val="0041464E"/>
    <w:rsid w:val="004178D9"/>
    <w:rsid w:val="00426B51"/>
    <w:rsid w:val="004303EC"/>
    <w:rsid w:val="00432BF2"/>
    <w:rsid w:val="00440296"/>
    <w:rsid w:val="00442F79"/>
    <w:rsid w:val="004441BB"/>
    <w:rsid w:val="00444D1A"/>
    <w:rsid w:val="00450134"/>
    <w:rsid w:val="004508AC"/>
    <w:rsid w:val="0045286A"/>
    <w:rsid w:val="004535D2"/>
    <w:rsid w:val="0046636B"/>
    <w:rsid w:val="00471DD8"/>
    <w:rsid w:val="004726E0"/>
    <w:rsid w:val="0048076C"/>
    <w:rsid w:val="004835A9"/>
    <w:rsid w:val="00487B9A"/>
    <w:rsid w:val="00487F55"/>
    <w:rsid w:val="004909A1"/>
    <w:rsid w:val="004910C4"/>
    <w:rsid w:val="00491478"/>
    <w:rsid w:val="00491D6C"/>
    <w:rsid w:val="004936B9"/>
    <w:rsid w:val="004978BC"/>
    <w:rsid w:val="004A56B7"/>
    <w:rsid w:val="004A754A"/>
    <w:rsid w:val="004B5B6C"/>
    <w:rsid w:val="004C0385"/>
    <w:rsid w:val="004D13D3"/>
    <w:rsid w:val="004D16B9"/>
    <w:rsid w:val="004D175E"/>
    <w:rsid w:val="004D40F4"/>
    <w:rsid w:val="004E11EE"/>
    <w:rsid w:val="004E33D3"/>
    <w:rsid w:val="004E7CF0"/>
    <w:rsid w:val="004F29DC"/>
    <w:rsid w:val="0050452B"/>
    <w:rsid w:val="00506D79"/>
    <w:rsid w:val="00510533"/>
    <w:rsid w:val="00511976"/>
    <w:rsid w:val="005119D9"/>
    <w:rsid w:val="00514419"/>
    <w:rsid w:val="00514CB9"/>
    <w:rsid w:val="00520AC3"/>
    <w:rsid w:val="005253E7"/>
    <w:rsid w:val="005277EE"/>
    <w:rsid w:val="00530096"/>
    <w:rsid w:val="00537CF8"/>
    <w:rsid w:val="005403B9"/>
    <w:rsid w:val="00544A7B"/>
    <w:rsid w:val="00545477"/>
    <w:rsid w:val="00550B8B"/>
    <w:rsid w:val="005514E5"/>
    <w:rsid w:val="005565E8"/>
    <w:rsid w:val="00557792"/>
    <w:rsid w:val="00557C0F"/>
    <w:rsid w:val="00560593"/>
    <w:rsid w:val="0056306A"/>
    <w:rsid w:val="00567611"/>
    <w:rsid w:val="00574093"/>
    <w:rsid w:val="00574F2B"/>
    <w:rsid w:val="00576AB5"/>
    <w:rsid w:val="005770AE"/>
    <w:rsid w:val="0057756F"/>
    <w:rsid w:val="00582B0D"/>
    <w:rsid w:val="00591D5C"/>
    <w:rsid w:val="00593517"/>
    <w:rsid w:val="00594535"/>
    <w:rsid w:val="00595A48"/>
    <w:rsid w:val="005A5736"/>
    <w:rsid w:val="005B18C0"/>
    <w:rsid w:val="005B569A"/>
    <w:rsid w:val="005B5B84"/>
    <w:rsid w:val="005C2FEC"/>
    <w:rsid w:val="005C635C"/>
    <w:rsid w:val="005C6B64"/>
    <w:rsid w:val="005D30D2"/>
    <w:rsid w:val="005D7B17"/>
    <w:rsid w:val="005E4282"/>
    <w:rsid w:val="005F0662"/>
    <w:rsid w:val="005F0BD4"/>
    <w:rsid w:val="005F5BF6"/>
    <w:rsid w:val="005F6719"/>
    <w:rsid w:val="005F7625"/>
    <w:rsid w:val="005F7CB4"/>
    <w:rsid w:val="0061083B"/>
    <w:rsid w:val="00615799"/>
    <w:rsid w:val="00624715"/>
    <w:rsid w:val="0062693F"/>
    <w:rsid w:val="00626EA3"/>
    <w:rsid w:val="00627E69"/>
    <w:rsid w:val="006363E1"/>
    <w:rsid w:val="006366B1"/>
    <w:rsid w:val="006532E1"/>
    <w:rsid w:val="006554F5"/>
    <w:rsid w:val="006564CD"/>
    <w:rsid w:val="00661E10"/>
    <w:rsid w:val="00663A34"/>
    <w:rsid w:val="00664A60"/>
    <w:rsid w:val="00667FD4"/>
    <w:rsid w:val="00670625"/>
    <w:rsid w:val="00671899"/>
    <w:rsid w:val="00685898"/>
    <w:rsid w:val="00690461"/>
    <w:rsid w:val="00690972"/>
    <w:rsid w:val="00691581"/>
    <w:rsid w:val="00692BA8"/>
    <w:rsid w:val="006950D5"/>
    <w:rsid w:val="006968C0"/>
    <w:rsid w:val="006A0CD1"/>
    <w:rsid w:val="006A4C32"/>
    <w:rsid w:val="006B2203"/>
    <w:rsid w:val="006C1272"/>
    <w:rsid w:val="006D0D85"/>
    <w:rsid w:val="006D183C"/>
    <w:rsid w:val="006D193C"/>
    <w:rsid w:val="006D278B"/>
    <w:rsid w:val="006D6AF5"/>
    <w:rsid w:val="006E1C56"/>
    <w:rsid w:val="006E45FB"/>
    <w:rsid w:val="006E7C70"/>
    <w:rsid w:val="006F21E7"/>
    <w:rsid w:val="006F5CA7"/>
    <w:rsid w:val="007037BC"/>
    <w:rsid w:val="007049F6"/>
    <w:rsid w:val="00705BB6"/>
    <w:rsid w:val="00710B4A"/>
    <w:rsid w:val="007117F1"/>
    <w:rsid w:val="007154FC"/>
    <w:rsid w:val="007155A0"/>
    <w:rsid w:val="00720511"/>
    <w:rsid w:val="00725110"/>
    <w:rsid w:val="0072523B"/>
    <w:rsid w:val="00733409"/>
    <w:rsid w:val="007337C3"/>
    <w:rsid w:val="00733BCF"/>
    <w:rsid w:val="007353A2"/>
    <w:rsid w:val="00736D39"/>
    <w:rsid w:val="00740339"/>
    <w:rsid w:val="00743599"/>
    <w:rsid w:val="00744318"/>
    <w:rsid w:val="007531D4"/>
    <w:rsid w:val="00753BD9"/>
    <w:rsid w:val="00754209"/>
    <w:rsid w:val="007543E4"/>
    <w:rsid w:val="00755383"/>
    <w:rsid w:val="007616DF"/>
    <w:rsid w:val="007650D5"/>
    <w:rsid w:val="00765F8F"/>
    <w:rsid w:val="00767ED1"/>
    <w:rsid w:val="00770291"/>
    <w:rsid w:val="00771483"/>
    <w:rsid w:val="00772044"/>
    <w:rsid w:val="00772FDB"/>
    <w:rsid w:val="00775CCA"/>
    <w:rsid w:val="00783CA8"/>
    <w:rsid w:val="00785316"/>
    <w:rsid w:val="00785732"/>
    <w:rsid w:val="00790236"/>
    <w:rsid w:val="0079101A"/>
    <w:rsid w:val="00791D07"/>
    <w:rsid w:val="007A2AC8"/>
    <w:rsid w:val="007A46BB"/>
    <w:rsid w:val="007B13D7"/>
    <w:rsid w:val="007C107D"/>
    <w:rsid w:val="007C7CF2"/>
    <w:rsid w:val="007D18B9"/>
    <w:rsid w:val="007D2D56"/>
    <w:rsid w:val="007D4379"/>
    <w:rsid w:val="007D4B2D"/>
    <w:rsid w:val="007F2652"/>
    <w:rsid w:val="00800013"/>
    <w:rsid w:val="008027CB"/>
    <w:rsid w:val="0080348F"/>
    <w:rsid w:val="00812EFB"/>
    <w:rsid w:val="00813495"/>
    <w:rsid w:val="008136AA"/>
    <w:rsid w:val="00814EB7"/>
    <w:rsid w:val="008169AF"/>
    <w:rsid w:val="00824ADB"/>
    <w:rsid w:val="00824CC8"/>
    <w:rsid w:val="00826634"/>
    <w:rsid w:val="008266BE"/>
    <w:rsid w:val="00832C59"/>
    <w:rsid w:val="00834ACF"/>
    <w:rsid w:val="00836C3B"/>
    <w:rsid w:val="008410D0"/>
    <w:rsid w:val="00842163"/>
    <w:rsid w:val="00847354"/>
    <w:rsid w:val="00851790"/>
    <w:rsid w:val="00853391"/>
    <w:rsid w:val="00853C56"/>
    <w:rsid w:val="0085788C"/>
    <w:rsid w:val="0086031F"/>
    <w:rsid w:val="00862743"/>
    <w:rsid w:val="00863B0A"/>
    <w:rsid w:val="00863F8C"/>
    <w:rsid w:val="00866CF9"/>
    <w:rsid w:val="00871E1B"/>
    <w:rsid w:val="0087396C"/>
    <w:rsid w:val="00873B43"/>
    <w:rsid w:val="00875BD2"/>
    <w:rsid w:val="00876D5D"/>
    <w:rsid w:val="008778C1"/>
    <w:rsid w:val="00880EE3"/>
    <w:rsid w:val="00881F85"/>
    <w:rsid w:val="0088259B"/>
    <w:rsid w:val="00895146"/>
    <w:rsid w:val="008957F3"/>
    <w:rsid w:val="00896CDA"/>
    <w:rsid w:val="00897E9B"/>
    <w:rsid w:val="008A0550"/>
    <w:rsid w:val="008A3700"/>
    <w:rsid w:val="008A3C12"/>
    <w:rsid w:val="008B08F3"/>
    <w:rsid w:val="008B0EDF"/>
    <w:rsid w:val="008B19D3"/>
    <w:rsid w:val="008B1DA9"/>
    <w:rsid w:val="008C0807"/>
    <w:rsid w:val="008C1166"/>
    <w:rsid w:val="008D0D0E"/>
    <w:rsid w:val="008D4AA9"/>
    <w:rsid w:val="008D7128"/>
    <w:rsid w:val="008E39BF"/>
    <w:rsid w:val="00900476"/>
    <w:rsid w:val="00910D0F"/>
    <w:rsid w:val="009112F8"/>
    <w:rsid w:val="00917100"/>
    <w:rsid w:val="00920188"/>
    <w:rsid w:val="00920C07"/>
    <w:rsid w:val="00921D71"/>
    <w:rsid w:val="00921E6A"/>
    <w:rsid w:val="0092357D"/>
    <w:rsid w:val="00925BB4"/>
    <w:rsid w:val="00932692"/>
    <w:rsid w:val="00937DF0"/>
    <w:rsid w:val="009407FA"/>
    <w:rsid w:val="00941CB3"/>
    <w:rsid w:val="00942433"/>
    <w:rsid w:val="00951463"/>
    <w:rsid w:val="009521CA"/>
    <w:rsid w:val="00954C1A"/>
    <w:rsid w:val="00976EB3"/>
    <w:rsid w:val="0097794E"/>
    <w:rsid w:val="00980F08"/>
    <w:rsid w:val="00981988"/>
    <w:rsid w:val="00982F7C"/>
    <w:rsid w:val="00992FF0"/>
    <w:rsid w:val="009944EE"/>
    <w:rsid w:val="00995A24"/>
    <w:rsid w:val="00995B48"/>
    <w:rsid w:val="009A0E1B"/>
    <w:rsid w:val="009A2795"/>
    <w:rsid w:val="009A626B"/>
    <w:rsid w:val="009A7484"/>
    <w:rsid w:val="009B4803"/>
    <w:rsid w:val="009B7E99"/>
    <w:rsid w:val="009C1D65"/>
    <w:rsid w:val="009C4D05"/>
    <w:rsid w:val="009C5AE3"/>
    <w:rsid w:val="009C74BD"/>
    <w:rsid w:val="009D1C39"/>
    <w:rsid w:val="009D4F43"/>
    <w:rsid w:val="009D6067"/>
    <w:rsid w:val="009D7251"/>
    <w:rsid w:val="009E0421"/>
    <w:rsid w:val="009E1A48"/>
    <w:rsid w:val="009E2145"/>
    <w:rsid w:val="009E39CD"/>
    <w:rsid w:val="009E68D9"/>
    <w:rsid w:val="009F13EC"/>
    <w:rsid w:val="00A01A0F"/>
    <w:rsid w:val="00A02EF3"/>
    <w:rsid w:val="00A045B1"/>
    <w:rsid w:val="00A10FEF"/>
    <w:rsid w:val="00A12BEB"/>
    <w:rsid w:val="00A14648"/>
    <w:rsid w:val="00A1768D"/>
    <w:rsid w:val="00A221EF"/>
    <w:rsid w:val="00A23848"/>
    <w:rsid w:val="00A27372"/>
    <w:rsid w:val="00A31FEC"/>
    <w:rsid w:val="00A32024"/>
    <w:rsid w:val="00A33905"/>
    <w:rsid w:val="00A36D7B"/>
    <w:rsid w:val="00A37D6A"/>
    <w:rsid w:val="00A47EAD"/>
    <w:rsid w:val="00A63B88"/>
    <w:rsid w:val="00A670AC"/>
    <w:rsid w:val="00A717F7"/>
    <w:rsid w:val="00A737E8"/>
    <w:rsid w:val="00A75E33"/>
    <w:rsid w:val="00A76D48"/>
    <w:rsid w:val="00A819DC"/>
    <w:rsid w:val="00A81A01"/>
    <w:rsid w:val="00A86F81"/>
    <w:rsid w:val="00A91C90"/>
    <w:rsid w:val="00A920A5"/>
    <w:rsid w:val="00AA338A"/>
    <w:rsid w:val="00AA4D6B"/>
    <w:rsid w:val="00AB2A0B"/>
    <w:rsid w:val="00AB2A9B"/>
    <w:rsid w:val="00AB5001"/>
    <w:rsid w:val="00AB5759"/>
    <w:rsid w:val="00AC10E8"/>
    <w:rsid w:val="00AC1CFD"/>
    <w:rsid w:val="00AC26CA"/>
    <w:rsid w:val="00AC5AF3"/>
    <w:rsid w:val="00AD0388"/>
    <w:rsid w:val="00AD56D1"/>
    <w:rsid w:val="00AD7552"/>
    <w:rsid w:val="00AE171F"/>
    <w:rsid w:val="00AE39D2"/>
    <w:rsid w:val="00AE3A6F"/>
    <w:rsid w:val="00AE59ED"/>
    <w:rsid w:val="00AE5DCF"/>
    <w:rsid w:val="00AF0208"/>
    <w:rsid w:val="00AF0706"/>
    <w:rsid w:val="00AF1F4B"/>
    <w:rsid w:val="00AF5AF9"/>
    <w:rsid w:val="00B07A4B"/>
    <w:rsid w:val="00B10AFF"/>
    <w:rsid w:val="00B11258"/>
    <w:rsid w:val="00B268C5"/>
    <w:rsid w:val="00B30F3F"/>
    <w:rsid w:val="00B3375D"/>
    <w:rsid w:val="00B40349"/>
    <w:rsid w:val="00B404F2"/>
    <w:rsid w:val="00B414E6"/>
    <w:rsid w:val="00B43A86"/>
    <w:rsid w:val="00B47E96"/>
    <w:rsid w:val="00B5102C"/>
    <w:rsid w:val="00B60527"/>
    <w:rsid w:val="00B72E4D"/>
    <w:rsid w:val="00B75692"/>
    <w:rsid w:val="00B75AB8"/>
    <w:rsid w:val="00B811A4"/>
    <w:rsid w:val="00B86071"/>
    <w:rsid w:val="00B8686D"/>
    <w:rsid w:val="00BA627D"/>
    <w:rsid w:val="00BA6DC2"/>
    <w:rsid w:val="00BB2EB9"/>
    <w:rsid w:val="00BB3F91"/>
    <w:rsid w:val="00BB4D35"/>
    <w:rsid w:val="00BC3758"/>
    <w:rsid w:val="00BC45F7"/>
    <w:rsid w:val="00BC61EA"/>
    <w:rsid w:val="00BC678A"/>
    <w:rsid w:val="00BC6BA6"/>
    <w:rsid w:val="00BD2AB0"/>
    <w:rsid w:val="00BD4BF0"/>
    <w:rsid w:val="00BF14B3"/>
    <w:rsid w:val="00BF4AD1"/>
    <w:rsid w:val="00BF6885"/>
    <w:rsid w:val="00BF6C8C"/>
    <w:rsid w:val="00C1120E"/>
    <w:rsid w:val="00C13928"/>
    <w:rsid w:val="00C13A80"/>
    <w:rsid w:val="00C1429C"/>
    <w:rsid w:val="00C22384"/>
    <w:rsid w:val="00C2280B"/>
    <w:rsid w:val="00C244A8"/>
    <w:rsid w:val="00C250DD"/>
    <w:rsid w:val="00C305AE"/>
    <w:rsid w:val="00C3183B"/>
    <w:rsid w:val="00C3560E"/>
    <w:rsid w:val="00C3563B"/>
    <w:rsid w:val="00C42EF9"/>
    <w:rsid w:val="00C50198"/>
    <w:rsid w:val="00C5027B"/>
    <w:rsid w:val="00C51BA6"/>
    <w:rsid w:val="00C54BDD"/>
    <w:rsid w:val="00C55A8D"/>
    <w:rsid w:val="00C604DE"/>
    <w:rsid w:val="00C61795"/>
    <w:rsid w:val="00C64654"/>
    <w:rsid w:val="00C7064B"/>
    <w:rsid w:val="00C81B11"/>
    <w:rsid w:val="00C91820"/>
    <w:rsid w:val="00CA47A4"/>
    <w:rsid w:val="00CB41BC"/>
    <w:rsid w:val="00CB4375"/>
    <w:rsid w:val="00CB45CF"/>
    <w:rsid w:val="00CB56A1"/>
    <w:rsid w:val="00CB63CC"/>
    <w:rsid w:val="00CC56CA"/>
    <w:rsid w:val="00CD1943"/>
    <w:rsid w:val="00CE1774"/>
    <w:rsid w:val="00CE2571"/>
    <w:rsid w:val="00CE30C8"/>
    <w:rsid w:val="00CE3E3F"/>
    <w:rsid w:val="00CE3EED"/>
    <w:rsid w:val="00CE5ABC"/>
    <w:rsid w:val="00CF12E7"/>
    <w:rsid w:val="00CF1371"/>
    <w:rsid w:val="00CF679D"/>
    <w:rsid w:val="00CF6B63"/>
    <w:rsid w:val="00D01D93"/>
    <w:rsid w:val="00D03CE7"/>
    <w:rsid w:val="00D112EA"/>
    <w:rsid w:val="00D2068E"/>
    <w:rsid w:val="00D32712"/>
    <w:rsid w:val="00D344F2"/>
    <w:rsid w:val="00D37DEB"/>
    <w:rsid w:val="00D43B51"/>
    <w:rsid w:val="00D45736"/>
    <w:rsid w:val="00D5747E"/>
    <w:rsid w:val="00D6259F"/>
    <w:rsid w:val="00D70805"/>
    <w:rsid w:val="00D743F6"/>
    <w:rsid w:val="00D80BEC"/>
    <w:rsid w:val="00D85DE4"/>
    <w:rsid w:val="00D8626A"/>
    <w:rsid w:val="00D92B67"/>
    <w:rsid w:val="00DA4B80"/>
    <w:rsid w:val="00DB1DAB"/>
    <w:rsid w:val="00DB2E5A"/>
    <w:rsid w:val="00DB3578"/>
    <w:rsid w:val="00DB7ABB"/>
    <w:rsid w:val="00DB7B9F"/>
    <w:rsid w:val="00DC256F"/>
    <w:rsid w:val="00DC716E"/>
    <w:rsid w:val="00DC7980"/>
    <w:rsid w:val="00DD1A88"/>
    <w:rsid w:val="00DD2BD7"/>
    <w:rsid w:val="00DE6BCC"/>
    <w:rsid w:val="00DF558A"/>
    <w:rsid w:val="00E067DF"/>
    <w:rsid w:val="00E117BB"/>
    <w:rsid w:val="00E21AEB"/>
    <w:rsid w:val="00E22563"/>
    <w:rsid w:val="00E24215"/>
    <w:rsid w:val="00E30BC2"/>
    <w:rsid w:val="00E42B47"/>
    <w:rsid w:val="00E475C5"/>
    <w:rsid w:val="00E57706"/>
    <w:rsid w:val="00E60993"/>
    <w:rsid w:val="00E73FEB"/>
    <w:rsid w:val="00E74DC8"/>
    <w:rsid w:val="00E75915"/>
    <w:rsid w:val="00E83674"/>
    <w:rsid w:val="00E83C4F"/>
    <w:rsid w:val="00E8688B"/>
    <w:rsid w:val="00E87067"/>
    <w:rsid w:val="00E9168F"/>
    <w:rsid w:val="00E947DB"/>
    <w:rsid w:val="00E95009"/>
    <w:rsid w:val="00EA011A"/>
    <w:rsid w:val="00EA4C17"/>
    <w:rsid w:val="00EA4C3A"/>
    <w:rsid w:val="00EA5FFF"/>
    <w:rsid w:val="00EA704E"/>
    <w:rsid w:val="00EB0298"/>
    <w:rsid w:val="00EB298C"/>
    <w:rsid w:val="00EB4A2F"/>
    <w:rsid w:val="00EC7C01"/>
    <w:rsid w:val="00ED560F"/>
    <w:rsid w:val="00ED5E13"/>
    <w:rsid w:val="00EF13D0"/>
    <w:rsid w:val="00EF1D3F"/>
    <w:rsid w:val="00F0183F"/>
    <w:rsid w:val="00F0672A"/>
    <w:rsid w:val="00F10FF8"/>
    <w:rsid w:val="00F1296D"/>
    <w:rsid w:val="00F15770"/>
    <w:rsid w:val="00F16D47"/>
    <w:rsid w:val="00F20DDF"/>
    <w:rsid w:val="00F2313A"/>
    <w:rsid w:val="00F3060F"/>
    <w:rsid w:val="00F30E90"/>
    <w:rsid w:val="00F44254"/>
    <w:rsid w:val="00F44B3F"/>
    <w:rsid w:val="00F5165C"/>
    <w:rsid w:val="00F51E3A"/>
    <w:rsid w:val="00F52D1E"/>
    <w:rsid w:val="00F53045"/>
    <w:rsid w:val="00F5437E"/>
    <w:rsid w:val="00F61BF6"/>
    <w:rsid w:val="00F6462D"/>
    <w:rsid w:val="00F666AA"/>
    <w:rsid w:val="00F71A3E"/>
    <w:rsid w:val="00F76066"/>
    <w:rsid w:val="00F82818"/>
    <w:rsid w:val="00F83F25"/>
    <w:rsid w:val="00F857EB"/>
    <w:rsid w:val="00FA0A06"/>
    <w:rsid w:val="00FA2C8B"/>
    <w:rsid w:val="00FA518A"/>
    <w:rsid w:val="00FA5B5B"/>
    <w:rsid w:val="00FB04F9"/>
    <w:rsid w:val="00FC09A3"/>
    <w:rsid w:val="00FC610D"/>
    <w:rsid w:val="00FC6E63"/>
    <w:rsid w:val="00FD0173"/>
    <w:rsid w:val="00FD018B"/>
    <w:rsid w:val="00FD0AF5"/>
    <w:rsid w:val="00FD13D4"/>
    <w:rsid w:val="00FD20C4"/>
    <w:rsid w:val="00FD4E2E"/>
    <w:rsid w:val="00FD72EC"/>
    <w:rsid w:val="00FD7525"/>
    <w:rsid w:val="00FF5031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DE0BBA1-9668-4705-8749-B12FA644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F7FBE"/>
    <w:rPr>
      <w:sz w:val="24"/>
      <w:szCs w:val="24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372ABE"/>
    <w:pPr>
      <w:spacing w:before="240" w:after="6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3E7BCA"/>
    <w:rPr>
      <w:rFonts w:ascii="Cambria" w:hAnsi="Cambria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E7BCA"/>
    <w:rPr>
      <w:rFonts w:ascii="Calibri" w:hAnsi="Calibri" w:cs="Times New Roman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3E7BC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semiHidden/>
    <w:locked/>
    <w:rsid w:val="003E7BCA"/>
    <w:rPr>
      <w:rFonts w:ascii="Calibri" w:hAnsi="Calibri" w:cs="Times New Roman"/>
      <w:b/>
      <w:bCs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3E7BCA"/>
    <w:rPr>
      <w:rFonts w:ascii="Calibri" w:hAnsi="Calibri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AE59ED"/>
    <w:rPr>
      <w:rFonts w:cs="Times New Roman"/>
      <w:sz w:val="28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3E7BCA"/>
    <w:rPr>
      <w:rFonts w:cs="Times New Roman"/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3E7BCA"/>
    <w:rPr>
      <w:rFonts w:cs="Times New Roman"/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3E7BCA"/>
    <w:rPr>
      <w:rFonts w:cs="Times New Roman"/>
      <w:sz w:val="24"/>
      <w:szCs w:val="24"/>
    </w:rPr>
  </w:style>
  <w:style w:type="character" w:styleId="Oldalszm">
    <w:name w:val="page number"/>
    <w:basedOn w:val="Bekezdsalapbettpusa"/>
    <w:uiPriority w:val="99"/>
    <w:rsid w:val="00BC678A"/>
    <w:rPr>
      <w:rFonts w:cs="Times New Roman"/>
    </w:rPr>
  </w:style>
  <w:style w:type="character" w:styleId="Hiperhivatkozs">
    <w:name w:val="Hyperlink"/>
    <w:basedOn w:val="Bekezdsalapbettpusa"/>
    <w:uiPriority w:val="99"/>
    <w:rsid w:val="00BC678A"/>
    <w:rPr>
      <w:rFonts w:cs="Times New Roman"/>
      <w:color w:val="0000FF"/>
      <w:u w:val="single"/>
    </w:rPr>
  </w:style>
  <w:style w:type="paragraph" w:customStyle="1" w:styleId="BodyText21">
    <w:name w:val="Body Text 21"/>
    <w:basedOn w:val="Norml"/>
    <w:uiPriority w:val="99"/>
    <w:rsid w:val="00354463"/>
    <w:pPr>
      <w:ind w:left="284"/>
    </w:pPr>
    <w:rPr>
      <w:szCs w:val="20"/>
    </w:r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2">
    <w:name w:val="Body Text 2"/>
    <w:basedOn w:val="Norml"/>
    <w:link w:val="Szvegtrzs2Char"/>
    <w:uiPriority w:val="99"/>
    <w:rsid w:val="00372ABE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3E7BCA"/>
    <w:rPr>
      <w:rFonts w:cs="Times New Roman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39565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3E7BCA"/>
    <w:rPr>
      <w:rFonts w:cs="Times New Roman"/>
      <w:sz w:val="2"/>
    </w:rPr>
  </w:style>
  <w:style w:type="paragraph" w:customStyle="1" w:styleId="CharChar1Char">
    <w:name w:val="Char Char1 Char"/>
    <w:basedOn w:val="Norml"/>
    <w:uiPriority w:val="99"/>
    <w:rsid w:val="00591D5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CharCharCharChar">
    <w:name w:val="Char Char Char Char Char Char"/>
    <w:basedOn w:val="Norml"/>
    <w:uiPriority w:val="99"/>
    <w:rsid w:val="0024428A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">
    <w:name w:val="Char Char"/>
    <w:basedOn w:val="Norml"/>
    <w:uiPriority w:val="99"/>
    <w:rsid w:val="0051441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653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123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3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y&#246;re%20M&#243;nika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pénzügy.dot</Template>
  <TotalTime>0</TotalTime>
  <Pages>1</Pages>
  <Words>270</Words>
  <Characters>1901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</dc:creator>
  <cp:lastModifiedBy>Sipos Ágnes</cp:lastModifiedBy>
  <cp:revision>2</cp:revision>
  <cp:lastPrinted>2020-06-18T08:49:00Z</cp:lastPrinted>
  <dcterms:created xsi:type="dcterms:W3CDTF">2024-09-10T07:59:00Z</dcterms:created>
  <dcterms:modified xsi:type="dcterms:W3CDTF">2024-09-10T07:59:00Z</dcterms:modified>
</cp:coreProperties>
</file>