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62AF9" w14:textId="77777777" w:rsidR="00FC1ED6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5E580C" wp14:editId="3B647643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254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151C8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 Polgármesterétől</w:t>
                            </w:r>
                          </w:p>
                          <w:p w14:paraId="326B2665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53ACC822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6869938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14B0BD2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B5569C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6C773E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B6F7E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2514AB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3ACE4C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AD0FE5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EBACA0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EE4D6F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C16AD1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CFA7D5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0A7E28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3AA200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09C3F6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5384F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C60ADDD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3FAF0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DB94D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EE97D9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E846F1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9A584D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DE6FA2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116E11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5C6EB8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476E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E5946D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1FEEE2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02745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5359C9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4C56A81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15E580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2BC151C8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 Polgármesterétől</w:t>
                      </w:r>
                    </w:p>
                    <w:p w14:paraId="326B2665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53ACC822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6869938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14B0BD28" w14:textId="77777777" w:rsidR="006F7BEB" w:rsidRDefault="006F7BEB" w:rsidP="00845857">
                      <w:pPr>
                        <w:jc w:val="center"/>
                      </w:pPr>
                    </w:p>
                    <w:p w14:paraId="5B5569C4" w14:textId="77777777" w:rsidR="006F7BEB" w:rsidRDefault="006F7BEB" w:rsidP="00845857">
                      <w:pPr>
                        <w:jc w:val="center"/>
                      </w:pPr>
                    </w:p>
                    <w:p w14:paraId="76C773EB" w14:textId="77777777" w:rsidR="006F7BEB" w:rsidRDefault="006F7BEB" w:rsidP="00845857">
                      <w:pPr>
                        <w:jc w:val="center"/>
                      </w:pPr>
                    </w:p>
                    <w:p w14:paraId="5CB6F7E7" w14:textId="77777777" w:rsidR="006F7BEB" w:rsidRDefault="006F7BEB" w:rsidP="00845857">
                      <w:pPr>
                        <w:jc w:val="center"/>
                      </w:pPr>
                    </w:p>
                    <w:p w14:paraId="72514ABB" w14:textId="77777777" w:rsidR="006F7BEB" w:rsidRDefault="006F7BEB" w:rsidP="00845857">
                      <w:pPr>
                        <w:jc w:val="center"/>
                      </w:pPr>
                    </w:p>
                    <w:p w14:paraId="33ACE4C4" w14:textId="77777777" w:rsidR="006F7BEB" w:rsidRDefault="006F7BEB" w:rsidP="00845857">
                      <w:pPr>
                        <w:jc w:val="center"/>
                      </w:pPr>
                    </w:p>
                    <w:p w14:paraId="0AD0FE5C" w14:textId="77777777" w:rsidR="006F7BEB" w:rsidRDefault="006F7BEB" w:rsidP="00845857">
                      <w:pPr>
                        <w:jc w:val="center"/>
                      </w:pPr>
                    </w:p>
                    <w:p w14:paraId="0EBACA05" w14:textId="77777777" w:rsidR="006F7BEB" w:rsidRDefault="006F7BEB" w:rsidP="00845857">
                      <w:pPr>
                        <w:jc w:val="center"/>
                      </w:pPr>
                    </w:p>
                    <w:p w14:paraId="2EE4D6F1" w14:textId="77777777" w:rsidR="006F7BEB" w:rsidRDefault="006F7BEB" w:rsidP="00845857">
                      <w:pPr>
                        <w:jc w:val="center"/>
                      </w:pPr>
                    </w:p>
                    <w:p w14:paraId="1C16AD13" w14:textId="77777777" w:rsidR="006F7BEB" w:rsidRDefault="006F7BEB" w:rsidP="00845857">
                      <w:pPr>
                        <w:jc w:val="center"/>
                      </w:pPr>
                    </w:p>
                    <w:p w14:paraId="2CFA7D5B" w14:textId="77777777" w:rsidR="006F7BEB" w:rsidRDefault="006F7BEB" w:rsidP="00845857">
                      <w:pPr>
                        <w:jc w:val="center"/>
                      </w:pPr>
                    </w:p>
                    <w:p w14:paraId="20A7E287" w14:textId="77777777" w:rsidR="006F7BEB" w:rsidRDefault="006F7BEB" w:rsidP="00845857">
                      <w:pPr>
                        <w:jc w:val="center"/>
                      </w:pPr>
                    </w:p>
                    <w:p w14:paraId="63AA200B" w14:textId="77777777" w:rsidR="006F7BEB" w:rsidRDefault="006F7BEB" w:rsidP="00845857">
                      <w:pPr>
                        <w:jc w:val="center"/>
                      </w:pPr>
                    </w:p>
                    <w:p w14:paraId="109C3F62" w14:textId="77777777" w:rsidR="006F7BEB" w:rsidRDefault="006F7BEB" w:rsidP="00845857">
                      <w:pPr>
                        <w:jc w:val="center"/>
                      </w:pPr>
                    </w:p>
                    <w:p w14:paraId="55384FF8" w14:textId="77777777" w:rsidR="006F7BEB" w:rsidRDefault="006F7BEB" w:rsidP="00845857">
                      <w:pPr>
                        <w:jc w:val="center"/>
                      </w:pPr>
                    </w:p>
                    <w:p w14:paraId="6C60ADDD" w14:textId="77777777" w:rsidR="006F7BEB" w:rsidRDefault="006F7BEB" w:rsidP="00845857">
                      <w:pPr>
                        <w:jc w:val="center"/>
                      </w:pPr>
                    </w:p>
                    <w:p w14:paraId="53FAF025" w14:textId="77777777" w:rsidR="006F7BEB" w:rsidRDefault="006F7BEB" w:rsidP="00845857">
                      <w:pPr>
                        <w:jc w:val="center"/>
                      </w:pPr>
                    </w:p>
                    <w:p w14:paraId="5CDB94D4" w14:textId="77777777" w:rsidR="006F7BEB" w:rsidRDefault="006F7BEB" w:rsidP="00845857">
                      <w:pPr>
                        <w:jc w:val="center"/>
                      </w:pPr>
                    </w:p>
                    <w:p w14:paraId="6EE97D9A" w14:textId="77777777" w:rsidR="006F7BEB" w:rsidRDefault="006F7BEB" w:rsidP="00845857">
                      <w:pPr>
                        <w:jc w:val="center"/>
                      </w:pPr>
                    </w:p>
                    <w:p w14:paraId="0E846F10" w14:textId="77777777" w:rsidR="006F7BEB" w:rsidRDefault="006F7BEB" w:rsidP="00845857">
                      <w:pPr>
                        <w:jc w:val="center"/>
                      </w:pPr>
                    </w:p>
                    <w:p w14:paraId="09A584DE" w14:textId="77777777" w:rsidR="006F7BEB" w:rsidRDefault="006F7BEB" w:rsidP="00845857">
                      <w:pPr>
                        <w:jc w:val="center"/>
                      </w:pPr>
                    </w:p>
                    <w:p w14:paraId="2DE6FA23" w14:textId="77777777" w:rsidR="006F7BEB" w:rsidRDefault="006F7BEB" w:rsidP="00845857">
                      <w:pPr>
                        <w:jc w:val="center"/>
                      </w:pPr>
                    </w:p>
                    <w:p w14:paraId="1116E11E" w14:textId="77777777" w:rsidR="006F7BEB" w:rsidRDefault="006F7BEB" w:rsidP="00845857">
                      <w:pPr>
                        <w:jc w:val="center"/>
                      </w:pPr>
                    </w:p>
                    <w:p w14:paraId="35C6EB8E" w14:textId="77777777" w:rsidR="006F7BEB" w:rsidRDefault="006F7BEB" w:rsidP="00845857">
                      <w:pPr>
                        <w:jc w:val="center"/>
                      </w:pPr>
                    </w:p>
                    <w:p w14:paraId="2B476E25" w14:textId="77777777" w:rsidR="006F7BEB" w:rsidRDefault="006F7BEB" w:rsidP="00845857">
                      <w:pPr>
                        <w:jc w:val="center"/>
                      </w:pPr>
                    </w:p>
                    <w:p w14:paraId="6E5946D3" w14:textId="77777777" w:rsidR="006F7BEB" w:rsidRDefault="006F7BEB" w:rsidP="00845857">
                      <w:pPr>
                        <w:jc w:val="center"/>
                      </w:pPr>
                    </w:p>
                    <w:p w14:paraId="71FEEE22" w14:textId="77777777" w:rsidR="006F7BEB" w:rsidRDefault="006F7BEB" w:rsidP="00845857">
                      <w:pPr>
                        <w:jc w:val="center"/>
                      </w:pPr>
                    </w:p>
                    <w:p w14:paraId="5C027454" w14:textId="77777777" w:rsidR="006F7BEB" w:rsidRDefault="006F7BEB" w:rsidP="00845857">
                      <w:pPr>
                        <w:jc w:val="center"/>
                      </w:pPr>
                    </w:p>
                    <w:p w14:paraId="65359C98" w14:textId="77777777" w:rsidR="006F7BEB" w:rsidRDefault="006F7BEB" w:rsidP="00845857">
                      <w:pPr>
                        <w:jc w:val="center"/>
                      </w:pPr>
                    </w:p>
                    <w:p w14:paraId="54C56A81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2754" w:rsidRPr="001011E8">
        <w:rPr>
          <w:sz w:val="22"/>
          <w:szCs w:val="22"/>
        </w:rPr>
        <w:t xml:space="preserve"> </w:t>
      </w:r>
    </w:p>
    <w:p w14:paraId="4A5B5C69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19C122" wp14:editId="2F12F232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BAFAF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CA0620" wp14:editId="3159BB7D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819C122" id="Text Box 10" o:spid="_x0000_s1027" type="#_x0000_t202" style="position:absolute;margin-left:-36pt;margin-top:-45pt;width:98.55pt;height:73.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" filled="f" stroked="f">
                <v:textbox style="mso-fit-shape-to-text:t">
                  <w:txbxContent>
                    <w:p w14:paraId="21EBAFAF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CA0620" wp14:editId="3159BB7D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DF50CB3" w14:textId="77777777" w:rsidR="00A86A5A" w:rsidRPr="001011E8" w:rsidRDefault="00A86A5A" w:rsidP="0049015D">
      <w:pPr>
        <w:rPr>
          <w:sz w:val="22"/>
          <w:szCs w:val="22"/>
        </w:rPr>
      </w:pPr>
    </w:p>
    <w:p w14:paraId="2CF4FFBA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E22E87" wp14:editId="741F93A8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257800" cy="0"/>
                <wp:effectExtent l="6985" t="12700" r="12065" b="63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A57DA55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4E034E19" w14:textId="77777777" w:rsidR="00380B9B" w:rsidRDefault="00380B9B" w:rsidP="005C1128">
      <w:pPr>
        <w:tabs>
          <w:tab w:val="left" w:pos="5529"/>
        </w:tabs>
        <w:rPr>
          <w:b/>
          <w:sz w:val="22"/>
          <w:szCs w:val="22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4"/>
        <w:gridCol w:w="4298"/>
      </w:tblGrid>
      <w:tr w:rsidR="00380B9B" w14:paraId="220FBD74" w14:textId="77777777" w:rsidTr="00BF68B4">
        <w:trPr>
          <w:trHeight w:val="1572"/>
        </w:trPr>
        <w:tc>
          <w:tcPr>
            <w:tcW w:w="5211" w:type="dxa"/>
          </w:tcPr>
          <w:p w14:paraId="6FD7F284" w14:textId="2F1DE144" w:rsidR="00380B9B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="00AB789F">
              <w:rPr>
                <w:sz w:val="22"/>
                <w:szCs w:val="22"/>
              </w:rPr>
              <w:t xml:space="preserve">   </w:t>
            </w:r>
            <w:proofErr w:type="gramEnd"/>
            <w:r w:rsidR="00AB789F">
              <w:rPr>
                <w:sz w:val="22"/>
                <w:szCs w:val="22"/>
              </w:rPr>
              <w:t xml:space="preserve">         /202</w:t>
            </w:r>
            <w:r w:rsidR="00D37242">
              <w:rPr>
                <w:sz w:val="22"/>
                <w:szCs w:val="22"/>
              </w:rPr>
              <w:t>5</w:t>
            </w:r>
            <w:r w:rsidRPr="009343D0">
              <w:rPr>
                <w:sz w:val="22"/>
                <w:szCs w:val="22"/>
              </w:rPr>
              <w:t xml:space="preserve">. </w:t>
            </w:r>
          </w:p>
          <w:p w14:paraId="4A7F9F33" w14:textId="77777777" w:rsidR="00380B9B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</w:p>
          <w:p w14:paraId="1D0B3B13" w14:textId="77777777" w:rsidR="00380B9B" w:rsidRPr="009343D0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52E60FAF" w14:textId="77777777" w:rsidR="00380B9B" w:rsidRPr="009343D0" w:rsidRDefault="00380B9B" w:rsidP="00380B9B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 ügyvezető</w:t>
            </w:r>
          </w:p>
          <w:p w14:paraId="5C0CB3B0" w14:textId="77777777" w:rsidR="00380B9B" w:rsidRDefault="00380B9B" w:rsidP="00380B9B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  <w:p w14:paraId="1081D224" w14:textId="77777777" w:rsidR="00E91A3B" w:rsidRDefault="00E91A3B" w:rsidP="00E91A3B">
            <w:pPr>
              <w:jc w:val="right"/>
              <w:rPr>
                <w:sz w:val="22"/>
                <w:szCs w:val="22"/>
              </w:rPr>
            </w:pPr>
          </w:p>
          <w:p w14:paraId="5EF486DC" w14:textId="39AF2DEE" w:rsidR="00E91A3B" w:rsidRPr="00E91A3B" w:rsidRDefault="00E91A3B" w:rsidP="00E91A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341" w:type="dxa"/>
          </w:tcPr>
          <w:p w14:paraId="65E6A167" w14:textId="7D272563" w:rsidR="00380B9B" w:rsidRDefault="00380B9B" w:rsidP="00CA42AD">
            <w:pPr>
              <w:tabs>
                <w:tab w:val="left" w:pos="5529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GoBack"/>
            <w:r w:rsidR="00AB789F">
              <w:rPr>
                <w:sz w:val="22"/>
                <w:szCs w:val="22"/>
              </w:rPr>
              <w:t>202</w:t>
            </w:r>
            <w:r w:rsidR="00D37242">
              <w:rPr>
                <w:sz w:val="22"/>
                <w:szCs w:val="22"/>
              </w:rPr>
              <w:t>5</w:t>
            </w:r>
            <w:r w:rsidR="00CA42AD">
              <w:rPr>
                <w:sz w:val="22"/>
                <w:szCs w:val="22"/>
              </w:rPr>
              <w:t xml:space="preserve">. évre </w:t>
            </w:r>
            <w:r w:rsidR="000B7B1B">
              <w:rPr>
                <w:sz w:val="22"/>
                <w:szCs w:val="22"/>
              </w:rPr>
              <w:t>vonatkozó mezőgazdasági hasznosí</w:t>
            </w:r>
            <w:r w:rsidR="00CA42AD">
              <w:rPr>
                <w:sz w:val="22"/>
                <w:szCs w:val="22"/>
              </w:rPr>
              <w:t>tású területek</w:t>
            </w:r>
            <w:bookmarkEnd w:id="0"/>
            <w:r w:rsidR="00CA42AD">
              <w:rPr>
                <w:sz w:val="22"/>
                <w:szCs w:val="22"/>
              </w:rPr>
              <w:t xml:space="preserve"> és más megnevezésű beépítetlen területek bérleti-, haszonbérleti díjának megállapítása </w:t>
            </w:r>
          </w:p>
          <w:p w14:paraId="04EA1E67" w14:textId="77777777" w:rsidR="00B73557" w:rsidRDefault="00380B9B" w:rsidP="00BD5172">
            <w:pPr>
              <w:tabs>
                <w:tab w:val="left" w:pos="5529"/>
              </w:tabs>
              <w:rPr>
                <w:sz w:val="22"/>
                <w:szCs w:val="22"/>
              </w:rPr>
            </w:pPr>
            <w:r w:rsidRPr="00A30D38">
              <w:rPr>
                <w:b/>
                <w:sz w:val="22"/>
                <w:szCs w:val="22"/>
                <w:u w:val="single"/>
              </w:rPr>
              <w:t>Melléklet:</w:t>
            </w:r>
            <w:r w:rsidR="00C134D5" w:rsidRPr="00C134D5">
              <w:rPr>
                <w:sz w:val="22"/>
                <w:szCs w:val="22"/>
              </w:rPr>
              <w:t xml:space="preserve"> </w:t>
            </w:r>
            <w:r w:rsidR="005200F5">
              <w:rPr>
                <w:sz w:val="22"/>
                <w:szCs w:val="22"/>
              </w:rPr>
              <w:t>59</w:t>
            </w:r>
            <w:r w:rsidR="00B73557">
              <w:rPr>
                <w:sz w:val="22"/>
                <w:szCs w:val="22"/>
              </w:rPr>
              <w:t>/202</w:t>
            </w:r>
            <w:r w:rsidR="005200F5">
              <w:rPr>
                <w:sz w:val="22"/>
                <w:szCs w:val="22"/>
              </w:rPr>
              <w:t>3</w:t>
            </w:r>
            <w:r w:rsidR="00B73557">
              <w:rPr>
                <w:sz w:val="22"/>
                <w:szCs w:val="22"/>
              </w:rPr>
              <w:t>.(I</w:t>
            </w:r>
            <w:r w:rsidR="005200F5">
              <w:rPr>
                <w:sz w:val="22"/>
                <w:szCs w:val="22"/>
              </w:rPr>
              <w:t>I.15</w:t>
            </w:r>
            <w:r w:rsidR="00B73557">
              <w:rPr>
                <w:sz w:val="22"/>
                <w:szCs w:val="22"/>
              </w:rPr>
              <w:t>.)</w:t>
            </w:r>
            <w:r w:rsidR="00BD5172">
              <w:rPr>
                <w:sz w:val="22"/>
                <w:szCs w:val="22"/>
              </w:rPr>
              <w:t xml:space="preserve"> </w:t>
            </w:r>
            <w:proofErr w:type="spellStart"/>
            <w:r w:rsidR="00B73557">
              <w:rPr>
                <w:sz w:val="22"/>
                <w:szCs w:val="22"/>
              </w:rPr>
              <w:t>Ök</w:t>
            </w:r>
            <w:proofErr w:type="spellEnd"/>
            <w:r w:rsidR="00B041FE">
              <w:rPr>
                <w:sz w:val="22"/>
                <w:szCs w:val="22"/>
              </w:rPr>
              <w:t>.</w:t>
            </w:r>
            <w:r w:rsidR="00B73557">
              <w:rPr>
                <w:sz w:val="22"/>
                <w:szCs w:val="22"/>
              </w:rPr>
              <w:t xml:space="preserve"> határozat</w:t>
            </w:r>
          </w:p>
          <w:p w14:paraId="0F1E8CE4" w14:textId="4AF4D839" w:rsidR="00D37242" w:rsidRPr="00D37242" w:rsidRDefault="00D37242" w:rsidP="00D37242">
            <w:pPr>
              <w:tabs>
                <w:tab w:val="left" w:pos="10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B14AD9" w:rsidRPr="00B14AD9">
              <w:rPr>
                <w:sz w:val="22"/>
                <w:szCs w:val="22"/>
              </w:rPr>
              <w:t>62</w:t>
            </w:r>
            <w:r w:rsidRPr="00B14AD9">
              <w:rPr>
                <w:sz w:val="22"/>
                <w:szCs w:val="22"/>
              </w:rPr>
              <w:t>/2024.(II.15.)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Ök</w:t>
            </w:r>
            <w:proofErr w:type="spellEnd"/>
            <w:r>
              <w:rPr>
                <w:sz w:val="22"/>
                <w:szCs w:val="22"/>
              </w:rPr>
              <w:t>. határozat</w:t>
            </w:r>
          </w:p>
        </w:tc>
      </w:tr>
    </w:tbl>
    <w:p w14:paraId="3BC67831" w14:textId="77777777" w:rsidR="004B49A2" w:rsidRDefault="004B49A2" w:rsidP="0049015D">
      <w:pPr>
        <w:jc w:val="center"/>
        <w:rPr>
          <w:b/>
        </w:rPr>
      </w:pPr>
    </w:p>
    <w:p w14:paraId="6E52C891" w14:textId="77777777" w:rsidR="004B49A2" w:rsidRDefault="004B49A2" w:rsidP="0049015D">
      <w:pPr>
        <w:jc w:val="center"/>
        <w:rPr>
          <w:b/>
        </w:rPr>
      </w:pPr>
    </w:p>
    <w:p w14:paraId="10B65E98" w14:textId="77777777" w:rsidR="004B49A2" w:rsidRDefault="004B49A2" w:rsidP="0049015D">
      <w:pPr>
        <w:jc w:val="center"/>
        <w:rPr>
          <w:b/>
        </w:rPr>
      </w:pPr>
    </w:p>
    <w:p w14:paraId="4E78C986" w14:textId="78E55337" w:rsidR="00A86A5A" w:rsidRPr="006B78BC" w:rsidRDefault="00A86A5A" w:rsidP="0049015D">
      <w:pPr>
        <w:jc w:val="center"/>
        <w:rPr>
          <w:b/>
        </w:rPr>
      </w:pPr>
      <w:r w:rsidRPr="006B78BC">
        <w:rPr>
          <w:b/>
        </w:rPr>
        <w:t>ELŐTERJESZTÉS</w:t>
      </w:r>
    </w:p>
    <w:p w14:paraId="0AD7F7A5" w14:textId="7E0C3EEF" w:rsidR="00A86A5A" w:rsidRPr="006B78BC" w:rsidRDefault="00F7388D" w:rsidP="0049015D">
      <w:pPr>
        <w:jc w:val="center"/>
      </w:pPr>
      <w:r w:rsidRPr="006B78BC">
        <w:t xml:space="preserve">A </w:t>
      </w:r>
      <w:r w:rsidR="002A7AF3" w:rsidRPr="006B78BC">
        <w:t>Képviselő-testület</w:t>
      </w:r>
      <w:r w:rsidR="00BD5172" w:rsidRPr="006B78BC">
        <w:t xml:space="preserve"> 202</w:t>
      </w:r>
      <w:r w:rsidR="00D37242">
        <w:t>5</w:t>
      </w:r>
      <w:r w:rsidR="00881AE1" w:rsidRPr="006B78BC">
        <w:t>.</w:t>
      </w:r>
      <w:r w:rsidR="00BD5172" w:rsidRPr="006B78BC">
        <w:t xml:space="preserve"> </w:t>
      </w:r>
      <w:r w:rsidR="00E855CC">
        <w:t>február 1</w:t>
      </w:r>
      <w:r w:rsidR="00D37242">
        <w:t>3</w:t>
      </w:r>
      <w:r w:rsidR="00BD5172" w:rsidRPr="006B78BC">
        <w:t>-</w:t>
      </w:r>
      <w:r w:rsidR="00871D21" w:rsidRPr="006B78BC">
        <w:t>i</w:t>
      </w:r>
      <w:r w:rsidR="00A86A5A" w:rsidRPr="006B78BC">
        <w:t xml:space="preserve"> ülésére</w:t>
      </w:r>
    </w:p>
    <w:p w14:paraId="1A441FE1" w14:textId="34A707E5" w:rsidR="00BD5172" w:rsidRDefault="00BD5172" w:rsidP="0049015D">
      <w:pPr>
        <w:jc w:val="center"/>
        <w:rPr>
          <w:b/>
        </w:rPr>
      </w:pPr>
    </w:p>
    <w:p w14:paraId="4287B149" w14:textId="77777777" w:rsidR="00985A9C" w:rsidRPr="006B78BC" w:rsidRDefault="00985A9C" w:rsidP="0049015D">
      <w:pPr>
        <w:jc w:val="center"/>
        <w:rPr>
          <w:b/>
        </w:rPr>
      </w:pPr>
      <w:r w:rsidRPr="006B78BC">
        <w:rPr>
          <w:b/>
        </w:rPr>
        <w:t xml:space="preserve">Tisztelt </w:t>
      </w:r>
      <w:r w:rsidR="002A7AF3" w:rsidRPr="006B78BC">
        <w:rPr>
          <w:b/>
        </w:rPr>
        <w:t>Képviselő-testület</w:t>
      </w:r>
      <w:r w:rsidRPr="006B78BC">
        <w:rPr>
          <w:b/>
        </w:rPr>
        <w:t>!</w:t>
      </w:r>
    </w:p>
    <w:p w14:paraId="6AA92059" w14:textId="77777777" w:rsidR="00FD46CE" w:rsidRPr="006B78BC" w:rsidRDefault="00FD46CE" w:rsidP="0049015D">
      <w:pPr>
        <w:jc w:val="center"/>
        <w:rPr>
          <w:b/>
        </w:rPr>
      </w:pPr>
    </w:p>
    <w:p w14:paraId="754AE692" w14:textId="77777777" w:rsidR="0021316F" w:rsidRPr="001E0EC1" w:rsidRDefault="00771D32" w:rsidP="0049015D">
      <w:pPr>
        <w:jc w:val="both"/>
      </w:pPr>
      <w:r w:rsidRPr="001E0EC1">
        <w:t>Cegléd Város Önkormányzat</w:t>
      </w:r>
      <w:r w:rsidR="00324A04" w:rsidRPr="001E0EC1">
        <w:t>ának</w:t>
      </w:r>
      <w:r w:rsidRPr="001E0EC1">
        <w:t xml:space="preserve"> a vagyongazdálkodásról szóló 1/2018.(1.31.) rendelet</w:t>
      </w:r>
      <w:r w:rsidR="00324A04" w:rsidRPr="001E0EC1">
        <w:t>e</w:t>
      </w:r>
      <w:r w:rsidR="0038520E" w:rsidRPr="001E0EC1">
        <w:t xml:space="preserve"> 16.</w:t>
      </w:r>
      <w:r w:rsidR="00BD5172" w:rsidRPr="001E0EC1">
        <w:t xml:space="preserve">/A </w:t>
      </w:r>
      <w:r w:rsidR="0038520E" w:rsidRPr="001E0EC1">
        <w:t xml:space="preserve">§ alapján a hasznosításra váró </w:t>
      </w:r>
      <w:r w:rsidR="00D00DC8" w:rsidRPr="001E0EC1">
        <w:t xml:space="preserve">üzleti </w:t>
      </w:r>
      <w:r w:rsidR="0038520E" w:rsidRPr="001E0EC1">
        <w:t>vagyonkör</w:t>
      </w:r>
      <w:r w:rsidR="00D00DC8" w:rsidRPr="001E0EC1">
        <w:t>be tartozó ingatlanok</w:t>
      </w:r>
      <w:r w:rsidR="0038520E" w:rsidRPr="001E0EC1">
        <w:t xml:space="preserve"> következő évre é</w:t>
      </w:r>
      <w:r w:rsidR="00BF68B4" w:rsidRPr="001E0EC1">
        <w:t>rvényes legalacsonyabb bérleti-</w:t>
      </w:r>
      <w:r w:rsidR="0038520E" w:rsidRPr="001E0EC1">
        <w:t xml:space="preserve"> </w:t>
      </w:r>
      <w:r w:rsidR="00324A04" w:rsidRPr="001E0EC1">
        <w:t xml:space="preserve">és </w:t>
      </w:r>
      <w:r w:rsidR="0038520E" w:rsidRPr="001E0EC1">
        <w:t>haszonbérleti díját a Képviselő-testület állapítja meg</w:t>
      </w:r>
      <w:r w:rsidR="00D00DC8" w:rsidRPr="001E0EC1">
        <w:t>,</w:t>
      </w:r>
      <w:r w:rsidR="0038520E" w:rsidRPr="001E0EC1">
        <w:t xml:space="preserve"> a VÁRVAG Nonprofit Kft. javaslatára.</w:t>
      </w:r>
    </w:p>
    <w:p w14:paraId="225428CE" w14:textId="0F7DEA92" w:rsidR="004005A8" w:rsidRPr="001E0EC1" w:rsidRDefault="00362A18" w:rsidP="00BF68B4">
      <w:pPr>
        <w:jc w:val="both"/>
      </w:pPr>
      <w:r w:rsidRPr="001E0EC1">
        <w:t>T</w:t>
      </w:r>
      <w:r w:rsidR="00DF3115" w:rsidRPr="001E0EC1">
        <w:t>ájékoztatom</w:t>
      </w:r>
      <w:r w:rsidR="008E0FCE" w:rsidRPr="001E0EC1">
        <w:t xml:space="preserve"> Tisztelt Képviselő-t</w:t>
      </w:r>
      <w:r w:rsidRPr="001E0EC1">
        <w:t xml:space="preserve">estületet, hogy </w:t>
      </w:r>
      <w:r w:rsidR="00BF68B4" w:rsidRPr="001E0EC1">
        <w:t>a földhaszonbérleti díjak mértékével kapcsolatban utoljára 202</w:t>
      </w:r>
      <w:r w:rsidR="005200F5" w:rsidRPr="001E0EC1">
        <w:t>3</w:t>
      </w:r>
      <w:r w:rsidR="00BF68B4" w:rsidRPr="001E0EC1">
        <w:t>. évben a</w:t>
      </w:r>
      <w:r w:rsidR="00E855CC" w:rsidRPr="001E0EC1">
        <w:t xml:space="preserve"> mellékelt,</w:t>
      </w:r>
      <w:r w:rsidR="005200F5" w:rsidRPr="001E0EC1">
        <w:t xml:space="preserve"> 59/2023.(II.15.)</w:t>
      </w:r>
      <w:r w:rsidR="00BD5172" w:rsidRPr="001E0EC1">
        <w:t xml:space="preserve"> </w:t>
      </w:r>
      <w:proofErr w:type="spellStart"/>
      <w:r w:rsidR="00BF68B4" w:rsidRPr="001E0EC1">
        <w:t>Ök</w:t>
      </w:r>
      <w:proofErr w:type="spellEnd"/>
      <w:r w:rsidR="00B041FE" w:rsidRPr="001E0EC1">
        <w:t>.</w:t>
      </w:r>
      <w:r w:rsidR="00BF68B4" w:rsidRPr="001E0EC1">
        <w:t xml:space="preserve"> határozattal </w:t>
      </w:r>
      <w:r w:rsidR="008E0FCE" w:rsidRPr="001E0EC1">
        <w:t>hozott d</w:t>
      </w:r>
      <w:r w:rsidR="00961FB3" w:rsidRPr="001E0EC1">
        <w:t>öntést a 202</w:t>
      </w:r>
      <w:r w:rsidR="005200F5" w:rsidRPr="001E0EC1">
        <w:t>3</w:t>
      </w:r>
      <w:r w:rsidR="00961FB3" w:rsidRPr="001E0EC1">
        <w:t>-as gazdasági évre</w:t>
      </w:r>
      <w:r w:rsidR="00E91A3B" w:rsidRPr="001E0EC1">
        <w:t xml:space="preserve">, mely alapján több tétel esetében került sor emelésre </w:t>
      </w:r>
      <w:r w:rsidR="00A831AE" w:rsidRPr="001E0EC1">
        <w:t>a felülvizsgálat eredményeként</w:t>
      </w:r>
      <w:r w:rsidR="00961FB3" w:rsidRPr="001E0EC1">
        <w:t>.</w:t>
      </w:r>
    </w:p>
    <w:p w14:paraId="44E958D6" w14:textId="5A6F494A" w:rsidR="00E91A3B" w:rsidRPr="001E0EC1" w:rsidRDefault="00D37242" w:rsidP="00E91A3B">
      <w:pPr>
        <w:jc w:val="both"/>
      </w:pPr>
      <w:r w:rsidRPr="001E0EC1">
        <w:t xml:space="preserve">A mellékelt, </w:t>
      </w:r>
      <w:r w:rsidR="00B14AD9" w:rsidRPr="001E0EC1">
        <w:t>62/2024.(II.15.)</w:t>
      </w:r>
      <w:r w:rsidRPr="001E0EC1">
        <w:t xml:space="preserve"> </w:t>
      </w:r>
      <w:proofErr w:type="spellStart"/>
      <w:r w:rsidRPr="001E0EC1">
        <w:t>Ök</w:t>
      </w:r>
      <w:proofErr w:type="spellEnd"/>
      <w:r w:rsidRPr="001E0EC1">
        <w:t xml:space="preserve">. határozat </w:t>
      </w:r>
      <w:r w:rsidR="00D3098F" w:rsidRPr="001E0EC1">
        <w:t xml:space="preserve">a minimális bérleti díjat változatlanul hagyta, </w:t>
      </w:r>
      <w:r w:rsidRPr="001E0EC1">
        <w:t>nem került</w:t>
      </w:r>
      <w:r w:rsidR="00D3098F" w:rsidRPr="001E0EC1">
        <w:t xml:space="preserve"> sor </w:t>
      </w:r>
      <w:r w:rsidRPr="001E0EC1">
        <w:t xml:space="preserve">emelésre a tavalyi évben. </w:t>
      </w:r>
    </w:p>
    <w:p w14:paraId="0412AC94" w14:textId="77777777" w:rsidR="001E0EC1" w:rsidRDefault="001E0EC1" w:rsidP="00E91A3B">
      <w:pPr>
        <w:jc w:val="both"/>
      </w:pPr>
    </w:p>
    <w:p w14:paraId="41549F9B" w14:textId="2C0CD9F7" w:rsidR="00E91A3B" w:rsidRPr="001E0EC1" w:rsidRDefault="00E91A3B" w:rsidP="00E91A3B">
      <w:pPr>
        <w:jc w:val="both"/>
      </w:pPr>
      <w:r w:rsidRPr="001E0EC1">
        <w:t xml:space="preserve">A </w:t>
      </w:r>
      <w:r w:rsidR="00A831AE" w:rsidRPr="001E0EC1">
        <w:t>jelenlegi</w:t>
      </w:r>
      <w:r w:rsidRPr="001E0EC1">
        <w:t xml:space="preserve"> mezőgazdasági, gazdasági helyzetre való tekintettel a korábban megállapított bérleti-, haszonbérleti díjakat a 202</w:t>
      </w:r>
      <w:r w:rsidR="00D37242" w:rsidRPr="001E0EC1">
        <w:t>5</w:t>
      </w:r>
      <w:r w:rsidRPr="001E0EC1">
        <w:t xml:space="preserve">. évre vonatkozóan </w:t>
      </w:r>
      <w:r w:rsidR="001E0EC1">
        <w:t>s</w:t>
      </w:r>
      <w:r w:rsidRPr="001E0EC1">
        <w:t>em javaslom emelni</w:t>
      </w:r>
      <w:r w:rsidR="001E0EC1">
        <w:t xml:space="preserve">, annak érdekében, hogy az Önkormányzat tulajdonában lévő területeket a továbbiakban is a lehető legnagyobb arányban lehessen hasznosítani. </w:t>
      </w:r>
    </w:p>
    <w:p w14:paraId="11AE38F6" w14:textId="77777777" w:rsidR="008E0FCE" w:rsidRPr="001E0EC1" w:rsidRDefault="008E0FCE" w:rsidP="00BF68B4">
      <w:pPr>
        <w:jc w:val="both"/>
      </w:pPr>
    </w:p>
    <w:p w14:paraId="03EA0FE9" w14:textId="56A13B43" w:rsidR="0038520E" w:rsidRDefault="0038520E" w:rsidP="0049015D">
      <w:pPr>
        <w:jc w:val="both"/>
      </w:pPr>
      <w:r w:rsidRPr="001E0EC1">
        <w:t>A vagyonrendelet 16.§ (</w:t>
      </w:r>
      <w:r w:rsidR="007D6199" w:rsidRPr="001E0EC1">
        <w:t>8</w:t>
      </w:r>
      <w:r w:rsidRPr="001E0EC1">
        <w:t>)</w:t>
      </w:r>
      <w:r w:rsidR="007D6199" w:rsidRPr="001E0EC1">
        <w:t xml:space="preserve"> bekezdése alapján a szerződések megkötésekor rendelkezni kell arról, hogy a bérleti-, haszonbérleti díj mértéke évente inflációkövető.</w:t>
      </w:r>
    </w:p>
    <w:p w14:paraId="026B4BFD" w14:textId="610A7E76" w:rsidR="001E0EC1" w:rsidRPr="001E0EC1" w:rsidRDefault="001E0EC1" w:rsidP="0049015D">
      <w:pPr>
        <w:jc w:val="both"/>
      </w:pPr>
      <w:r>
        <w:t xml:space="preserve">Az inflációval növelt bérleti díj mértéke évről évre egyre jobban megterheli a bérlőket, ennek eredményeként egyre többször kerül sor a szerződések felmondására. </w:t>
      </w:r>
    </w:p>
    <w:p w14:paraId="0730E26D" w14:textId="77777777" w:rsidR="00E91A3B" w:rsidRPr="001E0EC1" w:rsidRDefault="00E91A3B" w:rsidP="0049015D">
      <w:pPr>
        <w:jc w:val="both"/>
      </w:pPr>
    </w:p>
    <w:p w14:paraId="79EF9B46" w14:textId="28F10C1A" w:rsidR="00AD5BCC" w:rsidRDefault="00DE5788" w:rsidP="00DE5788">
      <w:pPr>
        <w:jc w:val="both"/>
        <w:rPr>
          <w:b/>
          <w:szCs w:val="22"/>
        </w:rPr>
      </w:pPr>
      <w:r w:rsidRPr="001E0EC1">
        <w:t xml:space="preserve">Jelen előterjesztést a </w:t>
      </w:r>
      <w:r w:rsidRPr="001E0EC1">
        <w:rPr>
          <w:b/>
          <w:bCs/>
        </w:rPr>
        <w:t xml:space="preserve">Tulajdonosi, </w:t>
      </w:r>
      <w:r w:rsidR="00632175" w:rsidRPr="001E0EC1">
        <w:rPr>
          <w:b/>
          <w:bCs/>
        </w:rPr>
        <w:t xml:space="preserve">a Pénzügyi Ellenőrző Bizottság </w:t>
      </w:r>
      <w:r w:rsidRPr="001E0EC1">
        <w:rPr>
          <w:b/>
          <w:bCs/>
        </w:rPr>
        <w:t>és a</w:t>
      </w:r>
      <w:r w:rsidRPr="001E0EC1">
        <w:t xml:space="preserve"> </w:t>
      </w:r>
      <w:r w:rsidRPr="001E0EC1">
        <w:rPr>
          <w:b/>
        </w:rPr>
        <w:t xml:space="preserve">Gazdasági Bizottság </w:t>
      </w:r>
      <w:r w:rsidRPr="00AD5BCC">
        <w:t xml:space="preserve">tárgyalja, továbbá </w:t>
      </w:r>
      <w:r w:rsidR="00AD5BCC" w:rsidRPr="00AD5BCC">
        <w:t xml:space="preserve">és a Képviselő-testület és szervei szervezeti és működési szabályzatáról szóló 22/2024. (XI. 12.) önkormányzati rendelet 50/B. § (1) és (2) bekezdésében, valamint a 410/2024.(XII. 11.) </w:t>
      </w:r>
      <w:proofErr w:type="spellStart"/>
      <w:r w:rsidR="00AD5BCC" w:rsidRPr="00AD5BCC">
        <w:t>Ök</w:t>
      </w:r>
      <w:proofErr w:type="spellEnd"/>
      <w:r w:rsidR="00AD5BCC" w:rsidRPr="00AD5BCC">
        <w:t>. határozatban foglaltakra tekintettel</w:t>
      </w:r>
      <w:r w:rsidR="00AD5BCC" w:rsidRPr="00AD5BCC">
        <w:rPr>
          <w:b/>
        </w:rPr>
        <w:t xml:space="preserve"> Takátsné Györe Anett tanácsnok véleményezheti</w:t>
      </w:r>
      <w:r w:rsidR="00AD5BCC">
        <w:rPr>
          <w:b/>
        </w:rPr>
        <w:t>,</w:t>
      </w:r>
      <w:r w:rsidR="00AD5BCC" w:rsidRPr="00AD5BCC">
        <w:rPr>
          <w:b/>
          <w:szCs w:val="22"/>
        </w:rPr>
        <w:t xml:space="preserve"> </w:t>
      </w:r>
      <w:r w:rsidR="004B49A2">
        <w:rPr>
          <w:b/>
          <w:szCs w:val="22"/>
        </w:rPr>
        <w:t xml:space="preserve">és </w:t>
      </w:r>
      <w:r w:rsidR="00AD5BCC" w:rsidRPr="00AD5BCC">
        <w:rPr>
          <w:szCs w:val="22"/>
        </w:rPr>
        <w:t xml:space="preserve">a 411/2024.(XII. 11.) </w:t>
      </w:r>
      <w:proofErr w:type="spellStart"/>
      <w:r w:rsidR="00AD5BCC" w:rsidRPr="00AD5BCC">
        <w:rPr>
          <w:szCs w:val="22"/>
        </w:rPr>
        <w:t>Ök</w:t>
      </w:r>
      <w:proofErr w:type="spellEnd"/>
      <w:r w:rsidR="00AD5BCC" w:rsidRPr="00AD5BCC">
        <w:rPr>
          <w:szCs w:val="22"/>
        </w:rPr>
        <w:t>. határozatban foglaltakra tekintettel</w:t>
      </w:r>
      <w:r w:rsidR="00AD5BCC" w:rsidRPr="00AD5BCC">
        <w:rPr>
          <w:bCs/>
          <w:szCs w:val="22"/>
        </w:rPr>
        <w:t xml:space="preserve"> </w:t>
      </w:r>
      <w:r w:rsidR="00AD5BCC" w:rsidRPr="00AD5BCC">
        <w:rPr>
          <w:b/>
          <w:bCs/>
          <w:szCs w:val="22"/>
        </w:rPr>
        <w:t>Dr. Ferenczi Norbert tanácsnok véleményezheti.</w:t>
      </w:r>
      <w:r w:rsidR="00AD5BCC" w:rsidRPr="00AD5BCC">
        <w:rPr>
          <w:b/>
          <w:szCs w:val="22"/>
        </w:rPr>
        <w:t xml:space="preserve"> </w:t>
      </w:r>
    </w:p>
    <w:p w14:paraId="0F127E20" w14:textId="4BBF359D" w:rsidR="00DE5788" w:rsidRPr="001E0EC1" w:rsidRDefault="00DE5788" w:rsidP="00DE5788">
      <w:pPr>
        <w:jc w:val="both"/>
      </w:pPr>
      <w:r w:rsidRPr="001E0EC1">
        <w:t>A bizottságok véleménye – jegyzőkönyvi kivonat formájában – a Képviselő-testület ülésén, helyben osztott anyagként kerül ismertetésre.</w:t>
      </w:r>
    </w:p>
    <w:p w14:paraId="537D3DFB" w14:textId="77777777" w:rsidR="00DE5788" w:rsidRPr="001E0EC1" w:rsidRDefault="00DE5788" w:rsidP="00DE5788">
      <w:pPr>
        <w:tabs>
          <w:tab w:val="left" w:pos="851"/>
        </w:tabs>
        <w:spacing w:before="120"/>
        <w:ind w:right="-1"/>
        <w:jc w:val="both"/>
      </w:pPr>
      <w:r w:rsidRPr="001E0EC1">
        <w:lastRenderedPageBreak/>
        <w:t>A döntéshozatal</w:t>
      </w:r>
      <w:r w:rsidRPr="001E0EC1">
        <w:rPr>
          <w:i/>
        </w:rPr>
        <w:t xml:space="preserve"> Magyarország helyi önkormányzatairól szóló 2011. évi CLXXXIX. törvény </w:t>
      </w:r>
      <w:r w:rsidRPr="001E0EC1">
        <w:t>(Mötv.)</w:t>
      </w:r>
      <w:r w:rsidRPr="001E0EC1">
        <w:rPr>
          <w:i/>
        </w:rPr>
        <w:t xml:space="preserve"> </w:t>
      </w:r>
      <w:r w:rsidRPr="001E0EC1">
        <w:t xml:space="preserve">46. § (1) bekezdése alapján, a (2) bekezdésben foglaltakra figyelemmel </w:t>
      </w:r>
      <w:r w:rsidRPr="001E0EC1">
        <w:rPr>
          <w:b/>
        </w:rPr>
        <w:t>nyilvános ülés</w:t>
      </w:r>
      <w:r w:rsidRPr="001E0EC1">
        <w:t xml:space="preserve"> keretében, az Mötv. 50. § rendelkezései alapján - figyelemmel a KT. SzMSz 59. §-</w:t>
      </w:r>
      <w:proofErr w:type="spellStart"/>
      <w:r w:rsidRPr="001E0EC1">
        <w:t>ában</w:t>
      </w:r>
      <w:proofErr w:type="spellEnd"/>
      <w:r w:rsidRPr="001E0EC1">
        <w:t xml:space="preserve"> foglalt rendelkezésekre - </w:t>
      </w:r>
      <w:r w:rsidRPr="001E0EC1">
        <w:rPr>
          <w:b/>
        </w:rPr>
        <w:t>egyszerű többségű</w:t>
      </w:r>
      <w:r w:rsidRPr="001E0EC1">
        <w:t xml:space="preserve"> szavazati arányt igényel.</w:t>
      </w:r>
    </w:p>
    <w:p w14:paraId="359330AC" w14:textId="77777777" w:rsidR="00D00DC8" w:rsidRPr="001E0EC1" w:rsidRDefault="00D00DC8" w:rsidP="00650777">
      <w:pPr>
        <w:jc w:val="both"/>
        <w:rPr>
          <w:i/>
          <w:noProof/>
        </w:rPr>
      </w:pPr>
    </w:p>
    <w:p w14:paraId="6ABF14F7" w14:textId="75457440" w:rsidR="00D00DC8" w:rsidRPr="001E0EC1" w:rsidRDefault="00D00DC8" w:rsidP="00D00DC8">
      <w:pPr>
        <w:jc w:val="both"/>
      </w:pPr>
      <w:r w:rsidRPr="001E0EC1">
        <w:t>Kérem a Tisztelt Képviselő-testületet, hogy a döntés</w:t>
      </w:r>
      <w:r w:rsidR="001E0EC1">
        <w:t>é</w:t>
      </w:r>
      <w:r w:rsidRPr="001E0EC1">
        <w:t>t meghozni szíveskedjen.</w:t>
      </w:r>
    </w:p>
    <w:p w14:paraId="3F9449CE" w14:textId="77777777" w:rsidR="00D00DC8" w:rsidRPr="001E0EC1" w:rsidRDefault="00D00DC8" w:rsidP="00650777">
      <w:pPr>
        <w:jc w:val="both"/>
        <w:rPr>
          <w:i/>
        </w:rPr>
      </w:pPr>
    </w:p>
    <w:p w14:paraId="36E04A44" w14:textId="6788CFF1" w:rsidR="008F6E49" w:rsidRPr="001E0EC1" w:rsidRDefault="00A24CF0" w:rsidP="0049015D">
      <w:pPr>
        <w:jc w:val="both"/>
      </w:pPr>
      <w:r w:rsidRPr="001E0EC1">
        <w:t xml:space="preserve">Cegléd, </w:t>
      </w:r>
      <w:r w:rsidR="005C1F41" w:rsidRPr="001E0EC1">
        <w:t xml:space="preserve">2025. január </w:t>
      </w:r>
      <w:r w:rsidR="001E0EC1">
        <w:t>31</w:t>
      </w:r>
      <w:r w:rsidR="005C1F41" w:rsidRPr="001E0EC1">
        <w:t>.</w:t>
      </w:r>
    </w:p>
    <w:p w14:paraId="5BAA84D4" w14:textId="77777777" w:rsidR="00AD5BCC" w:rsidRDefault="00AD5BCC" w:rsidP="001E0EC1">
      <w:pPr>
        <w:tabs>
          <w:tab w:val="left" w:pos="6480"/>
        </w:tabs>
        <w:ind w:left="4248"/>
      </w:pPr>
    </w:p>
    <w:p w14:paraId="719A13D3" w14:textId="77777777" w:rsidR="00AD5BCC" w:rsidRDefault="00AD5BCC" w:rsidP="001E0EC1">
      <w:pPr>
        <w:tabs>
          <w:tab w:val="left" w:pos="6480"/>
        </w:tabs>
        <w:ind w:left="4248"/>
      </w:pPr>
    </w:p>
    <w:p w14:paraId="34693A0B" w14:textId="3EF77166" w:rsidR="00C134D5" w:rsidRDefault="00A30D38" w:rsidP="00AD5BCC">
      <w:pPr>
        <w:tabs>
          <w:tab w:val="left" w:pos="6480"/>
        </w:tabs>
        <w:ind w:left="4963"/>
        <w:jc w:val="center"/>
      </w:pPr>
      <w:r w:rsidRPr="001E0EC1">
        <w:t>Dr. Csáky András</w:t>
      </w:r>
      <w:r w:rsidR="001E0EC1">
        <w:t xml:space="preserve"> </w:t>
      </w:r>
      <w:r w:rsidR="006642BB" w:rsidRPr="001E0EC1">
        <w:t>p</w:t>
      </w:r>
      <w:r w:rsidR="00A24CF0" w:rsidRPr="001E0EC1">
        <w:t>olgármester</w:t>
      </w:r>
    </w:p>
    <w:p w14:paraId="35C637B0" w14:textId="1053286B" w:rsidR="00AD5BCC" w:rsidRDefault="00AD5BCC" w:rsidP="00AD5BCC">
      <w:pPr>
        <w:tabs>
          <w:tab w:val="left" w:pos="6480"/>
        </w:tabs>
        <w:ind w:left="4963"/>
        <w:jc w:val="center"/>
      </w:pPr>
    </w:p>
    <w:p w14:paraId="61423D4D" w14:textId="4536A829" w:rsidR="00AD5BCC" w:rsidRDefault="00AD5BCC" w:rsidP="00AD5BCC">
      <w:pPr>
        <w:tabs>
          <w:tab w:val="left" w:pos="6480"/>
        </w:tabs>
        <w:ind w:left="4963"/>
        <w:jc w:val="center"/>
      </w:pPr>
    </w:p>
    <w:p w14:paraId="5CDE0A07" w14:textId="4D33A647" w:rsidR="00AD5BCC" w:rsidRDefault="00AD5BCC" w:rsidP="00AD5BCC">
      <w:pPr>
        <w:tabs>
          <w:tab w:val="left" w:pos="6480"/>
        </w:tabs>
        <w:ind w:left="4963"/>
        <w:jc w:val="center"/>
      </w:pPr>
    </w:p>
    <w:p w14:paraId="517ED5AC" w14:textId="77777777" w:rsidR="00AD5BCC" w:rsidRPr="001E0EC1" w:rsidRDefault="00AD5BCC" w:rsidP="00AD5BCC">
      <w:pPr>
        <w:tabs>
          <w:tab w:val="left" w:pos="6480"/>
        </w:tabs>
        <w:ind w:left="4963"/>
        <w:jc w:val="center"/>
      </w:pPr>
    </w:p>
    <w:p w14:paraId="29B4DD90" w14:textId="6D73F8B0" w:rsidR="002379B6" w:rsidRPr="006B78BC" w:rsidRDefault="006B78BC" w:rsidP="006B78BC">
      <w:pPr>
        <w:tabs>
          <w:tab w:val="left" w:pos="3529"/>
        </w:tabs>
        <w:rPr>
          <w:b/>
        </w:rPr>
      </w:pPr>
      <w:r>
        <w:rPr>
          <w:b/>
        </w:rPr>
        <w:tab/>
      </w:r>
      <w:r w:rsidR="002379B6" w:rsidRPr="006B78BC">
        <w:rPr>
          <w:b/>
        </w:rPr>
        <w:t>Határozati javaslat</w:t>
      </w:r>
    </w:p>
    <w:p w14:paraId="1AA4B0C9" w14:textId="77777777" w:rsidR="002379B6" w:rsidRPr="006B78BC" w:rsidRDefault="002379B6" w:rsidP="002379B6">
      <w:pPr>
        <w:jc w:val="both"/>
        <w:rPr>
          <w:b/>
        </w:rPr>
      </w:pPr>
    </w:p>
    <w:p w14:paraId="3B1ECFD5" w14:textId="77777777" w:rsidR="002379B6" w:rsidRPr="001E0EC1" w:rsidRDefault="002379B6" w:rsidP="002379B6">
      <w:pPr>
        <w:jc w:val="both"/>
      </w:pPr>
      <w:r w:rsidRPr="001E0EC1">
        <w:rPr>
          <w:b/>
        </w:rPr>
        <w:t>Cegléd Város Önkormányzatának Képviselő-testülete</w:t>
      </w:r>
    </w:p>
    <w:p w14:paraId="2817FCCA" w14:textId="77777777" w:rsidR="002379B6" w:rsidRPr="001E0EC1" w:rsidRDefault="002379B6" w:rsidP="00BF7798">
      <w:pPr>
        <w:rPr>
          <w:b/>
        </w:rPr>
      </w:pPr>
    </w:p>
    <w:p w14:paraId="3B49A621" w14:textId="2438C2BE" w:rsidR="0001040D" w:rsidRPr="001E0EC1" w:rsidRDefault="002379B6" w:rsidP="00AD5BCC">
      <w:pPr>
        <w:ind w:left="284" w:hanging="284"/>
        <w:jc w:val="both"/>
      </w:pPr>
      <w:r w:rsidRPr="001E0EC1">
        <w:t xml:space="preserve">1. </w:t>
      </w:r>
      <w:r w:rsidR="009533F1" w:rsidRPr="001E0EC1">
        <w:t>202</w:t>
      </w:r>
      <w:r w:rsidR="00D37242" w:rsidRPr="001E0EC1">
        <w:t>5</w:t>
      </w:r>
      <w:r w:rsidR="0001040D" w:rsidRPr="001E0EC1">
        <w:t>. évre a külterületen lévő termőföldek, a belterületen lévő mezőgazdasági célra bérbe adott területek és a más megnevezésű beépítetlen területek minimális bérleti díját változatlanul a</w:t>
      </w:r>
      <w:r w:rsidR="00A13C07" w:rsidRPr="001E0EC1">
        <w:t>z 59/2023.</w:t>
      </w:r>
      <w:r w:rsidR="0001040D" w:rsidRPr="001E0EC1">
        <w:t>(I</w:t>
      </w:r>
      <w:r w:rsidR="00A13C07" w:rsidRPr="001E0EC1">
        <w:t>I</w:t>
      </w:r>
      <w:r w:rsidR="0001040D" w:rsidRPr="001E0EC1">
        <w:t>.</w:t>
      </w:r>
      <w:r w:rsidR="00A13C07" w:rsidRPr="001E0EC1">
        <w:t>15</w:t>
      </w:r>
      <w:r w:rsidR="0001040D" w:rsidRPr="001E0EC1">
        <w:t xml:space="preserve">.) </w:t>
      </w:r>
      <w:r w:rsidR="00D37242" w:rsidRPr="001E0EC1">
        <w:t xml:space="preserve">és a </w:t>
      </w:r>
      <w:r w:rsidR="00B14AD9" w:rsidRPr="001E0EC1">
        <w:t xml:space="preserve">62/2024.(II.15.) </w:t>
      </w:r>
      <w:proofErr w:type="spellStart"/>
      <w:r w:rsidR="0001040D" w:rsidRPr="001E0EC1">
        <w:t>Ök</w:t>
      </w:r>
      <w:proofErr w:type="spellEnd"/>
      <w:r w:rsidR="0001040D" w:rsidRPr="001E0EC1">
        <w:t>. határozatban foglaltak szerint állapít</w:t>
      </w:r>
      <w:r w:rsidR="00650777" w:rsidRPr="001E0EC1">
        <w:t>ja meg</w:t>
      </w:r>
      <w:r w:rsidR="005E7CC1" w:rsidRPr="001E0EC1">
        <w:t>,</w:t>
      </w:r>
    </w:p>
    <w:p w14:paraId="1377042D" w14:textId="33E57A79" w:rsidR="00E83C5A" w:rsidRPr="001E0EC1" w:rsidRDefault="002379B6" w:rsidP="00AD5BCC">
      <w:pPr>
        <w:suppressAutoHyphens/>
        <w:ind w:left="284" w:hanging="284"/>
        <w:jc w:val="both"/>
      </w:pPr>
      <w:r w:rsidRPr="001E0EC1">
        <w:t xml:space="preserve">2. </w:t>
      </w:r>
      <w:r w:rsidR="005E7CC1" w:rsidRPr="001E0EC1">
        <w:t>u</w:t>
      </w:r>
      <w:r w:rsidR="00650777" w:rsidRPr="001E0EC1">
        <w:t>tasítja</w:t>
      </w:r>
      <w:r w:rsidR="001346F7" w:rsidRPr="001E0EC1">
        <w:t xml:space="preserve"> a VÁRVAG Nonprofit Kft-t a szükséges intézkedések megtételére</w:t>
      </w:r>
      <w:r w:rsidR="00F87555" w:rsidRPr="001E0EC1">
        <w:t>.</w:t>
      </w:r>
    </w:p>
    <w:p w14:paraId="57E7F110" w14:textId="77777777" w:rsidR="0086717F" w:rsidRPr="001E0EC1" w:rsidRDefault="0086717F" w:rsidP="00AE3942">
      <w:pPr>
        <w:suppressAutoHyphens/>
        <w:jc w:val="center"/>
      </w:pPr>
    </w:p>
    <w:p w14:paraId="7817CDEC" w14:textId="77777777" w:rsidR="00A20CF9" w:rsidRPr="001E0EC1" w:rsidRDefault="00A20CF9" w:rsidP="00A20CF9">
      <w:pPr>
        <w:tabs>
          <w:tab w:val="right" w:pos="9356"/>
        </w:tabs>
        <w:jc w:val="both"/>
      </w:pPr>
      <w:r w:rsidRPr="001E0EC1">
        <w:rPr>
          <w:b/>
          <w:u w:val="single"/>
        </w:rPr>
        <w:t>Határidő:</w:t>
      </w:r>
      <w:r w:rsidRPr="001E0EC1">
        <w:t xml:space="preserve"> azonnal</w:t>
      </w:r>
      <w:r w:rsidRPr="001E0EC1">
        <w:tab/>
      </w:r>
      <w:proofErr w:type="gramStart"/>
      <w:r w:rsidRPr="001E0EC1">
        <w:rPr>
          <w:b/>
          <w:u w:val="single"/>
        </w:rPr>
        <w:t>Felelős:</w:t>
      </w:r>
      <w:r w:rsidRPr="001E0EC1">
        <w:t xml:space="preserve">   </w:t>
      </w:r>
      <w:proofErr w:type="gramEnd"/>
      <w:r w:rsidRPr="001E0EC1">
        <w:t>Dr. Csáky András polgármester</w:t>
      </w:r>
    </w:p>
    <w:p w14:paraId="4443D224" w14:textId="57EB703B" w:rsidR="00A20CF9" w:rsidRPr="001E0EC1" w:rsidRDefault="00A20CF9" w:rsidP="00A20CF9">
      <w:pPr>
        <w:jc w:val="both"/>
        <w:rPr>
          <w:b/>
        </w:rPr>
      </w:pPr>
    </w:p>
    <w:p w14:paraId="7E3D5DBF" w14:textId="77777777" w:rsidR="00E91A3B" w:rsidRPr="001E0EC1" w:rsidRDefault="00E91A3B" w:rsidP="00A20CF9">
      <w:pPr>
        <w:jc w:val="both"/>
        <w:rPr>
          <w:b/>
        </w:rPr>
      </w:pPr>
    </w:p>
    <w:p w14:paraId="78E18F35" w14:textId="77777777" w:rsidR="00A20CF9" w:rsidRPr="001E0EC1" w:rsidRDefault="00A20CF9" w:rsidP="00A20CF9">
      <w:pPr>
        <w:jc w:val="both"/>
        <w:rPr>
          <w:b/>
        </w:rPr>
      </w:pPr>
      <w:r w:rsidRPr="001E0EC1">
        <w:rPr>
          <w:b/>
        </w:rPr>
        <w:t>A határozatot kapják:</w:t>
      </w:r>
    </w:p>
    <w:p w14:paraId="003FE62F" w14:textId="2C2B8C63" w:rsidR="00A20CF9" w:rsidRPr="001E0EC1" w:rsidRDefault="00A20CF9" w:rsidP="00A20CF9">
      <w:pPr>
        <w:jc w:val="both"/>
      </w:pPr>
      <w:r w:rsidRPr="001E0EC1">
        <w:t>1. VÁRVAG Nonprofit Kft. Mótyán Krisztián ügyvezető</w:t>
      </w:r>
    </w:p>
    <w:p w14:paraId="2E6E4B5A" w14:textId="77777777" w:rsidR="00A20CF9" w:rsidRPr="001E0EC1" w:rsidRDefault="00A20CF9" w:rsidP="00A20CF9">
      <w:pPr>
        <w:jc w:val="both"/>
      </w:pPr>
      <w:r w:rsidRPr="001E0EC1">
        <w:t>2. Ceglédi Közös Önkormányzati Hivatal (vagyonkataszter)</w:t>
      </w:r>
    </w:p>
    <w:p w14:paraId="584D90F7" w14:textId="1DB57E05" w:rsidR="002379B6" w:rsidRPr="001E0EC1" w:rsidRDefault="002379B6" w:rsidP="00A20CF9">
      <w:pPr>
        <w:jc w:val="both"/>
      </w:pPr>
      <w:r w:rsidRPr="001E0EC1">
        <w:t xml:space="preserve">3. Ceglédi Közös Önkormányzati Hivatal </w:t>
      </w:r>
      <w:r w:rsidR="00773032" w:rsidRPr="001E0EC1">
        <w:t>(térinformatika)</w:t>
      </w:r>
    </w:p>
    <w:p w14:paraId="56B0474D" w14:textId="7BF7D71D" w:rsidR="005E7CC1" w:rsidRPr="001E0EC1" w:rsidRDefault="005E7CC1" w:rsidP="00A20CF9">
      <w:pPr>
        <w:jc w:val="both"/>
      </w:pPr>
      <w:r w:rsidRPr="001E0EC1">
        <w:t>4. Irattár</w:t>
      </w:r>
    </w:p>
    <w:p w14:paraId="32BF30B8" w14:textId="09D80633" w:rsidR="00A20CF9" w:rsidRDefault="00A20CF9" w:rsidP="00A20CF9">
      <w:pPr>
        <w:jc w:val="both"/>
      </w:pPr>
    </w:p>
    <w:p w14:paraId="3F72766B" w14:textId="2535C0F0" w:rsidR="00AD5BCC" w:rsidRDefault="00AD5BCC" w:rsidP="00A20CF9">
      <w:pPr>
        <w:jc w:val="both"/>
      </w:pPr>
    </w:p>
    <w:p w14:paraId="1A377767" w14:textId="77777777" w:rsidR="00AD5BCC" w:rsidRPr="001E0EC1" w:rsidRDefault="00AD5BCC" w:rsidP="00A20CF9">
      <w:pPr>
        <w:jc w:val="both"/>
      </w:pPr>
    </w:p>
    <w:p w14:paraId="6BBCC647" w14:textId="77777777" w:rsidR="00A20CF9" w:rsidRPr="001E0EC1" w:rsidRDefault="00A20CF9" w:rsidP="00A20CF9">
      <w:pPr>
        <w:jc w:val="both"/>
        <w:rPr>
          <w:b/>
          <w:u w:val="single"/>
        </w:rPr>
      </w:pPr>
      <w:r w:rsidRPr="001E0EC1">
        <w:rPr>
          <w:b/>
          <w:u w:val="single"/>
        </w:rPr>
        <w:t>Látta</w:t>
      </w:r>
      <w:r w:rsidR="00BD5172" w:rsidRPr="001E0EC1">
        <w:rPr>
          <w:b/>
          <w:u w:val="single"/>
        </w:rPr>
        <w:t>m</w:t>
      </w:r>
      <w:r w:rsidRPr="001E0EC1">
        <w:rPr>
          <w:b/>
          <w:u w:val="single"/>
        </w:rPr>
        <w:t>:</w:t>
      </w:r>
    </w:p>
    <w:p w14:paraId="77232A0C" w14:textId="77777777" w:rsidR="00E91A3B" w:rsidRPr="001E0EC1" w:rsidRDefault="00A20CF9" w:rsidP="006B78BC">
      <w:pPr>
        <w:jc w:val="both"/>
      </w:pPr>
      <w:r w:rsidRPr="001E0EC1">
        <w:tab/>
        <w:t xml:space="preserve">     </w:t>
      </w:r>
    </w:p>
    <w:p w14:paraId="7512C28B" w14:textId="57704C37" w:rsidR="00E91A3B" w:rsidRDefault="00E91A3B" w:rsidP="006B78BC">
      <w:pPr>
        <w:jc w:val="both"/>
      </w:pPr>
    </w:p>
    <w:p w14:paraId="0A28B480" w14:textId="77777777" w:rsidR="001E0EC1" w:rsidRPr="001E0EC1" w:rsidRDefault="001E0EC1" w:rsidP="006B78BC">
      <w:pPr>
        <w:jc w:val="both"/>
      </w:pPr>
    </w:p>
    <w:p w14:paraId="7A96CC1E" w14:textId="77777777" w:rsidR="00E91A3B" w:rsidRPr="001E0EC1" w:rsidRDefault="00A20CF9" w:rsidP="006B78BC">
      <w:pPr>
        <w:jc w:val="both"/>
      </w:pPr>
      <w:r w:rsidRPr="001E0EC1">
        <w:t>Dr. Diósgyőri Gitta</w:t>
      </w:r>
      <w:r w:rsidR="006B78BC" w:rsidRPr="001E0EC1">
        <w:t xml:space="preserve"> </w:t>
      </w:r>
    </w:p>
    <w:p w14:paraId="440F7DEA" w14:textId="6BBE3226" w:rsidR="00D9318B" w:rsidRPr="001E0EC1" w:rsidRDefault="00A20CF9" w:rsidP="006B78BC">
      <w:pPr>
        <w:jc w:val="both"/>
      </w:pPr>
      <w:r w:rsidRPr="001E0EC1">
        <w:t>címzetes főjegyző</w:t>
      </w:r>
    </w:p>
    <w:sectPr w:rsidR="00D9318B" w:rsidRPr="001E0EC1" w:rsidSect="004B49A2">
      <w:footerReference w:type="default" r:id="rId10"/>
      <w:pgSz w:w="11906" w:h="16838"/>
      <w:pgMar w:top="1418" w:right="1133" w:bottom="1701" w:left="136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7FC98" w14:textId="77777777" w:rsidR="00954B4A" w:rsidRDefault="00954B4A">
      <w:r>
        <w:separator/>
      </w:r>
    </w:p>
  </w:endnote>
  <w:endnote w:type="continuationSeparator" w:id="0">
    <w:p w14:paraId="68191F92" w14:textId="77777777" w:rsidR="00954B4A" w:rsidRDefault="0095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F740B" w14:textId="77777777" w:rsidR="006F7BEB" w:rsidRDefault="006F7BEB" w:rsidP="00527126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04FDE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04FDE"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D1258" w14:textId="77777777" w:rsidR="00954B4A" w:rsidRDefault="00954B4A">
      <w:r>
        <w:separator/>
      </w:r>
    </w:p>
  </w:footnote>
  <w:footnote w:type="continuationSeparator" w:id="0">
    <w:p w14:paraId="0764E183" w14:textId="77777777" w:rsidR="00954B4A" w:rsidRDefault="00954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B33E0"/>
    <w:multiLevelType w:val="hybridMultilevel"/>
    <w:tmpl w:val="8E5619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D4249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18"/>
  </w:num>
  <w:num w:numId="8">
    <w:abstractNumId w:val="22"/>
  </w:num>
  <w:num w:numId="9">
    <w:abstractNumId w:val="9"/>
  </w:num>
  <w:num w:numId="10">
    <w:abstractNumId w:val="6"/>
  </w:num>
  <w:num w:numId="11">
    <w:abstractNumId w:val="13"/>
  </w:num>
  <w:num w:numId="12">
    <w:abstractNumId w:val="20"/>
  </w:num>
  <w:num w:numId="13">
    <w:abstractNumId w:val="10"/>
  </w:num>
  <w:num w:numId="14">
    <w:abstractNumId w:val="25"/>
  </w:num>
  <w:num w:numId="15">
    <w:abstractNumId w:val="24"/>
  </w:num>
  <w:num w:numId="16">
    <w:abstractNumId w:val="8"/>
  </w:num>
  <w:num w:numId="17">
    <w:abstractNumId w:val="17"/>
  </w:num>
  <w:num w:numId="18">
    <w:abstractNumId w:val="3"/>
  </w:num>
  <w:num w:numId="19">
    <w:abstractNumId w:val="11"/>
  </w:num>
  <w:num w:numId="20">
    <w:abstractNumId w:val="5"/>
  </w:num>
  <w:num w:numId="21">
    <w:abstractNumId w:val="2"/>
  </w:num>
  <w:num w:numId="22">
    <w:abstractNumId w:val="15"/>
  </w:num>
  <w:num w:numId="23">
    <w:abstractNumId w:val="14"/>
  </w:num>
  <w:num w:numId="24">
    <w:abstractNumId w:val="4"/>
  </w:num>
  <w:num w:numId="25">
    <w:abstractNumId w:val="16"/>
  </w:num>
  <w:num w:numId="26">
    <w:abstractNumId w:val="23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1040D"/>
    <w:rsid w:val="00010B28"/>
    <w:rsid w:val="000124B7"/>
    <w:rsid w:val="000146A7"/>
    <w:rsid w:val="00017331"/>
    <w:rsid w:val="000210E9"/>
    <w:rsid w:val="0002357F"/>
    <w:rsid w:val="00026F8D"/>
    <w:rsid w:val="00030171"/>
    <w:rsid w:val="00030C58"/>
    <w:rsid w:val="000311A7"/>
    <w:rsid w:val="000441A8"/>
    <w:rsid w:val="0005087B"/>
    <w:rsid w:val="000513D2"/>
    <w:rsid w:val="000534D6"/>
    <w:rsid w:val="000567F5"/>
    <w:rsid w:val="00057772"/>
    <w:rsid w:val="00057916"/>
    <w:rsid w:val="00064345"/>
    <w:rsid w:val="0006463F"/>
    <w:rsid w:val="0007288D"/>
    <w:rsid w:val="00077FD9"/>
    <w:rsid w:val="00081EE5"/>
    <w:rsid w:val="000927F9"/>
    <w:rsid w:val="00095B51"/>
    <w:rsid w:val="000960ED"/>
    <w:rsid w:val="00097F92"/>
    <w:rsid w:val="000A0725"/>
    <w:rsid w:val="000A0C38"/>
    <w:rsid w:val="000A12F0"/>
    <w:rsid w:val="000A70D1"/>
    <w:rsid w:val="000B7B1B"/>
    <w:rsid w:val="000C1E54"/>
    <w:rsid w:val="000C5602"/>
    <w:rsid w:val="000E49C5"/>
    <w:rsid w:val="000F07DC"/>
    <w:rsid w:val="000F28C1"/>
    <w:rsid w:val="000F3089"/>
    <w:rsid w:val="000F39CD"/>
    <w:rsid w:val="000F5E86"/>
    <w:rsid w:val="001011E8"/>
    <w:rsid w:val="00101586"/>
    <w:rsid w:val="0010277D"/>
    <w:rsid w:val="001051D1"/>
    <w:rsid w:val="00105764"/>
    <w:rsid w:val="0011059F"/>
    <w:rsid w:val="00113848"/>
    <w:rsid w:val="0011593B"/>
    <w:rsid w:val="00117554"/>
    <w:rsid w:val="00123A63"/>
    <w:rsid w:val="001324CA"/>
    <w:rsid w:val="001328EC"/>
    <w:rsid w:val="00133B43"/>
    <w:rsid w:val="001346F7"/>
    <w:rsid w:val="00143DB0"/>
    <w:rsid w:val="001471B5"/>
    <w:rsid w:val="0015123C"/>
    <w:rsid w:val="00154027"/>
    <w:rsid w:val="0015443C"/>
    <w:rsid w:val="0015448B"/>
    <w:rsid w:val="0015462A"/>
    <w:rsid w:val="00171542"/>
    <w:rsid w:val="00175161"/>
    <w:rsid w:val="00184458"/>
    <w:rsid w:val="0018554B"/>
    <w:rsid w:val="00185EB5"/>
    <w:rsid w:val="00193733"/>
    <w:rsid w:val="001956A8"/>
    <w:rsid w:val="001979A6"/>
    <w:rsid w:val="001A2E6A"/>
    <w:rsid w:val="001A64CB"/>
    <w:rsid w:val="001B58AB"/>
    <w:rsid w:val="001B6F03"/>
    <w:rsid w:val="001B7DEA"/>
    <w:rsid w:val="001C0A2D"/>
    <w:rsid w:val="001C2C0F"/>
    <w:rsid w:val="001C76AB"/>
    <w:rsid w:val="001D0221"/>
    <w:rsid w:val="001E0EC1"/>
    <w:rsid w:val="001E5026"/>
    <w:rsid w:val="001F1710"/>
    <w:rsid w:val="001F3DB4"/>
    <w:rsid w:val="001F44F5"/>
    <w:rsid w:val="001F5E91"/>
    <w:rsid w:val="002020FF"/>
    <w:rsid w:val="00210567"/>
    <w:rsid w:val="00210C72"/>
    <w:rsid w:val="0021316F"/>
    <w:rsid w:val="00217E04"/>
    <w:rsid w:val="002214B2"/>
    <w:rsid w:val="00222EC7"/>
    <w:rsid w:val="00222FC7"/>
    <w:rsid w:val="00224677"/>
    <w:rsid w:val="0022499B"/>
    <w:rsid w:val="0023451B"/>
    <w:rsid w:val="00234876"/>
    <w:rsid w:val="002379B6"/>
    <w:rsid w:val="00241319"/>
    <w:rsid w:val="00247812"/>
    <w:rsid w:val="00247BEA"/>
    <w:rsid w:val="00256534"/>
    <w:rsid w:val="002626A9"/>
    <w:rsid w:val="00262D41"/>
    <w:rsid w:val="0026438E"/>
    <w:rsid w:val="0026538D"/>
    <w:rsid w:val="0028622D"/>
    <w:rsid w:val="002921BA"/>
    <w:rsid w:val="002A69F6"/>
    <w:rsid w:val="002A7AF3"/>
    <w:rsid w:val="002B3AC5"/>
    <w:rsid w:val="002B507B"/>
    <w:rsid w:val="002B7C67"/>
    <w:rsid w:val="002C1F66"/>
    <w:rsid w:val="002D222B"/>
    <w:rsid w:val="002D5F71"/>
    <w:rsid w:val="002D700A"/>
    <w:rsid w:val="002D71AE"/>
    <w:rsid w:val="002E2BD4"/>
    <w:rsid w:val="002E4D0F"/>
    <w:rsid w:val="002E4F58"/>
    <w:rsid w:val="002E5E24"/>
    <w:rsid w:val="002F1C60"/>
    <w:rsid w:val="002F5401"/>
    <w:rsid w:val="00302874"/>
    <w:rsid w:val="003149FE"/>
    <w:rsid w:val="003151CA"/>
    <w:rsid w:val="003158C5"/>
    <w:rsid w:val="00315D49"/>
    <w:rsid w:val="00320FA8"/>
    <w:rsid w:val="0032217B"/>
    <w:rsid w:val="00324A04"/>
    <w:rsid w:val="00327326"/>
    <w:rsid w:val="00332635"/>
    <w:rsid w:val="00332927"/>
    <w:rsid w:val="00333BF5"/>
    <w:rsid w:val="0034669F"/>
    <w:rsid w:val="003473DC"/>
    <w:rsid w:val="00347A64"/>
    <w:rsid w:val="00354025"/>
    <w:rsid w:val="0035554A"/>
    <w:rsid w:val="003557C9"/>
    <w:rsid w:val="0036126A"/>
    <w:rsid w:val="00362A18"/>
    <w:rsid w:val="00367310"/>
    <w:rsid w:val="003675EF"/>
    <w:rsid w:val="00377BE8"/>
    <w:rsid w:val="0038047C"/>
    <w:rsid w:val="00380B9B"/>
    <w:rsid w:val="00384C36"/>
    <w:rsid w:val="0038520E"/>
    <w:rsid w:val="003863E0"/>
    <w:rsid w:val="00390C48"/>
    <w:rsid w:val="003A0996"/>
    <w:rsid w:val="003A4B43"/>
    <w:rsid w:val="003C646E"/>
    <w:rsid w:val="003D222F"/>
    <w:rsid w:val="003D408D"/>
    <w:rsid w:val="003E0A37"/>
    <w:rsid w:val="003E0AAE"/>
    <w:rsid w:val="003E5406"/>
    <w:rsid w:val="003E6A2F"/>
    <w:rsid w:val="003F037A"/>
    <w:rsid w:val="003F0703"/>
    <w:rsid w:val="003F5C69"/>
    <w:rsid w:val="004005A8"/>
    <w:rsid w:val="00402CE3"/>
    <w:rsid w:val="00405C0C"/>
    <w:rsid w:val="00405F4D"/>
    <w:rsid w:val="004065D2"/>
    <w:rsid w:val="00407044"/>
    <w:rsid w:val="00412A2C"/>
    <w:rsid w:val="00414BF4"/>
    <w:rsid w:val="00424282"/>
    <w:rsid w:val="00424791"/>
    <w:rsid w:val="004267D6"/>
    <w:rsid w:val="00431934"/>
    <w:rsid w:val="00431964"/>
    <w:rsid w:val="00431D8A"/>
    <w:rsid w:val="00433A96"/>
    <w:rsid w:val="004407E9"/>
    <w:rsid w:val="004429C6"/>
    <w:rsid w:val="00452D6F"/>
    <w:rsid w:val="00454886"/>
    <w:rsid w:val="00455CDD"/>
    <w:rsid w:val="00457132"/>
    <w:rsid w:val="00457FB8"/>
    <w:rsid w:val="004631EA"/>
    <w:rsid w:val="004813B4"/>
    <w:rsid w:val="00483E86"/>
    <w:rsid w:val="00485911"/>
    <w:rsid w:val="00487369"/>
    <w:rsid w:val="0049015D"/>
    <w:rsid w:val="004921D9"/>
    <w:rsid w:val="00492833"/>
    <w:rsid w:val="00496479"/>
    <w:rsid w:val="004978D1"/>
    <w:rsid w:val="004A2728"/>
    <w:rsid w:val="004A3B69"/>
    <w:rsid w:val="004B28F2"/>
    <w:rsid w:val="004B2D3E"/>
    <w:rsid w:val="004B2FAA"/>
    <w:rsid w:val="004B47AB"/>
    <w:rsid w:val="004B49A2"/>
    <w:rsid w:val="004B7085"/>
    <w:rsid w:val="004C3BF5"/>
    <w:rsid w:val="004D0FD7"/>
    <w:rsid w:val="004D6F41"/>
    <w:rsid w:val="004E0C62"/>
    <w:rsid w:val="004F44D7"/>
    <w:rsid w:val="004F69C3"/>
    <w:rsid w:val="004F7737"/>
    <w:rsid w:val="004F7A42"/>
    <w:rsid w:val="00503719"/>
    <w:rsid w:val="0051034E"/>
    <w:rsid w:val="00516249"/>
    <w:rsid w:val="005200F5"/>
    <w:rsid w:val="00527126"/>
    <w:rsid w:val="005321A9"/>
    <w:rsid w:val="00533C2A"/>
    <w:rsid w:val="0054047D"/>
    <w:rsid w:val="00541F83"/>
    <w:rsid w:val="005445AE"/>
    <w:rsid w:val="00545D85"/>
    <w:rsid w:val="00545EA2"/>
    <w:rsid w:val="005460EE"/>
    <w:rsid w:val="00546445"/>
    <w:rsid w:val="005478E8"/>
    <w:rsid w:val="00551A92"/>
    <w:rsid w:val="00555E20"/>
    <w:rsid w:val="00561767"/>
    <w:rsid w:val="00561B4C"/>
    <w:rsid w:val="00561BC3"/>
    <w:rsid w:val="0056648F"/>
    <w:rsid w:val="00566FF5"/>
    <w:rsid w:val="005701AB"/>
    <w:rsid w:val="00577D43"/>
    <w:rsid w:val="0058045F"/>
    <w:rsid w:val="00590B7A"/>
    <w:rsid w:val="00591C57"/>
    <w:rsid w:val="00592B6C"/>
    <w:rsid w:val="00592B81"/>
    <w:rsid w:val="00593268"/>
    <w:rsid w:val="0059550B"/>
    <w:rsid w:val="005962BD"/>
    <w:rsid w:val="005A1FC2"/>
    <w:rsid w:val="005A37FB"/>
    <w:rsid w:val="005B049D"/>
    <w:rsid w:val="005B18B9"/>
    <w:rsid w:val="005B18C0"/>
    <w:rsid w:val="005B2660"/>
    <w:rsid w:val="005C1002"/>
    <w:rsid w:val="005C1050"/>
    <w:rsid w:val="005C1128"/>
    <w:rsid w:val="005C1D65"/>
    <w:rsid w:val="005C1F41"/>
    <w:rsid w:val="005D1B8A"/>
    <w:rsid w:val="005D4571"/>
    <w:rsid w:val="005E0EAD"/>
    <w:rsid w:val="005E3E45"/>
    <w:rsid w:val="005E7CC1"/>
    <w:rsid w:val="005F1F30"/>
    <w:rsid w:val="005F4EF1"/>
    <w:rsid w:val="005F55F9"/>
    <w:rsid w:val="005F5846"/>
    <w:rsid w:val="00600EE2"/>
    <w:rsid w:val="00601D73"/>
    <w:rsid w:val="00610D10"/>
    <w:rsid w:val="006155C2"/>
    <w:rsid w:val="00623E8B"/>
    <w:rsid w:val="00623FA6"/>
    <w:rsid w:val="006261F1"/>
    <w:rsid w:val="00630974"/>
    <w:rsid w:val="00630D0B"/>
    <w:rsid w:val="00632175"/>
    <w:rsid w:val="00632FAA"/>
    <w:rsid w:val="00635A78"/>
    <w:rsid w:val="006371E4"/>
    <w:rsid w:val="00650777"/>
    <w:rsid w:val="006553C7"/>
    <w:rsid w:val="006566D2"/>
    <w:rsid w:val="006630E0"/>
    <w:rsid w:val="006642BB"/>
    <w:rsid w:val="00666124"/>
    <w:rsid w:val="006661E6"/>
    <w:rsid w:val="00666616"/>
    <w:rsid w:val="00671380"/>
    <w:rsid w:val="00672BFC"/>
    <w:rsid w:val="00680C7D"/>
    <w:rsid w:val="00681F67"/>
    <w:rsid w:val="00684778"/>
    <w:rsid w:val="00691C74"/>
    <w:rsid w:val="00693242"/>
    <w:rsid w:val="00696247"/>
    <w:rsid w:val="006B0009"/>
    <w:rsid w:val="006B36E7"/>
    <w:rsid w:val="006B3B6B"/>
    <w:rsid w:val="006B78BC"/>
    <w:rsid w:val="006C1032"/>
    <w:rsid w:val="006C154F"/>
    <w:rsid w:val="006C3839"/>
    <w:rsid w:val="006C6E94"/>
    <w:rsid w:val="006E0EFB"/>
    <w:rsid w:val="006E4C13"/>
    <w:rsid w:val="006E64AC"/>
    <w:rsid w:val="006E6B25"/>
    <w:rsid w:val="006F15DB"/>
    <w:rsid w:val="006F35C2"/>
    <w:rsid w:val="006F551E"/>
    <w:rsid w:val="006F7BEB"/>
    <w:rsid w:val="006F7F8C"/>
    <w:rsid w:val="00702791"/>
    <w:rsid w:val="00712FBC"/>
    <w:rsid w:val="007209D4"/>
    <w:rsid w:val="00721F35"/>
    <w:rsid w:val="00725110"/>
    <w:rsid w:val="00725C78"/>
    <w:rsid w:val="00730ADE"/>
    <w:rsid w:val="00733497"/>
    <w:rsid w:val="00734B86"/>
    <w:rsid w:val="007365CE"/>
    <w:rsid w:val="00747EDB"/>
    <w:rsid w:val="00750CB4"/>
    <w:rsid w:val="00752DE8"/>
    <w:rsid w:val="00755383"/>
    <w:rsid w:val="00756DAC"/>
    <w:rsid w:val="0076149F"/>
    <w:rsid w:val="007616D3"/>
    <w:rsid w:val="00761AF0"/>
    <w:rsid w:val="00770566"/>
    <w:rsid w:val="00771D32"/>
    <w:rsid w:val="00772DB3"/>
    <w:rsid w:val="00773032"/>
    <w:rsid w:val="0078033E"/>
    <w:rsid w:val="00781124"/>
    <w:rsid w:val="00784218"/>
    <w:rsid w:val="00785316"/>
    <w:rsid w:val="0079659F"/>
    <w:rsid w:val="007A11E3"/>
    <w:rsid w:val="007A4484"/>
    <w:rsid w:val="007B4135"/>
    <w:rsid w:val="007C7359"/>
    <w:rsid w:val="007D095D"/>
    <w:rsid w:val="007D486E"/>
    <w:rsid w:val="007D6199"/>
    <w:rsid w:val="007E6A10"/>
    <w:rsid w:val="007E6E02"/>
    <w:rsid w:val="007F035A"/>
    <w:rsid w:val="007F4965"/>
    <w:rsid w:val="00801F1F"/>
    <w:rsid w:val="008048B4"/>
    <w:rsid w:val="008063B7"/>
    <w:rsid w:val="008135F0"/>
    <w:rsid w:val="00820591"/>
    <w:rsid w:val="0082113A"/>
    <w:rsid w:val="008305EE"/>
    <w:rsid w:val="00830B4A"/>
    <w:rsid w:val="00837F11"/>
    <w:rsid w:val="00840918"/>
    <w:rsid w:val="00841C2C"/>
    <w:rsid w:val="00842754"/>
    <w:rsid w:val="00845857"/>
    <w:rsid w:val="00851BAF"/>
    <w:rsid w:val="00853C56"/>
    <w:rsid w:val="00862CEC"/>
    <w:rsid w:val="0086717F"/>
    <w:rsid w:val="008679D2"/>
    <w:rsid w:val="00867C72"/>
    <w:rsid w:val="00871D21"/>
    <w:rsid w:val="00872021"/>
    <w:rsid w:val="00881AE1"/>
    <w:rsid w:val="00884126"/>
    <w:rsid w:val="00885F8C"/>
    <w:rsid w:val="008869E4"/>
    <w:rsid w:val="008902BB"/>
    <w:rsid w:val="00890AA5"/>
    <w:rsid w:val="00894E7D"/>
    <w:rsid w:val="008B43FF"/>
    <w:rsid w:val="008B461C"/>
    <w:rsid w:val="008B743A"/>
    <w:rsid w:val="008C2B47"/>
    <w:rsid w:val="008C67DF"/>
    <w:rsid w:val="008D11DD"/>
    <w:rsid w:val="008D17FC"/>
    <w:rsid w:val="008D1BB1"/>
    <w:rsid w:val="008D496C"/>
    <w:rsid w:val="008D5781"/>
    <w:rsid w:val="008E0FCE"/>
    <w:rsid w:val="008E2656"/>
    <w:rsid w:val="008E28D7"/>
    <w:rsid w:val="008E4D89"/>
    <w:rsid w:val="008F0E64"/>
    <w:rsid w:val="008F271D"/>
    <w:rsid w:val="008F5B20"/>
    <w:rsid w:val="008F6E49"/>
    <w:rsid w:val="009039A0"/>
    <w:rsid w:val="0090518F"/>
    <w:rsid w:val="009053F1"/>
    <w:rsid w:val="0091597C"/>
    <w:rsid w:val="0091615A"/>
    <w:rsid w:val="0091615E"/>
    <w:rsid w:val="00917324"/>
    <w:rsid w:val="009243F3"/>
    <w:rsid w:val="00930AA9"/>
    <w:rsid w:val="009343D0"/>
    <w:rsid w:val="00935947"/>
    <w:rsid w:val="00937B48"/>
    <w:rsid w:val="00941B3A"/>
    <w:rsid w:val="00945E06"/>
    <w:rsid w:val="00950FAB"/>
    <w:rsid w:val="009533F1"/>
    <w:rsid w:val="00954B4A"/>
    <w:rsid w:val="00955520"/>
    <w:rsid w:val="00960CEC"/>
    <w:rsid w:val="00961FB3"/>
    <w:rsid w:val="00962CE6"/>
    <w:rsid w:val="00964E4A"/>
    <w:rsid w:val="00966995"/>
    <w:rsid w:val="009738CE"/>
    <w:rsid w:val="009738DA"/>
    <w:rsid w:val="00973CA8"/>
    <w:rsid w:val="00974391"/>
    <w:rsid w:val="00975144"/>
    <w:rsid w:val="00977516"/>
    <w:rsid w:val="00981D83"/>
    <w:rsid w:val="00984556"/>
    <w:rsid w:val="00985403"/>
    <w:rsid w:val="00985A9C"/>
    <w:rsid w:val="009873A5"/>
    <w:rsid w:val="009875BD"/>
    <w:rsid w:val="00995E5A"/>
    <w:rsid w:val="009B2A0E"/>
    <w:rsid w:val="009B62E5"/>
    <w:rsid w:val="009C624A"/>
    <w:rsid w:val="009D4E9E"/>
    <w:rsid w:val="009D7283"/>
    <w:rsid w:val="009E0B1D"/>
    <w:rsid w:val="009E2023"/>
    <w:rsid w:val="009E2030"/>
    <w:rsid w:val="009E724C"/>
    <w:rsid w:val="009E7B88"/>
    <w:rsid w:val="00A0011C"/>
    <w:rsid w:val="00A04FDE"/>
    <w:rsid w:val="00A07B8E"/>
    <w:rsid w:val="00A13C07"/>
    <w:rsid w:val="00A17019"/>
    <w:rsid w:val="00A17895"/>
    <w:rsid w:val="00A204DE"/>
    <w:rsid w:val="00A20CF9"/>
    <w:rsid w:val="00A24CF0"/>
    <w:rsid w:val="00A27610"/>
    <w:rsid w:val="00A30819"/>
    <w:rsid w:val="00A30D38"/>
    <w:rsid w:val="00A36B43"/>
    <w:rsid w:val="00A426AA"/>
    <w:rsid w:val="00A4274D"/>
    <w:rsid w:val="00A45D9B"/>
    <w:rsid w:val="00A54314"/>
    <w:rsid w:val="00A62A6C"/>
    <w:rsid w:val="00A63D15"/>
    <w:rsid w:val="00A65B08"/>
    <w:rsid w:val="00A71118"/>
    <w:rsid w:val="00A71364"/>
    <w:rsid w:val="00A81E2D"/>
    <w:rsid w:val="00A81FF1"/>
    <w:rsid w:val="00A82F92"/>
    <w:rsid w:val="00A831AE"/>
    <w:rsid w:val="00A84C43"/>
    <w:rsid w:val="00A85FB2"/>
    <w:rsid w:val="00A86A5A"/>
    <w:rsid w:val="00A95697"/>
    <w:rsid w:val="00AA1D4D"/>
    <w:rsid w:val="00AA1DE0"/>
    <w:rsid w:val="00AA4617"/>
    <w:rsid w:val="00AA4EBC"/>
    <w:rsid w:val="00AB1E4E"/>
    <w:rsid w:val="00AB6F45"/>
    <w:rsid w:val="00AB789F"/>
    <w:rsid w:val="00AC3A99"/>
    <w:rsid w:val="00AC52F1"/>
    <w:rsid w:val="00AC6834"/>
    <w:rsid w:val="00AC6E62"/>
    <w:rsid w:val="00AC755F"/>
    <w:rsid w:val="00AD0D5C"/>
    <w:rsid w:val="00AD2766"/>
    <w:rsid w:val="00AD5BCC"/>
    <w:rsid w:val="00AE3942"/>
    <w:rsid w:val="00AE577C"/>
    <w:rsid w:val="00AF0662"/>
    <w:rsid w:val="00AF435F"/>
    <w:rsid w:val="00AF4A2F"/>
    <w:rsid w:val="00B041FE"/>
    <w:rsid w:val="00B12889"/>
    <w:rsid w:val="00B12C1B"/>
    <w:rsid w:val="00B13BC5"/>
    <w:rsid w:val="00B141AC"/>
    <w:rsid w:val="00B14AD9"/>
    <w:rsid w:val="00B15249"/>
    <w:rsid w:val="00B26B13"/>
    <w:rsid w:val="00B33D14"/>
    <w:rsid w:val="00B36CF3"/>
    <w:rsid w:val="00B42FF6"/>
    <w:rsid w:val="00B50B94"/>
    <w:rsid w:val="00B51BFF"/>
    <w:rsid w:val="00B52815"/>
    <w:rsid w:val="00B53928"/>
    <w:rsid w:val="00B551BC"/>
    <w:rsid w:val="00B57590"/>
    <w:rsid w:val="00B5771E"/>
    <w:rsid w:val="00B62732"/>
    <w:rsid w:val="00B62D0A"/>
    <w:rsid w:val="00B62DE5"/>
    <w:rsid w:val="00B63BAF"/>
    <w:rsid w:val="00B7184D"/>
    <w:rsid w:val="00B73557"/>
    <w:rsid w:val="00B7496E"/>
    <w:rsid w:val="00B845B9"/>
    <w:rsid w:val="00B85B14"/>
    <w:rsid w:val="00B86071"/>
    <w:rsid w:val="00B86F07"/>
    <w:rsid w:val="00B95E88"/>
    <w:rsid w:val="00BB4396"/>
    <w:rsid w:val="00BB64B2"/>
    <w:rsid w:val="00BC5143"/>
    <w:rsid w:val="00BD5172"/>
    <w:rsid w:val="00BD76FE"/>
    <w:rsid w:val="00BE186D"/>
    <w:rsid w:val="00BE4DE0"/>
    <w:rsid w:val="00BE673E"/>
    <w:rsid w:val="00BF2F82"/>
    <w:rsid w:val="00BF68B4"/>
    <w:rsid w:val="00BF7798"/>
    <w:rsid w:val="00BF7AD6"/>
    <w:rsid w:val="00C10F8B"/>
    <w:rsid w:val="00C134D5"/>
    <w:rsid w:val="00C15ABB"/>
    <w:rsid w:val="00C20981"/>
    <w:rsid w:val="00C23A2A"/>
    <w:rsid w:val="00C27171"/>
    <w:rsid w:val="00C445E2"/>
    <w:rsid w:val="00C4494E"/>
    <w:rsid w:val="00C45A7C"/>
    <w:rsid w:val="00C46D38"/>
    <w:rsid w:val="00C533B4"/>
    <w:rsid w:val="00C57457"/>
    <w:rsid w:val="00C57835"/>
    <w:rsid w:val="00C61389"/>
    <w:rsid w:val="00C6379E"/>
    <w:rsid w:val="00C65FCA"/>
    <w:rsid w:val="00C66705"/>
    <w:rsid w:val="00C67A7A"/>
    <w:rsid w:val="00C8009D"/>
    <w:rsid w:val="00C82CAE"/>
    <w:rsid w:val="00C83846"/>
    <w:rsid w:val="00C839B4"/>
    <w:rsid w:val="00C83A8E"/>
    <w:rsid w:val="00C84728"/>
    <w:rsid w:val="00C859DD"/>
    <w:rsid w:val="00C91338"/>
    <w:rsid w:val="00C92185"/>
    <w:rsid w:val="00C93A5B"/>
    <w:rsid w:val="00CA42AD"/>
    <w:rsid w:val="00CA6371"/>
    <w:rsid w:val="00CB1783"/>
    <w:rsid w:val="00CB388D"/>
    <w:rsid w:val="00CB5E44"/>
    <w:rsid w:val="00CC1D51"/>
    <w:rsid w:val="00CE2592"/>
    <w:rsid w:val="00CE4547"/>
    <w:rsid w:val="00CF4247"/>
    <w:rsid w:val="00CF68DD"/>
    <w:rsid w:val="00D00DC8"/>
    <w:rsid w:val="00D054DE"/>
    <w:rsid w:val="00D07ED7"/>
    <w:rsid w:val="00D1654F"/>
    <w:rsid w:val="00D220D1"/>
    <w:rsid w:val="00D3020E"/>
    <w:rsid w:val="00D3098F"/>
    <w:rsid w:val="00D31113"/>
    <w:rsid w:val="00D363B5"/>
    <w:rsid w:val="00D37242"/>
    <w:rsid w:val="00D44BA4"/>
    <w:rsid w:val="00D4661A"/>
    <w:rsid w:val="00D46B0D"/>
    <w:rsid w:val="00D521C5"/>
    <w:rsid w:val="00D62597"/>
    <w:rsid w:val="00D64985"/>
    <w:rsid w:val="00D65DFC"/>
    <w:rsid w:val="00D67FEF"/>
    <w:rsid w:val="00D7191F"/>
    <w:rsid w:val="00D73495"/>
    <w:rsid w:val="00D76F28"/>
    <w:rsid w:val="00D8540E"/>
    <w:rsid w:val="00D85687"/>
    <w:rsid w:val="00D86FC0"/>
    <w:rsid w:val="00D92B67"/>
    <w:rsid w:val="00D9318B"/>
    <w:rsid w:val="00D96A1E"/>
    <w:rsid w:val="00DA2E64"/>
    <w:rsid w:val="00DA2F14"/>
    <w:rsid w:val="00DA3664"/>
    <w:rsid w:val="00DA4D23"/>
    <w:rsid w:val="00DB50B6"/>
    <w:rsid w:val="00DB5549"/>
    <w:rsid w:val="00DB68D4"/>
    <w:rsid w:val="00DD278C"/>
    <w:rsid w:val="00DE33FC"/>
    <w:rsid w:val="00DE5323"/>
    <w:rsid w:val="00DE5788"/>
    <w:rsid w:val="00DF3115"/>
    <w:rsid w:val="00DF7FBA"/>
    <w:rsid w:val="00E1229B"/>
    <w:rsid w:val="00E147C7"/>
    <w:rsid w:val="00E2189F"/>
    <w:rsid w:val="00E247CA"/>
    <w:rsid w:val="00E24B47"/>
    <w:rsid w:val="00E251D4"/>
    <w:rsid w:val="00E267EE"/>
    <w:rsid w:val="00E36953"/>
    <w:rsid w:val="00E45F4C"/>
    <w:rsid w:val="00E46B76"/>
    <w:rsid w:val="00E47D21"/>
    <w:rsid w:val="00E567A1"/>
    <w:rsid w:val="00E622F7"/>
    <w:rsid w:val="00E62D25"/>
    <w:rsid w:val="00E62E00"/>
    <w:rsid w:val="00E6579F"/>
    <w:rsid w:val="00E65B2A"/>
    <w:rsid w:val="00E67777"/>
    <w:rsid w:val="00E7269A"/>
    <w:rsid w:val="00E73835"/>
    <w:rsid w:val="00E74E3C"/>
    <w:rsid w:val="00E83C5A"/>
    <w:rsid w:val="00E855CC"/>
    <w:rsid w:val="00E86762"/>
    <w:rsid w:val="00E91635"/>
    <w:rsid w:val="00E91A3B"/>
    <w:rsid w:val="00E97636"/>
    <w:rsid w:val="00EA118A"/>
    <w:rsid w:val="00EA2303"/>
    <w:rsid w:val="00EA3204"/>
    <w:rsid w:val="00EA4CC5"/>
    <w:rsid w:val="00EA5D98"/>
    <w:rsid w:val="00EA6666"/>
    <w:rsid w:val="00EA704E"/>
    <w:rsid w:val="00EA7A2C"/>
    <w:rsid w:val="00EB3733"/>
    <w:rsid w:val="00EB3955"/>
    <w:rsid w:val="00EB4A18"/>
    <w:rsid w:val="00EC0F00"/>
    <w:rsid w:val="00EC3C46"/>
    <w:rsid w:val="00EC5C3E"/>
    <w:rsid w:val="00EC660B"/>
    <w:rsid w:val="00EF1741"/>
    <w:rsid w:val="00F0132A"/>
    <w:rsid w:val="00F0732B"/>
    <w:rsid w:val="00F1020D"/>
    <w:rsid w:val="00F16738"/>
    <w:rsid w:val="00F20D3B"/>
    <w:rsid w:val="00F322BC"/>
    <w:rsid w:val="00F34227"/>
    <w:rsid w:val="00F46860"/>
    <w:rsid w:val="00F47C5F"/>
    <w:rsid w:val="00F50864"/>
    <w:rsid w:val="00F5129A"/>
    <w:rsid w:val="00F51D4D"/>
    <w:rsid w:val="00F523BA"/>
    <w:rsid w:val="00F637E9"/>
    <w:rsid w:val="00F63E02"/>
    <w:rsid w:val="00F657B9"/>
    <w:rsid w:val="00F7388D"/>
    <w:rsid w:val="00F7587C"/>
    <w:rsid w:val="00F76356"/>
    <w:rsid w:val="00F834D5"/>
    <w:rsid w:val="00F86FF1"/>
    <w:rsid w:val="00F87555"/>
    <w:rsid w:val="00F87D9A"/>
    <w:rsid w:val="00F934F7"/>
    <w:rsid w:val="00F93970"/>
    <w:rsid w:val="00F94797"/>
    <w:rsid w:val="00FC028D"/>
    <w:rsid w:val="00FC1ED6"/>
    <w:rsid w:val="00FC36C5"/>
    <w:rsid w:val="00FD46CE"/>
    <w:rsid w:val="00FE04DD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F134C"/>
  <w15:docId w15:val="{B1DB8509-64EA-437E-8E79-9FA39F98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4005A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BEA0-4A06-4023-ABDC-C2FCBC60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2</Pages>
  <Words>436</Words>
  <Characters>3240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Bazsóka</dc:creator>
  <cp:lastModifiedBy>Sipos Ágnes</cp:lastModifiedBy>
  <cp:revision>2</cp:revision>
  <cp:lastPrinted>2025-01-31T08:55:00Z</cp:lastPrinted>
  <dcterms:created xsi:type="dcterms:W3CDTF">2025-01-31T08:56:00Z</dcterms:created>
  <dcterms:modified xsi:type="dcterms:W3CDTF">2025-01-31T08:56:00Z</dcterms:modified>
</cp:coreProperties>
</file>