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D6" w:rsidRPr="002A7B3B" w:rsidRDefault="00A82D31">
      <w:r w:rsidRPr="002A7B3B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-243205</wp:posOffset>
                </wp:positionV>
                <wp:extent cx="4914900" cy="800100"/>
                <wp:effectExtent l="4445" t="0" r="0" b="63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F95C7C" w:rsidP="008458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916CB6">
                              <w:rPr>
                                <w:sz w:val="28"/>
                                <w:szCs w:val="28"/>
                              </w:rPr>
                              <w:t xml:space="preserve">Önkormányzata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F95C7C" w:rsidRDefault="00F95C7C" w:rsidP="00FC1ED6">
                            <w:pPr>
                              <w:jc w:val="center"/>
                            </w:pPr>
                            <w:r>
                              <w:t>Tel</w:t>
                            </w:r>
                            <w:proofErr w:type="gramStart"/>
                            <w:r>
                              <w:t>.:</w:t>
                            </w:r>
                            <w:proofErr w:type="gramEnd"/>
                            <w:r>
                              <w:t xml:space="preserve"> 06/53-511-400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Pr="005B18C0" w:rsidRDefault="00F95C7C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6.75pt;margin-top:-19.15pt;width:387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iwutQIAALo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" filled="f" stroked="f">
                <v:textbox>
                  <w:txbxContent>
                    <w:p w:rsidR="00F95C7C" w:rsidRDefault="00F95C7C" w:rsidP="008458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 w:rsidR="00916CB6">
                        <w:rPr>
                          <w:sz w:val="28"/>
                          <w:szCs w:val="28"/>
                        </w:rPr>
                        <w:t xml:space="preserve">Önkormányzata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F95C7C" w:rsidRDefault="00F95C7C" w:rsidP="00FC1ED6">
                      <w:pPr>
                        <w:jc w:val="center"/>
                      </w:pPr>
                      <w:r>
                        <w:t>Tel</w:t>
                      </w:r>
                      <w:proofErr w:type="gramStart"/>
                      <w:r>
                        <w:t>.:</w:t>
                      </w:r>
                      <w:proofErr w:type="gramEnd"/>
                      <w:r>
                        <w:t xml:space="preserve"> 06/53-511-400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Pr="005B18C0" w:rsidRDefault="00F95C7C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86A5A" w:rsidRPr="002A7B3B" w:rsidRDefault="00A82D31">
      <w:r w:rsidRPr="002A7B3B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0950" cy="929005"/>
                <wp:effectExtent l="4445" t="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929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A82D31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4535" cy="837565"/>
                                  <wp:effectExtent l="0" t="0" r="0" b="0"/>
                                  <wp:docPr id="1" name="Kép 1" descr="cegled_cimer_fejlecbe_150dp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led_cimer_fejlecbe_150dp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4535" cy="837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36pt;margin-top:-45pt;width:98.5pt;height:73.1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" filled="f" stroked="f">
                <v:textbox style="mso-fit-shape-to-text:t">
                  <w:txbxContent>
                    <w:p w:rsidR="00F95C7C" w:rsidRDefault="00A82D31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4535" cy="837565"/>
                            <wp:effectExtent l="0" t="0" r="0" b="0"/>
                            <wp:docPr id="1" name="Kép 1" descr="cegled_cimer_fejlecbe_150dp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led_cimer_fejlecbe_150dp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4535" cy="837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86A5A" w:rsidRPr="002A7B3B" w:rsidRDefault="00A86A5A" w:rsidP="00A86A5A"/>
    <w:p w:rsidR="00363D7C" w:rsidRPr="00CE3683" w:rsidRDefault="00A82D31" w:rsidP="0086455E">
      <w:pPr>
        <w:tabs>
          <w:tab w:val="left" w:pos="4536"/>
        </w:tabs>
        <w:spacing w:before="120"/>
        <w:rPr>
          <w:sz w:val="20"/>
          <w:szCs w:val="20"/>
        </w:rPr>
      </w:pPr>
      <w:r w:rsidRPr="002A7B3B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125095</wp:posOffset>
                </wp:positionH>
                <wp:positionV relativeFrom="paragraph">
                  <wp:posOffset>31115</wp:posOffset>
                </wp:positionV>
                <wp:extent cx="5600700" cy="0"/>
                <wp:effectExtent l="5715" t="8890" r="13335" b="1016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5A64BA" id="Line 20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85pt,2.45pt" to="450.8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"/>
            </w:pict>
          </mc:Fallback>
        </mc:AlternateContent>
      </w:r>
      <w:r w:rsidR="006C5DDE" w:rsidRPr="00CE3683">
        <w:rPr>
          <w:b/>
          <w:sz w:val="20"/>
          <w:szCs w:val="20"/>
        </w:rPr>
        <w:t>Ügyiratszám</w:t>
      </w:r>
      <w:r w:rsidR="006C5DDE" w:rsidRPr="00A82D31">
        <w:rPr>
          <w:sz w:val="20"/>
          <w:szCs w:val="20"/>
        </w:rPr>
        <w:t>:</w:t>
      </w:r>
      <w:r w:rsidR="0046183B" w:rsidRPr="00A82D31">
        <w:rPr>
          <w:sz w:val="20"/>
          <w:szCs w:val="20"/>
        </w:rPr>
        <w:t xml:space="preserve"> </w:t>
      </w:r>
      <w:r w:rsidR="00916CB6" w:rsidRPr="00A82D31">
        <w:rPr>
          <w:sz w:val="20"/>
          <w:szCs w:val="20"/>
        </w:rPr>
        <w:t>C</w:t>
      </w:r>
      <w:r w:rsidR="0046183B" w:rsidRPr="00A82D31">
        <w:rPr>
          <w:sz w:val="20"/>
          <w:szCs w:val="20"/>
        </w:rPr>
        <w:t>/</w:t>
      </w:r>
      <w:r w:rsidR="00396156">
        <w:rPr>
          <w:sz w:val="20"/>
          <w:szCs w:val="20"/>
        </w:rPr>
        <w:t>179</w:t>
      </w:r>
      <w:r w:rsidR="00637CD1" w:rsidRPr="00396156">
        <w:rPr>
          <w:sz w:val="20"/>
          <w:szCs w:val="20"/>
        </w:rPr>
        <w:t>/</w:t>
      </w:r>
      <w:r w:rsidR="00637CD1" w:rsidRPr="00A82D31">
        <w:rPr>
          <w:sz w:val="20"/>
          <w:szCs w:val="20"/>
        </w:rPr>
        <w:t>20</w:t>
      </w:r>
      <w:r w:rsidR="00C0623A" w:rsidRPr="00A82D31">
        <w:rPr>
          <w:sz w:val="20"/>
          <w:szCs w:val="20"/>
        </w:rPr>
        <w:t>2</w:t>
      </w:r>
      <w:r w:rsidR="00B60018" w:rsidRPr="00A82D31">
        <w:rPr>
          <w:sz w:val="20"/>
          <w:szCs w:val="20"/>
        </w:rPr>
        <w:t>5</w:t>
      </w:r>
      <w:r w:rsidR="00637CD1" w:rsidRPr="00A82D31">
        <w:rPr>
          <w:sz w:val="20"/>
          <w:szCs w:val="20"/>
        </w:rPr>
        <w:t>.</w:t>
      </w:r>
      <w:r w:rsidR="006C5DDE" w:rsidRPr="00CE3683">
        <w:rPr>
          <w:sz w:val="20"/>
          <w:szCs w:val="20"/>
        </w:rPr>
        <w:tab/>
      </w:r>
      <w:r w:rsidR="006C5DDE" w:rsidRPr="00CE3683">
        <w:rPr>
          <w:b/>
          <w:sz w:val="20"/>
          <w:szCs w:val="20"/>
          <w:u w:val="single"/>
        </w:rPr>
        <w:t>Tárgy</w:t>
      </w:r>
      <w:r w:rsidR="006C5DDE" w:rsidRPr="00CE3683">
        <w:rPr>
          <w:b/>
          <w:sz w:val="20"/>
          <w:szCs w:val="20"/>
        </w:rPr>
        <w:t>:</w:t>
      </w:r>
      <w:r w:rsidR="006C5DDE" w:rsidRPr="00CE3683">
        <w:rPr>
          <w:sz w:val="20"/>
          <w:szCs w:val="20"/>
        </w:rPr>
        <w:t xml:space="preserve"> </w:t>
      </w:r>
      <w:r w:rsidR="00CE3683" w:rsidRPr="00CE3683">
        <w:rPr>
          <w:sz w:val="20"/>
          <w:szCs w:val="20"/>
        </w:rPr>
        <w:t>testvérvárosi delegáció résztvevőinek kijelölése</w:t>
      </w:r>
    </w:p>
    <w:p w:rsidR="00637CD1" w:rsidRPr="00CE3683" w:rsidRDefault="00637CD1" w:rsidP="00CE3683">
      <w:pPr>
        <w:tabs>
          <w:tab w:val="left" w:pos="4536"/>
        </w:tabs>
        <w:jc w:val="both"/>
        <w:rPr>
          <w:sz w:val="20"/>
          <w:szCs w:val="20"/>
        </w:rPr>
      </w:pPr>
      <w:r w:rsidRPr="00CE3683">
        <w:rPr>
          <w:b/>
          <w:sz w:val="20"/>
          <w:szCs w:val="20"/>
        </w:rPr>
        <w:t>Előterjesztő</w:t>
      </w:r>
      <w:r w:rsidR="00363D7C" w:rsidRPr="00CE3683">
        <w:rPr>
          <w:sz w:val="20"/>
          <w:szCs w:val="20"/>
        </w:rPr>
        <w:t xml:space="preserve">: </w:t>
      </w:r>
      <w:r w:rsidR="00916CB6" w:rsidRPr="00CE3683">
        <w:rPr>
          <w:sz w:val="20"/>
          <w:szCs w:val="20"/>
        </w:rPr>
        <w:t>dr. Csáky András</w:t>
      </w:r>
      <w:r w:rsidRPr="00CE3683">
        <w:rPr>
          <w:sz w:val="20"/>
          <w:szCs w:val="20"/>
        </w:rPr>
        <w:t xml:space="preserve"> polgármester</w:t>
      </w:r>
      <w:r w:rsidR="00CE3683" w:rsidRPr="00CE3683">
        <w:rPr>
          <w:sz w:val="20"/>
          <w:szCs w:val="20"/>
        </w:rPr>
        <w:tab/>
      </w:r>
      <w:r w:rsidR="00CE3683" w:rsidRPr="00CE3683">
        <w:rPr>
          <w:sz w:val="20"/>
          <w:szCs w:val="20"/>
          <w:u w:val="single"/>
        </w:rPr>
        <w:t>Melléklet</w:t>
      </w:r>
      <w:r w:rsidR="00CE3683" w:rsidRPr="00CE3683">
        <w:rPr>
          <w:sz w:val="20"/>
          <w:szCs w:val="20"/>
        </w:rPr>
        <w:t>: meghívólevél</w:t>
      </w:r>
      <w:r w:rsidR="00CE3683">
        <w:rPr>
          <w:sz w:val="20"/>
          <w:szCs w:val="20"/>
        </w:rPr>
        <w:t xml:space="preserve"> -</w:t>
      </w:r>
      <w:r w:rsidR="004B0651">
        <w:rPr>
          <w:sz w:val="20"/>
          <w:szCs w:val="20"/>
        </w:rPr>
        <w:t xml:space="preserve"> </w:t>
      </w:r>
      <w:r w:rsidR="00940A64">
        <w:rPr>
          <w:sz w:val="20"/>
          <w:szCs w:val="20"/>
        </w:rPr>
        <w:t>Sepsiszentgyörgy</w:t>
      </w:r>
      <w:r w:rsidR="00CE3683" w:rsidRPr="00CE3683">
        <w:rPr>
          <w:sz w:val="20"/>
          <w:szCs w:val="20"/>
        </w:rPr>
        <w:t xml:space="preserve"> </w:t>
      </w:r>
    </w:p>
    <w:p w:rsidR="006C5DDE" w:rsidRDefault="006C5DDE" w:rsidP="00371E51">
      <w:pPr>
        <w:ind w:left="5387" w:hanging="5387"/>
        <w:jc w:val="both"/>
        <w:rPr>
          <w:sz w:val="20"/>
          <w:szCs w:val="20"/>
        </w:rPr>
      </w:pPr>
      <w:r w:rsidRPr="00CE3683">
        <w:rPr>
          <w:b/>
          <w:sz w:val="20"/>
          <w:szCs w:val="20"/>
        </w:rPr>
        <w:t xml:space="preserve">Szakmai előterjesztő: </w:t>
      </w:r>
      <w:r w:rsidR="0086455E" w:rsidRPr="0086455E">
        <w:rPr>
          <w:sz w:val="20"/>
          <w:szCs w:val="20"/>
        </w:rPr>
        <w:t>Hegedűs Ágota alpolgármester</w:t>
      </w:r>
      <w:r w:rsidR="00371E51">
        <w:rPr>
          <w:sz w:val="20"/>
          <w:szCs w:val="20"/>
        </w:rPr>
        <w:tab/>
        <w:t>jelentkezési lap</w:t>
      </w:r>
    </w:p>
    <w:p w:rsidR="00E02C95" w:rsidRDefault="0086455E" w:rsidP="0086455E">
      <w:pPr>
        <w:ind w:left="4500" w:hanging="4500"/>
        <w:jc w:val="both"/>
      </w:pPr>
      <w:r>
        <w:rPr>
          <w:b/>
          <w:sz w:val="20"/>
          <w:szCs w:val="20"/>
        </w:rPr>
        <w:t>Ügyintéző:</w:t>
      </w:r>
      <w:r>
        <w:rPr>
          <w:sz w:val="20"/>
          <w:szCs w:val="20"/>
        </w:rPr>
        <w:t xml:space="preserve"> Méder Melinda vezető-főtanácsos</w:t>
      </w:r>
      <w:r w:rsidR="006C5DDE" w:rsidRPr="002A7B3B">
        <w:tab/>
      </w:r>
    </w:p>
    <w:p w:rsidR="006C5DDE" w:rsidRPr="00A0407D" w:rsidRDefault="006C5DDE" w:rsidP="00DD1184">
      <w:pPr>
        <w:tabs>
          <w:tab w:val="left" w:pos="4039"/>
        </w:tabs>
        <w:spacing w:before="360"/>
        <w:jc w:val="center"/>
        <w:outlineLvl w:val="0"/>
        <w:rPr>
          <w:b/>
          <w:sz w:val="22"/>
          <w:szCs w:val="22"/>
        </w:rPr>
      </w:pPr>
      <w:r w:rsidRPr="00A0407D">
        <w:rPr>
          <w:b/>
          <w:sz w:val="22"/>
          <w:szCs w:val="22"/>
        </w:rPr>
        <w:t>ELŐTERJESZTÉS</w:t>
      </w:r>
    </w:p>
    <w:p w:rsidR="006C5DDE" w:rsidRPr="00773EBC" w:rsidRDefault="00CE3683" w:rsidP="00637CD1">
      <w:pPr>
        <w:jc w:val="center"/>
        <w:outlineLvl w:val="0"/>
        <w:rPr>
          <w:b/>
          <w:sz w:val="22"/>
          <w:szCs w:val="22"/>
        </w:rPr>
      </w:pPr>
      <w:proofErr w:type="gramStart"/>
      <w:r w:rsidRPr="00773EBC">
        <w:rPr>
          <w:b/>
          <w:sz w:val="22"/>
          <w:szCs w:val="22"/>
        </w:rPr>
        <w:t>az</w:t>
      </w:r>
      <w:proofErr w:type="gramEnd"/>
      <w:r w:rsidRPr="00773EBC">
        <w:rPr>
          <w:b/>
          <w:sz w:val="22"/>
          <w:szCs w:val="22"/>
        </w:rPr>
        <w:t xml:space="preserve"> Értéktár és Értékvédelmi Bizottság </w:t>
      </w:r>
      <w:r w:rsidR="00637CD1" w:rsidRPr="00773EBC">
        <w:rPr>
          <w:b/>
          <w:sz w:val="22"/>
          <w:szCs w:val="22"/>
        </w:rPr>
        <w:t>20</w:t>
      </w:r>
      <w:r w:rsidR="00C0623A" w:rsidRPr="00773EBC">
        <w:rPr>
          <w:b/>
          <w:sz w:val="22"/>
          <w:szCs w:val="22"/>
        </w:rPr>
        <w:t>2</w:t>
      </w:r>
      <w:r w:rsidR="00B60018" w:rsidRPr="00773EBC">
        <w:rPr>
          <w:b/>
          <w:sz w:val="22"/>
          <w:szCs w:val="22"/>
        </w:rPr>
        <w:t>5</w:t>
      </w:r>
      <w:r w:rsidR="00637CD1" w:rsidRPr="00773EBC">
        <w:rPr>
          <w:b/>
          <w:sz w:val="22"/>
          <w:szCs w:val="22"/>
        </w:rPr>
        <w:t xml:space="preserve">. </w:t>
      </w:r>
      <w:r w:rsidR="000F4238">
        <w:rPr>
          <w:b/>
          <w:sz w:val="22"/>
          <w:szCs w:val="22"/>
        </w:rPr>
        <w:t>április</w:t>
      </w:r>
      <w:r w:rsidR="000C5358" w:rsidRPr="004B0651">
        <w:rPr>
          <w:b/>
          <w:sz w:val="22"/>
          <w:szCs w:val="22"/>
        </w:rPr>
        <w:t xml:space="preserve"> </w:t>
      </w:r>
      <w:r w:rsidR="004B0651" w:rsidRPr="004B0651">
        <w:rPr>
          <w:b/>
          <w:sz w:val="22"/>
          <w:szCs w:val="22"/>
        </w:rPr>
        <w:t>7</w:t>
      </w:r>
      <w:r w:rsidR="002566F8" w:rsidRPr="004B0651">
        <w:rPr>
          <w:b/>
          <w:sz w:val="22"/>
          <w:szCs w:val="22"/>
        </w:rPr>
        <w:t>-</w:t>
      </w:r>
      <w:r w:rsidR="004B0651" w:rsidRPr="004B0651">
        <w:rPr>
          <w:b/>
          <w:sz w:val="22"/>
          <w:szCs w:val="22"/>
        </w:rPr>
        <w:t>e</w:t>
      </w:r>
      <w:r w:rsidR="00637CD1" w:rsidRPr="004B0651">
        <w:rPr>
          <w:b/>
          <w:sz w:val="22"/>
          <w:szCs w:val="22"/>
        </w:rPr>
        <w:t>i</w:t>
      </w:r>
      <w:r w:rsidR="0046183B" w:rsidRPr="00773EBC">
        <w:rPr>
          <w:b/>
          <w:sz w:val="22"/>
          <w:szCs w:val="22"/>
        </w:rPr>
        <w:t xml:space="preserve"> </w:t>
      </w:r>
      <w:r w:rsidR="006C5DDE" w:rsidRPr="00773EBC">
        <w:rPr>
          <w:b/>
          <w:sz w:val="22"/>
          <w:szCs w:val="22"/>
        </w:rPr>
        <w:t>ülésére</w:t>
      </w:r>
    </w:p>
    <w:p w:rsidR="006C5DDE" w:rsidRPr="00A0407D" w:rsidRDefault="006C5DDE" w:rsidP="00637CD1">
      <w:pPr>
        <w:jc w:val="center"/>
        <w:outlineLvl w:val="0"/>
        <w:rPr>
          <w:b/>
          <w:sz w:val="22"/>
          <w:szCs w:val="22"/>
        </w:rPr>
      </w:pPr>
      <w:r w:rsidRPr="00A0407D">
        <w:rPr>
          <w:b/>
          <w:sz w:val="22"/>
          <w:szCs w:val="22"/>
        </w:rPr>
        <w:t xml:space="preserve">Tisztelt </w:t>
      </w:r>
      <w:r w:rsidR="00CE3683">
        <w:rPr>
          <w:b/>
          <w:sz w:val="22"/>
          <w:szCs w:val="22"/>
        </w:rPr>
        <w:t>Bizottság</w:t>
      </w:r>
      <w:r w:rsidRPr="00A0407D">
        <w:rPr>
          <w:b/>
          <w:sz w:val="22"/>
          <w:szCs w:val="22"/>
        </w:rPr>
        <w:t>!</w:t>
      </w:r>
    </w:p>
    <w:p w:rsidR="00CE3683" w:rsidRDefault="00CE3683" w:rsidP="00DD1184">
      <w:pPr>
        <w:tabs>
          <w:tab w:val="left" w:pos="851"/>
        </w:tabs>
        <w:spacing w:before="480"/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Személyre szóló meghívót kaptam </w:t>
      </w:r>
      <w:r w:rsidR="000C5358">
        <w:rPr>
          <w:sz w:val="22"/>
          <w:szCs w:val="22"/>
        </w:rPr>
        <w:t xml:space="preserve">március </w:t>
      </w:r>
      <w:r w:rsidR="00371E51">
        <w:rPr>
          <w:sz w:val="22"/>
          <w:szCs w:val="22"/>
        </w:rPr>
        <w:t>28</w:t>
      </w:r>
      <w:r w:rsidR="008C074C">
        <w:rPr>
          <w:sz w:val="22"/>
          <w:szCs w:val="22"/>
        </w:rPr>
        <w:t xml:space="preserve">-án </w:t>
      </w:r>
      <w:r w:rsidR="00371E51">
        <w:rPr>
          <w:sz w:val="22"/>
          <w:szCs w:val="22"/>
        </w:rPr>
        <w:t>Sepsiszentgyörgy</w:t>
      </w:r>
      <w:r>
        <w:rPr>
          <w:sz w:val="22"/>
          <w:szCs w:val="22"/>
        </w:rPr>
        <w:t xml:space="preserve"> polgármesterétől, </w:t>
      </w:r>
      <w:r w:rsidR="00623C85">
        <w:rPr>
          <w:sz w:val="22"/>
          <w:szCs w:val="22"/>
        </w:rPr>
        <w:t xml:space="preserve">Antal Árpád András </w:t>
      </w:r>
      <w:r>
        <w:rPr>
          <w:sz w:val="22"/>
          <w:szCs w:val="22"/>
        </w:rPr>
        <w:t xml:space="preserve">úrtól a </w:t>
      </w:r>
      <w:r w:rsidR="004B0651">
        <w:rPr>
          <w:sz w:val="22"/>
          <w:szCs w:val="22"/>
        </w:rPr>
        <w:t xml:space="preserve">2025. </w:t>
      </w:r>
      <w:r w:rsidR="00371E51">
        <w:rPr>
          <w:sz w:val="22"/>
          <w:szCs w:val="22"/>
        </w:rPr>
        <w:t>május</w:t>
      </w:r>
      <w:r>
        <w:rPr>
          <w:sz w:val="22"/>
          <w:szCs w:val="22"/>
        </w:rPr>
        <w:t xml:space="preserve"> </w:t>
      </w:r>
      <w:r w:rsidR="000C5358">
        <w:rPr>
          <w:sz w:val="22"/>
          <w:szCs w:val="22"/>
        </w:rPr>
        <w:t>9</w:t>
      </w:r>
      <w:r>
        <w:rPr>
          <w:sz w:val="22"/>
          <w:szCs w:val="22"/>
        </w:rPr>
        <w:t>-</w:t>
      </w:r>
      <w:r w:rsidR="000C5358">
        <w:rPr>
          <w:sz w:val="22"/>
          <w:szCs w:val="22"/>
        </w:rPr>
        <w:t>1</w:t>
      </w:r>
      <w:r w:rsidR="00371E51">
        <w:rPr>
          <w:sz w:val="22"/>
          <w:szCs w:val="22"/>
        </w:rPr>
        <w:t>1</w:t>
      </w:r>
      <w:r w:rsidR="000C5358">
        <w:rPr>
          <w:sz w:val="22"/>
          <w:szCs w:val="22"/>
        </w:rPr>
        <w:t>.</w:t>
      </w:r>
      <w:r w:rsidR="004B0651">
        <w:rPr>
          <w:sz w:val="22"/>
          <w:szCs w:val="22"/>
        </w:rPr>
        <w:t xml:space="preserve"> között megrendezésre kerülő</w:t>
      </w:r>
      <w:r>
        <w:rPr>
          <w:sz w:val="22"/>
          <w:szCs w:val="22"/>
        </w:rPr>
        <w:t xml:space="preserve"> </w:t>
      </w:r>
      <w:r w:rsidR="00371E51">
        <w:rPr>
          <w:sz w:val="22"/>
          <w:szCs w:val="22"/>
        </w:rPr>
        <w:t>Szent György Napokra</w:t>
      </w:r>
      <w:r>
        <w:rPr>
          <w:sz w:val="22"/>
          <w:szCs w:val="22"/>
        </w:rPr>
        <w:t>, megünnepelvén testvérvárosi kapcsolatunkat.</w:t>
      </w:r>
    </w:p>
    <w:p w:rsidR="009455C7" w:rsidRDefault="00A82D31" w:rsidP="00CE3683">
      <w:pPr>
        <w:tabs>
          <w:tab w:val="left" w:pos="851"/>
        </w:tabs>
        <w:spacing w:before="120"/>
        <w:ind w:right="-1"/>
        <w:jc w:val="both"/>
        <w:rPr>
          <w:sz w:val="22"/>
          <w:szCs w:val="22"/>
        </w:rPr>
      </w:pPr>
      <w:r w:rsidRPr="004B0651">
        <w:rPr>
          <w:sz w:val="22"/>
          <w:szCs w:val="22"/>
        </w:rPr>
        <w:t>Jómagam nem tudok részt venni a ren</w:t>
      </w:r>
      <w:r w:rsidR="009455C7">
        <w:rPr>
          <w:sz w:val="22"/>
          <w:szCs w:val="22"/>
        </w:rPr>
        <w:t xml:space="preserve">dezvényen és </w:t>
      </w:r>
      <w:r w:rsidR="009455C7" w:rsidRPr="009455C7">
        <w:rPr>
          <w:b/>
          <w:sz w:val="22"/>
          <w:szCs w:val="22"/>
        </w:rPr>
        <w:t>személyi javaslattal sem kívánok élni</w:t>
      </w:r>
      <w:r w:rsidR="00DD1184" w:rsidRPr="009455C7">
        <w:rPr>
          <w:b/>
          <w:sz w:val="22"/>
          <w:szCs w:val="22"/>
        </w:rPr>
        <w:t xml:space="preserve"> </w:t>
      </w:r>
      <w:r w:rsidR="00DD1184" w:rsidRPr="00DD1184">
        <w:rPr>
          <w:b/>
          <w:sz w:val="22"/>
          <w:szCs w:val="22"/>
        </w:rPr>
        <w:t>a</w:t>
      </w:r>
      <w:r w:rsidR="00371E51" w:rsidRPr="00DD1184">
        <w:rPr>
          <w:b/>
          <w:sz w:val="22"/>
          <w:szCs w:val="22"/>
        </w:rPr>
        <w:t xml:space="preserve"> </w:t>
      </w:r>
      <w:r w:rsidR="00371E51" w:rsidRPr="009455C7">
        <w:rPr>
          <w:sz w:val="22"/>
          <w:szCs w:val="22"/>
        </w:rPr>
        <w:t xml:space="preserve">legfeljebb </w:t>
      </w:r>
      <w:r w:rsidR="00371E51" w:rsidRPr="00623C85">
        <w:rPr>
          <w:b/>
          <w:sz w:val="22"/>
          <w:szCs w:val="22"/>
        </w:rPr>
        <w:t>négy fős delegáci</w:t>
      </w:r>
      <w:r w:rsidR="00DD1184">
        <w:rPr>
          <w:b/>
          <w:sz w:val="22"/>
          <w:szCs w:val="22"/>
        </w:rPr>
        <w:t>ó</w:t>
      </w:r>
      <w:r w:rsidR="006F6054">
        <w:rPr>
          <w:b/>
          <w:sz w:val="22"/>
          <w:szCs w:val="22"/>
        </w:rPr>
        <w:t xml:space="preserve"> </w:t>
      </w:r>
      <w:r w:rsidR="009455C7">
        <w:rPr>
          <w:b/>
          <w:sz w:val="22"/>
          <w:szCs w:val="22"/>
        </w:rPr>
        <w:t>résztvevőit illetően</w:t>
      </w:r>
      <w:r w:rsidR="004B0651">
        <w:rPr>
          <w:sz w:val="22"/>
          <w:szCs w:val="22"/>
        </w:rPr>
        <w:t>.</w:t>
      </w:r>
      <w:r w:rsidR="009455C7">
        <w:rPr>
          <w:sz w:val="22"/>
          <w:szCs w:val="22"/>
        </w:rPr>
        <w:t xml:space="preserve"> </w:t>
      </w:r>
      <w:bookmarkStart w:id="0" w:name="_GoBack"/>
      <w:bookmarkEnd w:id="0"/>
    </w:p>
    <w:p w:rsidR="00623C85" w:rsidRDefault="00623C85" w:rsidP="00CE3683">
      <w:pPr>
        <w:tabs>
          <w:tab w:val="left" w:pos="851"/>
        </w:tabs>
        <w:spacing w:before="120"/>
        <w:ind w:right="-1"/>
        <w:jc w:val="both"/>
        <w:rPr>
          <w:sz w:val="22"/>
          <w:szCs w:val="22"/>
        </w:rPr>
      </w:pPr>
      <w:r w:rsidRPr="00DD1184">
        <w:rPr>
          <w:sz w:val="22"/>
          <w:szCs w:val="22"/>
        </w:rPr>
        <w:t>Cegléd válaszát április 9-ig várják, a mellékelt jelentkezési lap kitöltésével.</w:t>
      </w:r>
    </w:p>
    <w:p w:rsidR="00CE3683" w:rsidRDefault="00CE3683" w:rsidP="00CE3683">
      <w:pPr>
        <w:tabs>
          <w:tab w:val="left" w:pos="851"/>
        </w:tabs>
        <w:spacing w:before="120"/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Hivatkozással </w:t>
      </w:r>
      <w:r w:rsidRPr="00394E6E">
        <w:rPr>
          <w:i/>
          <w:sz w:val="22"/>
          <w:szCs w:val="22"/>
        </w:rPr>
        <w:t xml:space="preserve">a Képviselő-testület és szervei szervezeti és működési szabályzatáról szóló 22/2024. (XI. 12.) önkormányzati rendelet </w:t>
      </w:r>
      <w:r>
        <w:rPr>
          <w:sz w:val="22"/>
          <w:szCs w:val="22"/>
        </w:rPr>
        <w:t>4. melléklet</w:t>
      </w:r>
      <w:r w:rsidR="00394E6E">
        <w:rPr>
          <w:sz w:val="22"/>
          <w:szCs w:val="22"/>
        </w:rPr>
        <w:t>ében az Értéktár és Értékvédelmi Bizottság feladat- és hatáskörét rögzítő</w:t>
      </w:r>
      <w:r>
        <w:rPr>
          <w:sz w:val="22"/>
          <w:szCs w:val="22"/>
        </w:rPr>
        <w:t xml:space="preserve"> </w:t>
      </w:r>
      <w:r w:rsidR="00394E6E">
        <w:rPr>
          <w:sz w:val="22"/>
          <w:szCs w:val="22"/>
        </w:rPr>
        <w:t xml:space="preserve">4.5. pont 4.5.1.3. alpontjában rögzített átruházott hatáskörére, kérem, hogy jelöljék ki </w:t>
      </w:r>
      <w:r w:rsidR="00371E51">
        <w:rPr>
          <w:sz w:val="22"/>
          <w:szCs w:val="22"/>
        </w:rPr>
        <w:t>Sepsiszentgyörgy</w:t>
      </w:r>
      <w:r w:rsidR="00394E6E">
        <w:rPr>
          <w:sz w:val="22"/>
          <w:szCs w:val="22"/>
        </w:rPr>
        <w:t xml:space="preserve"> 2025. </w:t>
      </w:r>
      <w:r w:rsidR="00371E51">
        <w:rPr>
          <w:sz w:val="22"/>
          <w:szCs w:val="22"/>
        </w:rPr>
        <w:t xml:space="preserve">május </w:t>
      </w:r>
      <w:r w:rsidR="006F69EB">
        <w:rPr>
          <w:sz w:val="22"/>
          <w:szCs w:val="22"/>
        </w:rPr>
        <w:t>9-1</w:t>
      </w:r>
      <w:r w:rsidR="00371E51">
        <w:rPr>
          <w:sz w:val="22"/>
          <w:szCs w:val="22"/>
        </w:rPr>
        <w:t>2</w:t>
      </w:r>
      <w:r w:rsidR="006F69EB">
        <w:rPr>
          <w:sz w:val="22"/>
          <w:szCs w:val="22"/>
        </w:rPr>
        <w:t xml:space="preserve">. </w:t>
      </w:r>
      <w:r w:rsidR="00394E6E">
        <w:rPr>
          <w:sz w:val="22"/>
          <w:szCs w:val="22"/>
        </w:rPr>
        <w:t>közötti rendezvényén való részvétel önkormányzati delegációját.</w:t>
      </w:r>
    </w:p>
    <w:p w:rsidR="00CE3683" w:rsidRDefault="00CE3683" w:rsidP="00066DC0">
      <w:pPr>
        <w:tabs>
          <w:tab w:val="left" w:pos="851"/>
        </w:tabs>
        <w:ind w:right="-1"/>
        <w:jc w:val="both"/>
        <w:rPr>
          <w:sz w:val="22"/>
          <w:szCs w:val="22"/>
        </w:rPr>
      </w:pPr>
    </w:p>
    <w:p w:rsidR="00066DC0" w:rsidRPr="008675BE" w:rsidRDefault="00066DC0" w:rsidP="00066DC0">
      <w:pPr>
        <w:tabs>
          <w:tab w:val="left" w:pos="851"/>
        </w:tabs>
        <w:ind w:right="-1"/>
        <w:jc w:val="both"/>
        <w:rPr>
          <w:sz w:val="22"/>
          <w:szCs w:val="22"/>
        </w:rPr>
      </w:pPr>
      <w:r w:rsidRPr="00A0407D">
        <w:rPr>
          <w:sz w:val="22"/>
          <w:szCs w:val="22"/>
        </w:rPr>
        <w:t>A döntéshozatal a Magyarország helyi önkormányzatairól szóló 2011. évi CLXXXIX. törvény (</w:t>
      </w:r>
      <w:proofErr w:type="spellStart"/>
      <w:r w:rsidRPr="00A0407D">
        <w:rPr>
          <w:sz w:val="22"/>
          <w:szCs w:val="22"/>
        </w:rPr>
        <w:t>Mötv</w:t>
      </w:r>
      <w:proofErr w:type="spellEnd"/>
      <w:r w:rsidRPr="00A0407D">
        <w:rPr>
          <w:sz w:val="22"/>
          <w:szCs w:val="22"/>
        </w:rPr>
        <w:t xml:space="preserve">.) 46. § (1) bekezdése alapján, a (2) bekezdésben foglaltakra figyelemmel </w:t>
      </w:r>
      <w:r w:rsidRPr="008675BE">
        <w:rPr>
          <w:sz w:val="22"/>
          <w:szCs w:val="22"/>
        </w:rPr>
        <w:t>nyilvános ülés keretében, az 50. § rendelkezése</w:t>
      </w:r>
      <w:r w:rsidR="008D3979" w:rsidRPr="008675BE">
        <w:rPr>
          <w:sz w:val="22"/>
          <w:szCs w:val="22"/>
        </w:rPr>
        <w:t>i alapján – figyelemmel a 42. §</w:t>
      </w:r>
      <w:proofErr w:type="spellStart"/>
      <w:r w:rsidR="008D3979" w:rsidRPr="008675BE">
        <w:rPr>
          <w:sz w:val="22"/>
          <w:szCs w:val="22"/>
        </w:rPr>
        <w:t>-</w:t>
      </w:r>
      <w:r w:rsidRPr="008675BE">
        <w:rPr>
          <w:sz w:val="22"/>
          <w:szCs w:val="22"/>
        </w:rPr>
        <w:t>ban</w:t>
      </w:r>
      <w:proofErr w:type="spellEnd"/>
      <w:r w:rsidRPr="008675BE">
        <w:rPr>
          <w:sz w:val="22"/>
          <w:szCs w:val="22"/>
        </w:rPr>
        <w:t xml:space="preserve"> </w:t>
      </w:r>
      <w:r w:rsidR="000E5F17" w:rsidRPr="008675BE">
        <w:rPr>
          <w:sz w:val="22"/>
          <w:szCs w:val="22"/>
        </w:rPr>
        <w:t xml:space="preserve">és a Kt. </w:t>
      </w:r>
      <w:proofErr w:type="spellStart"/>
      <w:r w:rsidR="000E5F17" w:rsidRPr="008675BE">
        <w:rPr>
          <w:sz w:val="22"/>
          <w:szCs w:val="22"/>
        </w:rPr>
        <w:t>SzMSz</w:t>
      </w:r>
      <w:proofErr w:type="spellEnd"/>
      <w:r w:rsidR="00916CB6" w:rsidRPr="008675BE">
        <w:rPr>
          <w:sz w:val="22"/>
          <w:szCs w:val="22"/>
        </w:rPr>
        <w:t xml:space="preserve"> </w:t>
      </w:r>
      <w:r w:rsidR="008675BE" w:rsidRPr="008675BE">
        <w:rPr>
          <w:sz w:val="22"/>
          <w:szCs w:val="22"/>
        </w:rPr>
        <w:t>59</w:t>
      </w:r>
      <w:r w:rsidR="00916CB6" w:rsidRPr="008675BE">
        <w:rPr>
          <w:sz w:val="22"/>
          <w:szCs w:val="22"/>
        </w:rPr>
        <w:t>. §</w:t>
      </w:r>
      <w:proofErr w:type="spellStart"/>
      <w:r w:rsidR="00916CB6" w:rsidRPr="008675BE">
        <w:rPr>
          <w:sz w:val="22"/>
          <w:szCs w:val="22"/>
        </w:rPr>
        <w:t>-ában</w:t>
      </w:r>
      <w:proofErr w:type="spellEnd"/>
      <w:r w:rsidR="000E5F17" w:rsidRPr="008675BE">
        <w:rPr>
          <w:sz w:val="22"/>
          <w:szCs w:val="22"/>
        </w:rPr>
        <w:t xml:space="preserve"> </w:t>
      </w:r>
      <w:r w:rsidRPr="008675BE">
        <w:rPr>
          <w:sz w:val="22"/>
          <w:szCs w:val="22"/>
        </w:rPr>
        <w:t>foglalt rendelkezés</w:t>
      </w:r>
      <w:r w:rsidR="000E5F17" w:rsidRPr="008675BE">
        <w:rPr>
          <w:sz w:val="22"/>
          <w:szCs w:val="22"/>
        </w:rPr>
        <w:t>ek</w:t>
      </w:r>
      <w:r w:rsidRPr="008675BE">
        <w:rPr>
          <w:sz w:val="22"/>
          <w:szCs w:val="22"/>
        </w:rPr>
        <w:t xml:space="preserve">re – </w:t>
      </w:r>
      <w:r w:rsidR="00D5445D" w:rsidRPr="008675BE">
        <w:rPr>
          <w:sz w:val="22"/>
          <w:szCs w:val="22"/>
        </w:rPr>
        <w:t>egyszerű</w:t>
      </w:r>
      <w:r w:rsidRPr="008675BE">
        <w:rPr>
          <w:sz w:val="22"/>
          <w:szCs w:val="22"/>
        </w:rPr>
        <w:t xml:space="preserve"> szavazati arányt igényel.</w:t>
      </w:r>
    </w:p>
    <w:p w:rsidR="008C2D7A" w:rsidRPr="00A0407D" w:rsidRDefault="00E82D6C" w:rsidP="009B10E3">
      <w:pPr>
        <w:tabs>
          <w:tab w:val="left" w:pos="8280"/>
        </w:tabs>
        <w:spacing w:before="120"/>
        <w:outlineLvl w:val="0"/>
        <w:rPr>
          <w:sz w:val="22"/>
          <w:szCs w:val="22"/>
        </w:rPr>
      </w:pPr>
      <w:r w:rsidRPr="00A0407D">
        <w:rPr>
          <w:sz w:val="22"/>
          <w:szCs w:val="22"/>
        </w:rPr>
        <w:t>Cegléd, 20</w:t>
      </w:r>
      <w:r w:rsidR="00C0623A">
        <w:rPr>
          <w:sz w:val="22"/>
          <w:szCs w:val="22"/>
        </w:rPr>
        <w:t>2</w:t>
      </w:r>
      <w:r w:rsidR="00B60018">
        <w:rPr>
          <w:sz w:val="22"/>
          <w:szCs w:val="22"/>
        </w:rPr>
        <w:t>5</w:t>
      </w:r>
      <w:r w:rsidRPr="00A0407D">
        <w:rPr>
          <w:sz w:val="22"/>
          <w:szCs w:val="22"/>
        </w:rPr>
        <w:t xml:space="preserve">. </w:t>
      </w:r>
      <w:r w:rsidR="00546DEA">
        <w:rPr>
          <w:sz w:val="22"/>
          <w:szCs w:val="22"/>
        </w:rPr>
        <w:t xml:space="preserve">április </w:t>
      </w:r>
      <w:r w:rsidR="00FD1939">
        <w:rPr>
          <w:sz w:val="22"/>
          <w:szCs w:val="22"/>
        </w:rPr>
        <w:t>1</w:t>
      </w:r>
      <w:r w:rsidRPr="00A0407D">
        <w:rPr>
          <w:sz w:val="22"/>
          <w:szCs w:val="22"/>
        </w:rPr>
        <w:t>.</w:t>
      </w:r>
    </w:p>
    <w:p w:rsidR="00985A9C" w:rsidRPr="00A0407D" w:rsidRDefault="00916CB6" w:rsidP="009B4E62">
      <w:pPr>
        <w:tabs>
          <w:tab w:val="left" w:pos="7371"/>
        </w:tabs>
        <w:jc w:val="right"/>
        <w:outlineLvl w:val="0"/>
        <w:rPr>
          <w:sz w:val="22"/>
          <w:szCs w:val="22"/>
        </w:rPr>
      </w:pPr>
      <w:r w:rsidRPr="00A0407D">
        <w:rPr>
          <w:sz w:val="22"/>
          <w:szCs w:val="22"/>
        </w:rPr>
        <w:t>Dr. Csáky András</w:t>
      </w:r>
    </w:p>
    <w:p w:rsidR="00A0407D" w:rsidRDefault="00E06D74" w:rsidP="00A0407D">
      <w:pPr>
        <w:ind w:right="282"/>
        <w:jc w:val="right"/>
        <w:rPr>
          <w:sz w:val="22"/>
          <w:szCs w:val="22"/>
        </w:rPr>
      </w:pPr>
      <w:proofErr w:type="gramStart"/>
      <w:r w:rsidRPr="00A0407D">
        <w:rPr>
          <w:sz w:val="22"/>
          <w:szCs w:val="22"/>
        </w:rPr>
        <w:t>p</w:t>
      </w:r>
      <w:r w:rsidR="00E82D6C" w:rsidRPr="00A0407D">
        <w:rPr>
          <w:sz w:val="22"/>
          <w:szCs w:val="22"/>
        </w:rPr>
        <w:t>olgármester</w:t>
      </w:r>
      <w:proofErr w:type="gramEnd"/>
    </w:p>
    <w:p w:rsidR="000828B3" w:rsidRPr="00A0407D" w:rsidRDefault="000828B3" w:rsidP="00A0407D">
      <w:pPr>
        <w:ind w:right="282"/>
        <w:jc w:val="center"/>
        <w:rPr>
          <w:b/>
          <w:sz w:val="22"/>
          <w:szCs w:val="22"/>
        </w:rPr>
      </w:pPr>
      <w:r w:rsidRPr="00A0407D">
        <w:rPr>
          <w:b/>
          <w:sz w:val="22"/>
          <w:szCs w:val="22"/>
        </w:rPr>
        <w:t>Határozati javaslat</w:t>
      </w:r>
    </w:p>
    <w:p w:rsidR="00394E6E" w:rsidRDefault="000828B3" w:rsidP="00394E6E">
      <w:pPr>
        <w:spacing w:before="120"/>
        <w:jc w:val="both"/>
        <w:rPr>
          <w:sz w:val="22"/>
          <w:szCs w:val="22"/>
        </w:rPr>
      </w:pPr>
      <w:r w:rsidRPr="00A0407D">
        <w:rPr>
          <w:b/>
          <w:sz w:val="22"/>
          <w:szCs w:val="22"/>
        </w:rPr>
        <w:t>Cegléd Város Önkormányzat</w:t>
      </w:r>
      <w:r w:rsidR="00AE2011">
        <w:rPr>
          <w:b/>
          <w:sz w:val="22"/>
          <w:szCs w:val="22"/>
        </w:rPr>
        <w:t>a</w:t>
      </w:r>
      <w:r w:rsidRPr="00A0407D">
        <w:rPr>
          <w:b/>
          <w:sz w:val="22"/>
          <w:szCs w:val="22"/>
        </w:rPr>
        <w:t xml:space="preserve"> Képviselő-testület</w:t>
      </w:r>
      <w:r w:rsidR="00394E6E">
        <w:rPr>
          <w:b/>
          <w:sz w:val="22"/>
          <w:szCs w:val="22"/>
        </w:rPr>
        <w:t>ének Értéktár és Értékvédelmi Bizottsága</w:t>
      </w:r>
      <w:r w:rsidRPr="00A0407D">
        <w:rPr>
          <w:b/>
          <w:sz w:val="22"/>
          <w:szCs w:val="22"/>
        </w:rPr>
        <w:t xml:space="preserve"> - </w:t>
      </w:r>
      <w:r w:rsidR="00394E6E" w:rsidRPr="00394E6E">
        <w:rPr>
          <w:i/>
          <w:sz w:val="22"/>
          <w:szCs w:val="22"/>
        </w:rPr>
        <w:t xml:space="preserve">a Képviselő-testület és szervei szervezeti és működési szabályzatáról szóló 22/2024. (XI. 12.) önkormányzati rendelet </w:t>
      </w:r>
      <w:r w:rsidR="00394E6E">
        <w:rPr>
          <w:sz w:val="22"/>
          <w:szCs w:val="22"/>
        </w:rPr>
        <w:t>4. melléklet 4.5. pont 4.5.1.3. alpontjában rögzített átruházott hatáskörében eljárva</w:t>
      </w:r>
    </w:p>
    <w:p w:rsidR="00916CB6" w:rsidRPr="00A0407D" w:rsidRDefault="000828B3" w:rsidP="00394E6E">
      <w:pPr>
        <w:spacing w:before="120"/>
        <w:jc w:val="both"/>
        <w:rPr>
          <w:sz w:val="22"/>
          <w:szCs w:val="22"/>
        </w:rPr>
      </w:pPr>
      <w:r w:rsidRPr="00A0407D">
        <w:rPr>
          <w:b/>
          <w:sz w:val="22"/>
          <w:szCs w:val="22"/>
        </w:rPr>
        <w:t xml:space="preserve">1.) </w:t>
      </w:r>
      <w:r w:rsidR="006F69EB">
        <w:rPr>
          <w:sz w:val="22"/>
          <w:szCs w:val="22"/>
        </w:rPr>
        <w:t xml:space="preserve">Kijelöli </w:t>
      </w:r>
      <w:r w:rsidR="006F6054">
        <w:rPr>
          <w:sz w:val="22"/>
          <w:szCs w:val="22"/>
        </w:rPr>
        <w:t xml:space="preserve">a </w:t>
      </w:r>
      <w:r w:rsidR="00371E51">
        <w:rPr>
          <w:sz w:val="22"/>
          <w:szCs w:val="22"/>
        </w:rPr>
        <w:t>Sepsiszentgyörgy</w:t>
      </w:r>
      <w:r w:rsidR="00394E6E">
        <w:rPr>
          <w:sz w:val="22"/>
          <w:szCs w:val="22"/>
        </w:rPr>
        <w:t xml:space="preserve"> </w:t>
      </w:r>
      <w:r w:rsidR="006F69EB">
        <w:rPr>
          <w:sz w:val="22"/>
          <w:szCs w:val="22"/>
        </w:rPr>
        <w:t xml:space="preserve">2025. </w:t>
      </w:r>
      <w:r w:rsidR="00371E51">
        <w:rPr>
          <w:sz w:val="22"/>
          <w:szCs w:val="22"/>
        </w:rPr>
        <w:t>május</w:t>
      </w:r>
      <w:r w:rsidR="006F69EB">
        <w:rPr>
          <w:sz w:val="22"/>
          <w:szCs w:val="22"/>
        </w:rPr>
        <w:t xml:space="preserve"> 9</w:t>
      </w:r>
      <w:r w:rsidR="00371E51">
        <w:rPr>
          <w:sz w:val="22"/>
          <w:szCs w:val="22"/>
        </w:rPr>
        <w:t xml:space="preserve"> </w:t>
      </w:r>
      <w:r w:rsidR="006F69EB">
        <w:rPr>
          <w:sz w:val="22"/>
          <w:szCs w:val="22"/>
        </w:rPr>
        <w:t>-</w:t>
      </w:r>
      <w:r w:rsidR="00371E51">
        <w:rPr>
          <w:sz w:val="22"/>
          <w:szCs w:val="22"/>
        </w:rPr>
        <w:t xml:space="preserve"> 11</w:t>
      </w:r>
      <w:r w:rsidR="006F69EB">
        <w:rPr>
          <w:sz w:val="22"/>
          <w:szCs w:val="22"/>
        </w:rPr>
        <w:t>.</w:t>
      </w:r>
      <w:r w:rsidR="00394E6E">
        <w:rPr>
          <w:sz w:val="22"/>
          <w:szCs w:val="22"/>
        </w:rPr>
        <w:t xml:space="preserve"> közötti </w:t>
      </w:r>
      <w:r w:rsidR="00371E51">
        <w:rPr>
          <w:sz w:val="22"/>
          <w:szCs w:val="22"/>
        </w:rPr>
        <w:t>Szent György Napok</w:t>
      </w:r>
      <w:r w:rsidR="0086455E">
        <w:rPr>
          <w:sz w:val="22"/>
          <w:szCs w:val="22"/>
        </w:rPr>
        <w:t xml:space="preserve"> </w:t>
      </w:r>
      <w:r w:rsidR="006F6054">
        <w:rPr>
          <w:sz w:val="22"/>
          <w:szCs w:val="22"/>
        </w:rPr>
        <w:t>rendezvényén résztvevő önkormányzati delegációt</w:t>
      </w:r>
    </w:p>
    <w:p w:rsidR="00916CB6" w:rsidRPr="00FD1939" w:rsidRDefault="00916CB6" w:rsidP="00916CB6">
      <w:pPr>
        <w:ind w:left="360" w:hanging="76"/>
        <w:jc w:val="both"/>
        <w:rPr>
          <w:i/>
          <w:sz w:val="22"/>
          <w:szCs w:val="22"/>
        </w:rPr>
      </w:pPr>
      <w:r w:rsidRPr="00FD1939">
        <w:rPr>
          <w:b/>
          <w:sz w:val="22"/>
          <w:szCs w:val="22"/>
        </w:rPr>
        <w:t xml:space="preserve">1.1. </w:t>
      </w:r>
      <w:r w:rsidR="000778D2" w:rsidRPr="00DD1184">
        <w:rPr>
          <w:b/>
          <w:sz w:val="22"/>
          <w:szCs w:val="22"/>
          <w:highlight w:val="yellow"/>
        </w:rPr>
        <w:t>pl. képviselő / intézményvezető / középiskolai pedagógus, oktató / diák stb.</w:t>
      </w:r>
    </w:p>
    <w:p w:rsidR="00916CB6" w:rsidRPr="00FD1939" w:rsidRDefault="00916CB6" w:rsidP="00916CB6">
      <w:pPr>
        <w:ind w:left="360" w:hanging="76"/>
        <w:jc w:val="both"/>
        <w:rPr>
          <w:b/>
          <w:i/>
          <w:sz w:val="22"/>
          <w:szCs w:val="22"/>
        </w:rPr>
      </w:pPr>
      <w:r w:rsidRPr="00FD1939">
        <w:rPr>
          <w:b/>
          <w:sz w:val="22"/>
          <w:szCs w:val="22"/>
        </w:rPr>
        <w:t>1.2.</w:t>
      </w:r>
      <w:r w:rsidR="00394E6E" w:rsidRPr="00FD1939">
        <w:rPr>
          <w:b/>
          <w:sz w:val="22"/>
          <w:szCs w:val="22"/>
        </w:rPr>
        <w:t xml:space="preserve"> </w:t>
      </w:r>
      <w:r w:rsidR="000778D2" w:rsidRPr="00DD1184">
        <w:rPr>
          <w:b/>
          <w:sz w:val="22"/>
          <w:szCs w:val="22"/>
          <w:highlight w:val="yellow"/>
        </w:rPr>
        <w:t>pl. képviselő / intézményvezető / középiskolai pedagógus, oktató / diák stb.</w:t>
      </w:r>
    </w:p>
    <w:p w:rsidR="00394E6E" w:rsidRDefault="00394E6E" w:rsidP="00916CB6">
      <w:pPr>
        <w:ind w:left="360" w:hanging="76"/>
        <w:jc w:val="both"/>
        <w:rPr>
          <w:b/>
          <w:i/>
          <w:sz w:val="22"/>
          <w:szCs w:val="22"/>
        </w:rPr>
      </w:pPr>
      <w:r w:rsidRPr="00FD1939">
        <w:rPr>
          <w:b/>
          <w:sz w:val="22"/>
          <w:szCs w:val="22"/>
        </w:rPr>
        <w:t>1.3.</w:t>
      </w:r>
      <w:r w:rsidR="009455C7" w:rsidRPr="00DD1184">
        <w:rPr>
          <w:b/>
          <w:sz w:val="22"/>
          <w:szCs w:val="22"/>
          <w:highlight w:val="yellow"/>
        </w:rPr>
        <w:t xml:space="preserve"> pl. képviselő / intézményvezető / középiskolai pedagógus, oktató / diák stb.</w:t>
      </w:r>
    </w:p>
    <w:p w:rsidR="00AE2011" w:rsidRDefault="00AE2011" w:rsidP="00AE2011">
      <w:pPr>
        <w:ind w:left="360" w:hanging="76"/>
        <w:jc w:val="both"/>
        <w:rPr>
          <w:b/>
          <w:i/>
          <w:sz w:val="22"/>
          <w:szCs w:val="22"/>
        </w:rPr>
      </w:pPr>
      <w:r w:rsidRPr="00DD1184">
        <w:rPr>
          <w:b/>
          <w:sz w:val="22"/>
          <w:szCs w:val="22"/>
          <w:highlight w:val="yellow"/>
        </w:rPr>
        <w:t xml:space="preserve">1.4. </w:t>
      </w:r>
      <w:r w:rsidR="00371E51" w:rsidRPr="00DD1184">
        <w:rPr>
          <w:b/>
          <w:sz w:val="22"/>
          <w:szCs w:val="22"/>
          <w:highlight w:val="yellow"/>
        </w:rPr>
        <w:t>pl. képviselő / intézményvezető / középiskolai pedagógus, oktató / diák stb.</w:t>
      </w:r>
    </w:p>
    <w:p w:rsidR="000828B3" w:rsidRPr="00A0407D" w:rsidRDefault="00394E6E" w:rsidP="00394E6E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személyében</w:t>
      </w:r>
      <w:proofErr w:type="gramEnd"/>
      <w:r>
        <w:rPr>
          <w:sz w:val="22"/>
          <w:szCs w:val="22"/>
        </w:rPr>
        <w:t>.</w:t>
      </w:r>
    </w:p>
    <w:p w:rsidR="000828B3" w:rsidRPr="00A0407D" w:rsidRDefault="000828B3" w:rsidP="00A0407D">
      <w:pPr>
        <w:spacing w:before="120"/>
        <w:ind w:left="360" w:hanging="360"/>
        <w:jc w:val="both"/>
        <w:rPr>
          <w:sz w:val="22"/>
          <w:szCs w:val="22"/>
        </w:rPr>
      </w:pPr>
      <w:r w:rsidRPr="00A0407D">
        <w:rPr>
          <w:b/>
          <w:bCs/>
          <w:sz w:val="22"/>
          <w:szCs w:val="22"/>
        </w:rPr>
        <w:t xml:space="preserve">2.) </w:t>
      </w:r>
      <w:r w:rsidRPr="00A0407D">
        <w:rPr>
          <w:sz w:val="22"/>
          <w:szCs w:val="22"/>
        </w:rPr>
        <w:t>Utasítja a Ceglé</w:t>
      </w:r>
      <w:r w:rsidR="0086455E">
        <w:rPr>
          <w:sz w:val="22"/>
          <w:szCs w:val="22"/>
        </w:rPr>
        <w:t>di Közös Önkormányzati Hivatalt, hogy a határozatról az érintetteket értesítse.</w:t>
      </w:r>
    </w:p>
    <w:p w:rsidR="000828B3" w:rsidRPr="00A0407D" w:rsidRDefault="000828B3" w:rsidP="001260C9">
      <w:pPr>
        <w:tabs>
          <w:tab w:val="left" w:pos="5529"/>
        </w:tabs>
        <w:jc w:val="both"/>
        <w:rPr>
          <w:sz w:val="22"/>
          <w:szCs w:val="22"/>
        </w:rPr>
      </w:pPr>
      <w:r w:rsidRPr="00A0407D">
        <w:rPr>
          <w:b/>
          <w:sz w:val="22"/>
          <w:szCs w:val="22"/>
        </w:rPr>
        <w:t>Határidő</w:t>
      </w:r>
      <w:r w:rsidRPr="00A0407D">
        <w:rPr>
          <w:sz w:val="22"/>
          <w:szCs w:val="22"/>
        </w:rPr>
        <w:t>: azonnal</w:t>
      </w:r>
      <w:r w:rsidRPr="00A0407D">
        <w:rPr>
          <w:sz w:val="22"/>
          <w:szCs w:val="22"/>
        </w:rPr>
        <w:tab/>
      </w:r>
      <w:r w:rsidRPr="00A0407D">
        <w:rPr>
          <w:b/>
          <w:sz w:val="22"/>
          <w:szCs w:val="22"/>
        </w:rPr>
        <w:t>Felelős</w:t>
      </w:r>
      <w:r w:rsidRPr="00A0407D">
        <w:rPr>
          <w:sz w:val="22"/>
          <w:szCs w:val="22"/>
        </w:rPr>
        <w:t xml:space="preserve">: </w:t>
      </w:r>
      <w:r w:rsidR="00394E6E">
        <w:rPr>
          <w:sz w:val="22"/>
          <w:szCs w:val="22"/>
        </w:rPr>
        <w:t>Dr. Csáky András polgármester</w:t>
      </w:r>
    </w:p>
    <w:p w:rsidR="00E06D74" w:rsidRPr="00762237" w:rsidRDefault="00E06D74" w:rsidP="00623C85">
      <w:pPr>
        <w:tabs>
          <w:tab w:val="center" w:pos="1620"/>
        </w:tabs>
        <w:spacing w:before="120"/>
        <w:jc w:val="both"/>
        <w:rPr>
          <w:sz w:val="20"/>
          <w:szCs w:val="20"/>
          <w:u w:val="single"/>
        </w:rPr>
      </w:pPr>
      <w:r w:rsidRPr="00762237">
        <w:rPr>
          <w:sz w:val="20"/>
          <w:szCs w:val="20"/>
          <w:u w:val="single"/>
        </w:rPr>
        <w:t>A határozatot kapják:</w:t>
      </w:r>
    </w:p>
    <w:p w:rsidR="00E06D74" w:rsidRPr="00762237" w:rsidRDefault="00E06D74" w:rsidP="00E06D74">
      <w:pPr>
        <w:jc w:val="both"/>
        <w:rPr>
          <w:sz w:val="20"/>
          <w:szCs w:val="20"/>
        </w:rPr>
      </w:pPr>
      <w:r w:rsidRPr="00762237">
        <w:rPr>
          <w:sz w:val="20"/>
          <w:szCs w:val="20"/>
        </w:rPr>
        <w:t xml:space="preserve">1.) </w:t>
      </w:r>
      <w:r w:rsidR="00394E6E">
        <w:rPr>
          <w:sz w:val="20"/>
          <w:szCs w:val="20"/>
        </w:rPr>
        <w:t>Polgármester</w:t>
      </w:r>
    </w:p>
    <w:p w:rsidR="00A40BDB" w:rsidRPr="00762237" w:rsidRDefault="00A40BDB" w:rsidP="00E06D74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86455E">
        <w:rPr>
          <w:sz w:val="20"/>
          <w:szCs w:val="20"/>
        </w:rPr>
        <w:t>-3</w:t>
      </w:r>
      <w:r>
        <w:rPr>
          <w:sz w:val="20"/>
          <w:szCs w:val="20"/>
        </w:rPr>
        <w:t>) CKÖH Szervezési Iroda</w:t>
      </w:r>
      <w:r w:rsidR="0086455E">
        <w:rPr>
          <w:sz w:val="20"/>
          <w:szCs w:val="20"/>
        </w:rPr>
        <w:t xml:space="preserve"> és általa </w:t>
      </w:r>
      <w:r w:rsidR="001260C9">
        <w:rPr>
          <w:sz w:val="20"/>
          <w:szCs w:val="20"/>
        </w:rPr>
        <w:t>„</w:t>
      </w:r>
      <w:r>
        <w:rPr>
          <w:sz w:val="20"/>
          <w:szCs w:val="20"/>
        </w:rPr>
        <w:t>Kossuth Művelődési Központ</w:t>
      </w:r>
      <w:r w:rsidR="001260C9">
        <w:rPr>
          <w:sz w:val="20"/>
          <w:szCs w:val="20"/>
        </w:rPr>
        <w:t>”</w:t>
      </w:r>
      <w:r>
        <w:rPr>
          <w:sz w:val="20"/>
          <w:szCs w:val="20"/>
        </w:rPr>
        <w:t xml:space="preserve"> Nonprofit Közhasznú Kft.</w:t>
      </w:r>
    </w:p>
    <w:p w:rsidR="008C2D7A" w:rsidRPr="00762237" w:rsidRDefault="00A40BDB" w:rsidP="00261B64">
      <w:pPr>
        <w:tabs>
          <w:tab w:val="left" w:pos="6400"/>
        </w:tabs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E06D74" w:rsidRPr="00762237">
        <w:rPr>
          <w:sz w:val="20"/>
          <w:szCs w:val="20"/>
        </w:rPr>
        <w:t>.) Jegyzőkönyv</w:t>
      </w:r>
    </w:p>
    <w:p w:rsidR="00396156" w:rsidRDefault="008C2D7A" w:rsidP="009455C7">
      <w:pPr>
        <w:ind w:firstLine="1701"/>
        <w:jc w:val="right"/>
        <w:rPr>
          <w:sz w:val="23"/>
          <w:szCs w:val="23"/>
        </w:rPr>
      </w:pPr>
      <w:r w:rsidRPr="003F015A">
        <w:rPr>
          <w:sz w:val="23"/>
          <w:szCs w:val="23"/>
          <w:u w:val="single"/>
        </w:rPr>
        <w:t>Az előterjesztést láttam</w:t>
      </w:r>
      <w:r w:rsidRPr="00ED19E1">
        <w:rPr>
          <w:sz w:val="23"/>
          <w:szCs w:val="23"/>
        </w:rPr>
        <w:t>:</w:t>
      </w:r>
      <w:r w:rsidR="00ED19E1" w:rsidRPr="00ED19E1">
        <w:rPr>
          <w:sz w:val="23"/>
          <w:szCs w:val="23"/>
        </w:rPr>
        <w:t xml:space="preserve"> </w:t>
      </w:r>
      <w:r w:rsidRPr="003F015A">
        <w:rPr>
          <w:sz w:val="23"/>
          <w:szCs w:val="23"/>
        </w:rPr>
        <w:t>Dr. Diósgyőri Gitta</w:t>
      </w:r>
    </w:p>
    <w:p w:rsidR="00396156" w:rsidRPr="00A0407D" w:rsidRDefault="009B4E62" w:rsidP="00313A7A">
      <w:pPr>
        <w:ind w:firstLine="1701"/>
        <w:jc w:val="right"/>
        <w:rPr>
          <w:sz w:val="23"/>
          <w:szCs w:val="23"/>
        </w:rPr>
      </w:pPr>
      <w:proofErr w:type="gramStart"/>
      <w:r>
        <w:rPr>
          <w:sz w:val="23"/>
          <w:szCs w:val="23"/>
        </w:rPr>
        <w:t>címzetes</w:t>
      </w:r>
      <w:proofErr w:type="gramEnd"/>
      <w:r w:rsidR="00A0407D">
        <w:rPr>
          <w:sz w:val="23"/>
          <w:szCs w:val="23"/>
        </w:rPr>
        <w:t xml:space="preserve"> </w:t>
      </w:r>
      <w:r>
        <w:rPr>
          <w:sz w:val="23"/>
          <w:szCs w:val="23"/>
        </w:rPr>
        <w:t>fő</w:t>
      </w:r>
      <w:r w:rsidR="008C2D7A" w:rsidRPr="003F015A">
        <w:rPr>
          <w:sz w:val="23"/>
          <w:szCs w:val="23"/>
        </w:rPr>
        <w:t>jegyző</w:t>
      </w:r>
    </w:p>
    <w:sectPr w:rsidR="00396156" w:rsidRPr="00A0407D" w:rsidSect="00CE3683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936" w:rsidRDefault="00C41936">
      <w:r>
        <w:separator/>
      </w:r>
    </w:p>
  </w:endnote>
  <w:endnote w:type="continuationSeparator" w:id="0">
    <w:p w:rsidR="00C41936" w:rsidRDefault="00C41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C7C" w:rsidRPr="00A0407D" w:rsidRDefault="00F95C7C" w:rsidP="005D55BD">
    <w:pPr>
      <w:pStyle w:val="llb"/>
      <w:framePr w:wrap="around" w:vAnchor="text" w:hAnchor="margin" w:xAlign="right" w:y="1"/>
      <w:rPr>
        <w:rStyle w:val="Oldalszm"/>
        <w:sz w:val="20"/>
        <w:szCs w:val="20"/>
      </w:rPr>
    </w:pPr>
    <w:r w:rsidRPr="00A0407D">
      <w:rPr>
        <w:rStyle w:val="Oldalszm"/>
        <w:sz w:val="20"/>
        <w:szCs w:val="20"/>
      </w:rPr>
      <w:fldChar w:fldCharType="begin"/>
    </w:r>
    <w:r w:rsidRPr="00A0407D">
      <w:rPr>
        <w:rStyle w:val="Oldalszm"/>
        <w:sz w:val="20"/>
        <w:szCs w:val="20"/>
      </w:rPr>
      <w:instrText xml:space="preserve">PAGE  </w:instrText>
    </w:r>
    <w:r w:rsidRPr="00A0407D">
      <w:rPr>
        <w:rStyle w:val="Oldalszm"/>
        <w:sz w:val="20"/>
        <w:szCs w:val="20"/>
      </w:rPr>
      <w:fldChar w:fldCharType="separate"/>
    </w:r>
    <w:r w:rsidR="009455C7">
      <w:rPr>
        <w:rStyle w:val="Oldalszm"/>
        <w:noProof/>
        <w:sz w:val="20"/>
        <w:szCs w:val="20"/>
      </w:rPr>
      <w:t>1</w:t>
    </w:r>
    <w:r w:rsidRPr="00A0407D">
      <w:rPr>
        <w:rStyle w:val="Oldalszm"/>
        <w:sz w:val="20"/>
        <w:szCs w:val="20"/>
      </w:rPr>
      <w:fldChar w:fldCharType="end"/>
    </w:r>
    <w:r w:rsidRPr="00A0407D">
      <w:rPr>
        <w:rStyle w:val="Oldalszm"/>
        <w:sz w:val="20"/>
        <w:szCs w:val="20"/>
      </w:rPr>
      <w:t>/</w:t>
    </w:r>
    <w:r w:rsidR="00313A7A">
      <w:rPr>
        <w:rStyle w:val="Oldalszm"/>
        <w:sz w:val="20"/>
        <w:szCs w:val="20"/>
      </w:rPr>
      <w:t>1</w:t>
    </w:r>
  </w:p>
  <w:p w:rsidR="00F95C7C" w:rsidRPr="00A0407D" w:rsidRDefault="00F95C7C" w:rsidP="00FF7619">
    <w:pPr>
      <w:pStyle w:val="llb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936" w:rsidRDefault="00C41936">
      <w:r>
        <w:separator/>
      </w:r>
    </w:p>
  </w:footnote>
  <w:footnote w:type="continuationSeparator" w:id="0">
    <w:p w:rsidR="00C41936" w:rsidRDefault="00C419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F4A2D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BA35FE"/>
    <w:multiLevelType w:val="hybridMultilevel"/>
    <w:tmpl w:val="502AE6C6"/>
    <w:lvl w:ilvl="0" w:tplc="F0AED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D023DB"/>
    <w:multiLevelType w:val="hybridMultilevel"/>
    <w:tmpl w:val="151648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135C6F"/>
    <w:multiLevelType w:val="hybridMultilevel"/>
    <w:tmpl w:val="9C32B0E0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6D59DF"/>
    <w:multiLevelType w:val="hybridMultilevel"/>
    <w:tmpl w:val="351E44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6677C4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7A082A"/>
    <w:multiLevelType w:val="hybridMultilevel"/>
    <w:tmpl w:val="AF1C6DBA"/>
    <w:lvl w:ilvl="0" w:tplc="38B4DE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6A3C0D"/>
    <w:multiLevelType w:val="hybridMultilevel"/>
    <w:tmpl w:val="104A66A2"/>
    <w:lvl w:ilvl="0" w:tplc="703298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6A748D1"/>
    <w:multiLevelType w:val="hybridMultilevel"/>
    <w:tmpl w:val="7278DD82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C01B39"/>
    <w:multiLevelType w:val="hybridMultilevel"/>
    <w:tmpl w:val="173EE4B2"/>
    <w:lvl w:ilvl="0" w:tplc="9D5EA0F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FE4386"/>
    <w:multiLevelType w:val="hybridMultilevel"/>
    <w:tmpl w:val="7DF8F672"/>
    <w:lvl w:ilvl="0" w:tplc="D2A6B4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B91DF8"/>
    <w:multiLevelType w:val="hybridMultilevel"/>
    <w:tmpl w:val="82A0BDF2"/>
    <w:lvl w:ilvl="0" w:tplc="650C17F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6DC74DA"/>
    <w:multiLevelType w:val="hybridMultilevel"/>
    <w:tmpl w:val="E14CBF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0D0D35"/>
    <w:multiLevelType w:val="hybridMultilevel"/>
    <w:tmpl w:val="C088A010"/>
    <w:lvl w:ilvl="0" w:tplc="3F5C1FE2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C15306"/>
    <w:multiLevelType w:val="hybridMultilevel"/>
    <w:tmpl w:val="A738A3D8"/>
    <w:lvl w:ilvl="0" w:tplc="040E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16" w15:restartNumberingAfterBreak="0">
    <w:nsid w:val="7731628E"/>
    <w:multiLevelType w:val="hybridMultilevel"/>
    <w:tmpl w:val="6FC66DB8"/>
    <w:lvl w:ilvl="0" w:tplc="BF8609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7A822C1E"/>
    <w:multiLevelType w:val="hybridMultilevel"/>
    <w:tmpl w:val="B5AE81F6"/>
    <w:lvl w:ilvl="0" w:tplc="01EC26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7B4029DD"/>
    <w:multiLevelType w:val="hybridMultilevel"/>
    <w:tmpl w:val="8B2CAF74"/>
    <w:lvl w:ilvl="0" w:tplc="A5BA77D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1A234B"/>
    <w:multiLevelType w:val="hybridMultilevel"/>
    <w:tmpl w:val="DFDEE8A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8"/>
  </w:num>
  <w:num w:numId="4">
    <w:abstractNumId w:val="8"/>
  </w:num>
  <w:num w:numId="5">
    <w:abstractNumId w:val="3"/>
  </w:num>
  <w:num w:numId="6">
    <w:abstractNumId w:val="19"/>
  </w:num>
  <w:num w:numId="7">
    <w:abstractNumId w:val="13"/>
  </w:num>
  <w:num w:numId="8">
    <w:abstractNumId w:val="6"/>
  </w:num>
  <w:num w:numId="9">
    <w:abstractNumId w:val="1"/>
  </w:num>
  <w:num w:numId="10">
    <w:abstractNumId w:val="9"/>
  </w:num>
  <w:num w:numId="11">
    <w:abstractNumId w:val="11"/>
  </w:num>
  <w:num w:numId="12">
    <w:abstractNumId w:val="4"/>
  </w:num>
  <w:num w:numId="13">
    <w:abstractNumId w:val="16"/>
  </w:num>
  <w:num w:numId="14">
    <w:abstractNumId w:val="2"/>
  </w:num>
  <w:num w:numId="15">
    <w:abstractNumId w:val="17"/>
  </w:num>
  <w:num w:numId="16">
    <w:abstractNumId w:val="7"/>
  </w:num>
  <w:num w:numId="17">
    <w:abstractNumId w:val="5"/>
  </w:num>
  <w:num w:numId="18">
    <w:abstractNumId w:val="14"/>
  </w:num>
  <w:num w:numId="19">
    <w:abstractNumId w:val="0"/>
  </w:num>
  <w:num w:numId="20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A5A"/>
    <w:rsid w:val="00004B60"/>
    <w:rsid w:val="00006DAE"/>
    <w:rsid w:val="000121A9"/>
    <w:rsid w:val="00014137"/>
    <w:rsid w:val="000208C6"/>
    <w:rsid w:val="00022CFF"/>
    <w:rsid w:val="00023E6C"/>
    <w:rsid w:val="00026F8D"/>
    <w:rsid w:val="000275B0"/>
    <w:rsid w:val="000348D4"/>
    <w:rsid w:val="000356FE"/>
    <w:rsid w:val="00037F84"/>
    <w:rsid w:val="00041485"/>
    <w:rsid w:val="00043A22"/>
    <w:rsid w:val="00044F9F"/>
    <w:rsid w:val="00047260"/>
    <w:rsid w:val="00047EC0"/>
    <w:rsid w:val="00051EF1"/>
    <w:rsid w:val="000567F5"/>
    <w:rsid w:val="00061FCA"/>
    <w:rsid w:val="00066DC0"/>
    <w:rsid w:val="000679D2"/>
    <w:rsid w:val="0007288D"/>
    <w:rsid w:val="0007520F"/>
    <w:rsid w:val="000778D2"/>
    <w:rsid w:val="00081EE5"/>
    <w:rsid w:val="000828B3"/>
    <w:rsid w:val="00093F24"/>
    <w:rsid w:val="000960ED"/>
    <w:rsid w:val="00096D5B"/>
    <w:rsid w:val="00097517"/>
    <w:rsid w:val="000A0103"/>
    <w:rsid w:val="000A50D6"/>
    <w:rsid w:val="000B0770"/>
    <w:rsid w:val="000B335F"/>
    <w:rsid w:val="000C02CA"/>
    <w:rsid w:val="000C3512"/>
    <w:rsid w:val="000C5358"/>
    <w:rsid w:val="000C65BB"/>
    <w:rsid w:val="000D0653"/>
    <w:rsid w:val="000D2308"/>
    <w:rsid w:val="000D7F82"/>
    <w:rsid w:val="000E5F17"/>
    <w:rsid w:val="000E73E0"/>
    <w:rsid w:val="000F28C1"/>
    <w:rsid w:val="000F4238"/>
    <w:rsid w:val="001003FD"/>
    <w:rsid w:val="001011FF"/>
    <w:rsid w:val="00105D1A"/>
    <w:rsid w:val="0011044B"/>
    <w:rsid w:val="001161F1"/>
    <w:rsid w:val="00117A6B"/>
    <w:rsid w:val="001200DE"/>
    <w:rsid w:val="001260C9"/>
    <w:rsid w:val="00133B43"/>
    <w:rsid w:val="00133BCC"/>
    <w:rsid w:val="0013561E"/>
    <w:rsid w:val="00135DB0"/>
    <w:rsid w:val="001528E9"/>
    <w:rsid w:val="00153BE0"/>
    <w:rsid w:val="001541D1"/>
    <w:rsid w:val="0015443C"/>
    <w:rsid w:val="0015448B"/>
    <w:rsid w:val="00154F56"/>
    <w:rsid w:val="00161734"/>
    <w:rsid w:val="0016266D"/>
    <w:rsid w:val="00166E66"/>
    <w:rsid w:val="00170C18"/>
    <w:rsid w:val="00170E20"/>
    <w:rsid w:val="00171F12"/>
    <w:rsid w:val="00175161"/>
    <w:rsid w:val="00184458"/>
    <w:rsid w:val="0018554B"/>
    <w:rsid w:val="00185D11"/>
    <w:rsid w:val="00185EB5"/>
    <w:rsid w:val="0018779B"/>
    <w:rsid w:val="00193733"/>
    <w:rsid w:val="00196CC5"/>
    <w:rsid w:val="001A10F4"/>
    <w:rsid w:val="001A11F5"/>
    <w:rsid w:val="001A16F5"/>
    <w:rsid w:val="001A2E6A"/>
    <w:rsid w:val="001A39AE"/>
    <w:rsid w:val="001A6DDE"/>
    <w:rsid w:val="001B48F9"/>
    <w:rsid w:val="001B517E"/>
    <w:rsid w:val="001B7DEA"/>
    <w:rsid w:val="001C0A2D"/>
    <w:rsid w:val="001C2C0F"/>
    <w:rsid w:val="001D450F"/>
    <w:rsid w:val="00204737"/>
    <w:rsid w:val="0021171A"/>
    <w:rsid w:val="0021316F"/>
    <w:rsid w:val="00215325"/>
    <w:rsid w:val="00216E63"/>
    <w:rsid w:val="00221548"/>
    <w:rsid w:val="00224677"/>
    <w:rsid w:val="00232497"/>
    <w:rsid w:val="00235B88"/>
    <w:rsid w:val="00242B42"/>
    <w:rsid w:val="002566F8"/>
    <w:rsid w:val="00261B64"/>
    <w:rsid w:val="00266B45"/>
    <w:rsid w:val="00275825"/>
    <w:rsid w:val="0028159F"/>
    <w:rsid w:val="0028622D"/>
    <w:rsid w:val="00292F6C"/>
    <w:rsid w:val="002970D2"/>
    <w:rsid w:val="00297AD1"/>
    <w:rsid w:val="002A69F6"/>
    <w:rsid w:val="002A7AF3"/>
    <w:rsid w:val="002A7B3B"/>
    <w:rsid w:val="002B4A9C"/>
    <w:rsid w:val="002B507B"/>
    <w:rsid w:val="002B6300"/>
    <w:rsid w:val="002C1906"/>
    <w:rsid w:val="002D5C66"/>
    <w:rsid w:val="002E16FF"/>
    <w:rsid w:val="002E2679"/>
    <w:rsid w:val="002E2EA8"/>
    <w:rsid w:val="002E35DA"/>
    <w:rsid w:val="002E5E24"/>
    <w:rsid w:val="002F2276"/>
    <w:rsid w:val="002F50A6"/>
    <w:rsid w:val="002F5401"/>
    <w:rsid w:val="002F57E8"/>
    <w:rsid w:val="00302874"/>
    <w:rsid w:val="00304A9E"/>
    <w:rsid w:val="00313A7A"/>
    <w:rsid w:val="003149FE"/>
    <w:rsid w:val="00315D49"/>
    <w:rsid w:val="00321FF4"/>
    <w:rsid w:val="0032461F"/>
    <w:rsid w:val="00327437"/>
    <w:rsid w:val="00330797"/>
    <w:rsid w:val="00332635"/>
    <w:rsid w:val="00332927"/>
    <w:rsid w:val="00333BF5"/>
    <w:rsid w:val="00340694"/>
    <w:rsid w:val="0035275D"/>
    <w:rsid w:val="00353D97"/>
    <w:rsid w:val="00357DED"/>
    <w:rsid w:val="00361958"/>
    <w:rsid w:val="00363D7C"/>
    <w:rsid w:val="00367310"/>
    <w:rsid w:val="00367787"/>
    <w:rsid w:val="00371E51"/>
    <w:rsid w:val="00373960"/>
    <w:rsid w:val="00390C48"/>
    <w:rsid w:val="0039384F"/>
    <w:rsid w:val="0039439E"/>
    <w:rsid w:val="00394E6E"/>
    <w:rsid w:val="00396156"/>
    <w:rsid w:val="003A0AB1"/>
    <w:rsid w:val="003A12C6"/>
    <w:rsid w:val="003A2A96"/>
    <w:rsid w:val="003A3D03"/>
    <w:rsid w:val="003A4A68"/>
    <w:rsid w:val="003C154B"/>
    <w:rsid w:val="003C1C88"/>
    <w:rsid w:val="003C3E9D"/>
    <w:rsid w:val="003D222F"/>
    <w:rsid w:val="003D2CC7"/>
    <w:rsid w:val="003D408D"/>
    <w:rsid w:val="003F015A"/>
    <w:rsid w:val="003F7235"/>
    <w:rsid w:val="004034BE"/>
    <w:rsid w:val="004104E4"/>
    <w:rsid w:val="0041215D"/>
    <w:rsid w:val="00412A2C"/>
    <w:rsid w:val="00412D41"/>
    <w:rsid w:val="004218C7"/>
    <w:rsid w:val="0042466B"/>
    <w:rsid w:val="004257B7"/>
    <w:rsid w:val="00425F7B"/>
    <w:rsid w:val="00426EBD"/>
    <w:rsid w:val="00431934"/>
    <w:rsid w:val="00431D8A"/>
    <w:rsid w:val="00436822"/>
    <w:rsid w:val="00443568"/>
    <w:rsid w:val="00451FF1"/>
    <w:rsid w:val="00455C25"/>
    <w:rsid w:val="00455CDD"/>
    <w:rsid w:val="00457F67"/>
    <w:rsid w:val="00457F69"/>
    <w:rsid w:val="0046183B"/>
    <w:rsid w:val="004665FB"/>
    <w:rsid w:val="004838A5"/>
    <w:rsid w:val="00485911"/>
    <w:rsid w:val="00492833"/>
    <w:rsid w:val="0049516B"/>
    <w:rsid w:val="004A199C"/>
    <w:rsid w:val="004A394D"/>
    <w:rsid w:val="004A3B69"/>
    <w:rsid w:val="004B01EE"/>
    <w:rsid w:val="004B0651"/>
    <w:rsid w:val="004B0D40"/>
    <w:rsid w:val="004B13E1"/>
    <w:rsid w:val="004B2FAA"/>
    <w:rsid w:val="004B4EEA"/>
    <w:rsid w:val="004C3584"/>
    <w:rsid w:val="004C4621"/>
    <w:rsid w:val="004D53E5"/>
    <w:rsid w:val="004D6266"/>
    <w:rsid w:val="004E0B83"/>
    <w:rsid w:val="004E20A5"/>
    <w:rsid w:val="004E541F"/>
    <w:rsid w:val="004E64B3"/>
    <w:rsid w:val="004F0B76"/>
    <w:rsid w:val="004F44D7"/>
    <w:rsid w:val="004F7737"/>
    <w:rsid w:val="0050239D"/>
    <w:rsid w:val="00503F18"/>
    <w:rsid w:val="0050421A"/>
    <w:rsid w:val="0051034E"/>
    <w:rsid w:val="00511F92"/>
    <w:rsid w:val="0051512E"/>
    <w:rsid w:val="00527126"/>
    <w:rsid w:val="005309E1"/>
    <w:rsid w:val="00531126"/>
    <w:rsid w:val="005321A9"/>
    <w:rsid w:val="00532B56"/>
    <w:rsid w:val="00533C2A"/>
    <w:rsid w:val="00534647"/>
    <w:rsid w:val="00541F83"/>
    <w:rsid w:val="00545D85"/>
    <w:rsid w:val="005460EE"/>
    <w:rsid w:val="00546DEA"/>
    <w:rsid w:val="00550886"/>
    <w:rsid w:val="00550EB3"/>
    <w:rsid w:val="005613A8"/>
    <w:rsid w:val="00561BC3"/>
    <w:rsid w:val="005701AB"/>
    <w:rsid w:val="005708F8"/>
    <w:rsid w:val="005764C4"/>
    <w:rsid w:val="00582254"/>
    <w:rsid w:val="00590B7A"/>
    <w:rsid w:val="00591156"/>
    <w:rsid w:val="00592B81"/>
    <w:rsid w:val="00594C72"/>
    <w:rsid w:val="005962BD"/>
    <w:rsid w:val="005973F4"/>
    <w:rsid w:val="005A1260"/>
    <w:rsid w:val="005A1292"/>
    <w:rsid w:val="005A5DC1"/>
    <w:rsid w:val="005A7541"/>
    <w:rsid w:val="005B18C0"/>
    <w:rsid w:val="005B2660"/>
    <w:rsid w:val="005C2BB7"/>
    <w:rsid w:val="005C339E"/>
    <w:rsid w:val="005C7660"/>
    <w:rsid w:val="005D55BD"/>
    <w:rsid w:val="005D6765"/>
    <w:rsid w:val="005E0C52"/>
    <w:rsid w:val="005E0D0F"/>
    <w:rsid w:val="005E7B51"/>
    <w:rsid w:val="005F1A04"/>
    <w:rsid w:val="005F1F30"/>
    <w:rsid w:val="005F37C0"/>
    <w:rsid w:val="005F3F5D"/>
    <w:rsid w:val="00601AA8"/>
    <w:rsid w:val="006038D6"/>
    <w:rsid w:val="00623C85"/>
    <w:rsid w:val="00625F9A"/>
    <w:rsid w:val="006261F1"/>
    <w:rsid w:val="00627612"/>
    <w:rsid w:val="00630D0B"/>
    <w:rsid w:val="006320FB"/>
    <w:rsid w:val="00635A78"/>
    <w:rsid w:val="00637CD1"/>
    <w:rsid w:val="00641934"/>
    <w:rsid w:val="006423C7"/>
    <w:rsid w:val="006459B7"/>
    <w:rsid w:val="00660D4F"/>
    <w:rsid w:val="006611AA"/>
    <w:rsid w:val="00672634"/>
    <w:rsid w:val="00672BFC"/>
    <w:rsid w:val="0067481C"/>
    <w:rsid w:val="006806B9"/>
    <w:rsid w:val="00684778"/>
    <w:rsid w:val="00685839"/>
    <w:rsid w:val="00685D8C"/>
    <w:rsid w:val="0068766D"/>
    <w:rsid w:val="00691804"/>
    <w:rsid w:val="00693242"/>
    <w:rsid w:val="006A5596"/>
    <w:rsid w:val="006A7907"/>
    <w:rsid w:val="006B36E7"/>
    <w:rsid w:val="006B3B6B"/>
    <w:rsid w:val="006B599F"/>
    <w:rsid w:val="006C154F"/>
    <w:rsid w:val="006C2888"/>
    <w:rsid w:val="006C5DDE"/>
    <w:rsid w:val="006D0321"/>
    <w:rsid w:val="006D2F28"/>
    <w:rsid w:val="006D41CE"/>
    <w:rsid w:val="006E0EFB"/>
    <w:rsid w:val="006E4C13"/>
    <w:rsid w:val="006E64AC"/>
    <w:rsid w:val="006F15DB"/>
    <w:rsid w:val="006F5AAE"/>
    <w:rsid w:val="006F6054"/>
    <w:rsid w:val="006F69EB"/>
    <w:rsid w:val="006F7F8C"/>
    <w:rsid w:val="00712A80"/>
    <w:rsid w:val="00712DA3"/>
    <w:rsid w:val="00712FBC"/>
    <w:rsid w:val="00723244"/>
    <w:rsid w:val="00725110"/>
    <w:rsid w:val="007512DC"/>
    <w:rsid w:val="007540F5"/>
    <w:rsid w:val="00755383"/>
    <w:rsid w:val="007616D3"/>
    <w:rsid w:val="00762237"/>
    <w:rsid w:val="00770566"/>
    <w:rsid w:val="00772B2B"/>
    <w:rsid w:val="00773EBC"/>
    <w:rsid w:val="00783B4A"/>
    <w:rsid w:val="00785248"/>
    <w:rsid w:val="00785316"/>
    <w:rsid w:val="00794769"/>
    <w:rsid w:val="00797BB6"/>
    <w:rsid w:val="007A0330"/>
    <w:rsid w:val="007A5E8A"/>
    <w:rsid w:val="007A7C27"/>
    <w:rsid w:val="007B37FB"/>
    <w:rsid w:val="007B7774"/>
    <w:rsid w:val="007C2C7A"/>
    <w:rsid w:val="007D095D"/>
    <w:rsid w:val="007D7A87"/>
    <w:rsid w:val="007E1D11"/>
    <w:rsid w:val="007E3B61"/>
    <w:rsid w:val="007E6C56"/>
    <w:rsid w:val="007E6E02"/>
    <w:rsid w:val="007E7B37"/>
    <w:rsid w:val="007E7E19"/>
    <w:rsid w:val="007F4965"/>
    <w:rsid w:val="00801350"/>
    <w:rsid w:val="00801F1F"/>
    <w:rsid w:val="0080317E"/>
    <w:rsid w:val="00805136"/>
    <w:rsid w:val="00806007"/>
    <w:rsid w:val="0081116F"/>
    <w:rsid w:val="0082113A"/>
    <w:rsid w:val="00830B4A"/>
    <w:rsid w:val="00845857"/>
    <w:rsid w:val="00853C56"/>
    <w:rsid w:val="0085690F"/>
    <w:rsid w:val="00856A52"/>
    <w:rsid w:val="0086455E"/>
    <w:rsid w:val="00865AE9"/>
    <w:rsid w:val="008675BE"/>
    <w:rsid w:val="00870D04"/>
    <w:rsid w:val="00872021"/>
    <w:rsid w:val="0087234D"/>
    <w:rsid w:val="00877662"/>
    <w:rsid w:val="00880990"/>
    <w:rsid w:val="008960C4"/>
    <w:rsid w:val="008A5468"/>
    <w:rsid w:val="008A58CF"/>
    <w:rsid w:val="008B461C"/>
    <w:rsid w:val="008C074C"/>
    <w:rsid w:val="008C2D7A"/>
    <w:rsid w:val="008D1BB1"/>
    <w:rsid w:val="008D3979"/>
    <w:rsid w:val="008D3E2D"/>
    <w:rsid w:val="008E255C"/>
    <w:rsid w:val="008E2656"/>
    <w:rsid w:val="008E4D89"/>
    <w:rsid w:val="008F271D"/>
    <w:rsid w:val="008F5158"/>
    <w:rsid w:val="0090518F"/>
    <w:rsid w:val="009106F6"/>
    <w:rsid w:val="00913D6C"/>
    <w:rsid w:val="00916CB6"/>
    <w:rsid w:val="0092041C"/>
    <w:rsid w:val="00920A73"/>
    <w:rsid w:val="009231C8"/>
    <w:rsid w:val="00924A0F"/>
    <w:rsid w:val="00924FCE"/>
    <w:rsid w:val="00926DBD"/>
    <w:rsid w:val="00930AA9"/>
    <w:rsid w:val="00940306"/>
    <w:rsid w:val="009404AE"/>
    <w:rsid w:val="00940A64"/>
    <w:rsid w:val="00941B3A"/>
    <w:rsid w:val="00943075"/>
    <w:rsid w:val="009455C7"/>
    <w:rsid w:val="009479F4"/>
    <w:rsid w:val="00947D8D"/>
    <w:rsid w:val="00950208"/>
    <w:rsid w:val="00964E4D"/>
    <w:rsid w:val="0096720E"/>
    <w:rsid w:val="009732C1"/>
    <w:rsid w:val="009738DA"/>
    <w:rsid w:val="00973CA8"/>
    <w:rsid w:val="00975144"/>
    <w:rsid w:val="00980C3D"/>
    <w:rsid w:val="00984C93"/>
    <w:rsid w:val="00985403"/>
    <w:rsid w:val="009859EF"/>
    <w:rsid w:val="00985A5B"/>
    <w:rsid w:val="00985A9C"/>
    <w:rsid w:val="00987101"/>
    <w:rsid w:val="009873A5"/>
    <w:rsid w:val="00994DE5"/>
    <w:rsid w:val="009B0498"/>
    <w:rsid w:val="009B10E3"/>
    <w:rsid w:val="009B1A94"/>
    <w:rsid w:val="009B4E62"/>
    <w:rsid w:val="009C624A"/>
    <w:rsid w:val="009D4D3E"/>
    <w:rsid w:val="009D5C68"/>
    <w:rsid w:val="009D6C6F"/>
    <w:rsid w:val="009D7193"/>
    <w:rsid w:val="009E142B"/>
    <w:rsid w:val="009E1C3C"/>
    <w:rsid w:val="009E2023"/>
    <w:rsid w:val="009E724C"/>
    <w:rsid w:val="009E7A72"/>
    <w:rsid w:val="009E7B88"/>
    <w:rsid w:val="00A00229"/>
    <w:rsid w:val="00A02DA8"/>
    <w:rsid w:val="00A0407D"/>
    <w:rsid w:val="00A041B1"/>
    <w:rsid w:val="00A0488E"/>
    <w:rsid w:val="00A237DB"/>
    <w:rsid w:val="00A24CF0"/>
    <w:rsid w:val="00A30819"/>
    <w:rsid w:val="00A31026"/>
    <w:rsid w:val="00A362D9"/>
    <w:rsid w:val="00A3798D"/>
    <w:rsid w:val="00A40BDB"/>
    <w:rsid w:val="00A44A1B"/>
    <w:rsid w:val="00A476DA"/>
    <w:rsid w:val="00A5742A"/>
    <w:rsid w:val="00A57924"/>
    <w:rsid w:val="00A643D5"/>
    <w:rsid w:val="00A6526F"/>
    <w:rsid w:val="00A71278"/>
    <w:rsid w:val="00A723F8"/>
    <w:rsid w:val="00A81E2D"/>
    <w:rsid w:val="00A82D31"/>
    <w:rsid w:val="00A86A5A"/>
    <w:rsid w:val="00A912BF"/>
    <w:rsid w:val="00A97FAA"/>
    <w:rsid w:val="00AA3C8C"/>
    <w:rsid w:val="00AA769E"/>
    <w:rsid w:val="00AB1986"/>
    <w:rsid w:val="00AB480E"/>
    <w:rsid w:val="00AC01F2"/>
    <w:rsid w:val="00AC3151"/>
    <w:rsid w:val="00AC338C"/>
    <w:rsid w:val="00AC4AB7"/>
    <w:rsid w:val="00AC6E62"/>
    <w:rsid w:val="00AD38EE"/>
    <w:rsid w:val="00AD5577"/>
    <w:rsid w:val="00AE01FC"/>
    <w:rsid w:val="00AE2011"/>
    <w:rsid w:val="00AE2FCD"/>
    <w:rsid w:val="00AE71D6"/>
    <w:rsid w:val="00AF0662"/>
    <w:rsid w:val="00AF435F"/>
    <w:rsid w:val="00AF4C58"/>
    <w:rsid w:val="00AF6E94"/>
    <w:rsid w:val="00B00C57"/>
    <w:rsid w:val="00B0303A"/>
    <w:rsid w:val="00B10012"/>
    <w:rsid w:val="00B12889"/>
    <w:rsid w:val="00B141AC"/>
    <w:rsid w:val="00B23461"/>
    <w:rsid w:val="00B23598"/>
    <w:rsid w:val="00B26B13"/>
    <w:rsid w:val="00B32B0A"/>
    <w:rsid w:val="00B402AC"/>
    <w:rsid w:val="00B404D8"/>
    <w:rsid w:val="00B42FF6"/>
    <w:rsid w:val="00B50B94"/>
    <w:rsid w:val="00B5182B"/>
    <w:rsid w:val="00B51A63"/>
    <w:rsid w:val="00B51BFF"/>
    <w:rsid w:val="00B51D97"/>
    <w:rsid w:val="00B57590"/>
    <w:rsid w:val="00B60018"/>
    <w:rsid w:val="00B63BAF"/>
    <w:rsid w:val="00B671B3"/>
    <w:rsid w:val="00B716E4"/>
    <w:rsid w:val="00B72085"/>
    <w:rsid w:val="00B7368F"/>
    <w:rsid w:val="00B739B8"/>
    <w:rsid w:val="00B75A50"/>
    <w:rsid w:val="00B763D5"/>
    <w:rsid w:val="00B826E7"/>
    <w:rsid w:val="00B85B14"/>
    <w:rsid w:val="00B86071"/>
    <w:rsid w:val="00B93DB3"/>
    <w:rsid w:val="00B9524F"/>
    <w:rsid w:val="00BA0E23"/>
    <w:rsid w:val="00BA678F"/>
    <w:rsid w:val="00BB0CFE"/>
    <w:rsid w:val="00BB3BE3"/>
    <w:rsid w:val="00BC0508"/>
    <w:rsid w:val="00BC075A"/>
    <w:rsid w:val="00BC18CE"/>
    <w:rsid w:val="00BC54C0"/>
    <w:rsid w:val="00BD0A97"/>
    <w:rsid w:val="00BD31F0"/>
    <w:rsid w:val="00BD6590"/>
    <w:rsid w:val="00BD76FE"/>
    <w:rsid w:val="00BE4DE0"/>
    <w:rsid w:val="00BE673E"/>
    <w:rsid w:val="00BF5326"/>
    <w:rsid w:val="00BF757E"/>
    <w:rsid w:val="00C0388C"/>
    <w:rsid w:val="00C0623A"/>
    <w:rsid w:val="00C20981"/>
    <w:rsid w:val="00C22B19"/>
    <w:rsid w:val="00C23A2A"/>
    <w:rsid w:val="00C30D90"/>
    <w:rsid w:val="00C33BE6"/>
    <w:rsid w:val="00C348A1"/>
    <w:rsid w:val="00C34939"/>
    <w:rsid w:val="00C41936"/>
    <w:rsid w:val="00C43A25"/>
    <w:rsid w:val="00C45566"/>
    <w:rsid w:val="00C457D2"/>
    <w:rsid w:val="00C459DE"/>
    <w:rsid w:val="00C46EB3"/>
    <w:rsid w:val="00C52BA4"/>
    <w:rsid w:val="00C57835"/>
    <w:rsid w:val="00C629A1"/>
    <w:rsid w:val="00C769D5"/>
    <w:rsid w:val="00C83846"/>
    <w:rsid w:val="00C874C7"/>
    <w:rsid w:val="00C904BC"/>
    <w:rsid w:val="00C92043"/>
    <w:rsid w:val="00C92E8D"/>
    <w:rsid w:val="00C959AF"/>
    <w:rsid w:val="00CA1936"/>
    <w:rsid w:val="00CC6523"/>
    <w:rsid w:val="00CD1F40"/>
    <w:rsid w:val="00CD3DF0"/>
    <w:rsid w:val="00CE0FBF"/>
    <w:rsid w:val="00CE2592"/>
    <w:rsid w:val="00CE3683"/>
    <w:rsid w:val="00CE61E1"/>
    <w:rsid w:val="00CF232D"/>
    <w:rsid w:val="00CF68DD"/>
    <w:rsid w:val="00D017DC"/>
    <w:rsid w:val="00D07ED7"/>
    <w:rsid w:val="00D145D3"/>
    <w:rsid w:val="00D20EE6"/>
    <w:rsid w:val="00D33F67"/>
    <w:rsid w:val="00D409FC"/>
    <w:rsid w:val="00D44BA4"/>
    <w:rsid w:val="00D51BCE"/>
    <w:rsid w:val="00D5343D"/>
    <w:rsid w:val="00D5445D"/>
    <w:rsid w:val="00D6009F"/>
    <w:rsid w:val="00D70108"/>
    <w:rsid w:val="00D74F21"/>
    <w:rsid w:val="00D92B21"/>
    <w:rsid w:val="00D92B67"/>
    <w:rsid w:val="00D93545"/>
    <w:rsid w:val="00DA09CB"/>
    <w:rsid w:val="00DA0E1B"/>
    <w:rsid w:val="00DA2F14"/>
    <w:rsid w:val="00DA52D3"/>
    <w:rsid w:val="00DA5B9D"/>
    <w:rsid w:val="00DB042D"/>
    <w:rsid w:val="00DB1888"/>
    <w:rsid w:val="00DB26AB"/>
    <w:rsid w:val="00DB38A1"/>
    <w:rsid w:val="00DB3D7F"/>
    <w:rsid w:val="00DB50B6"/>
    <w:rsid w:val="00DB5E2C"/>
    <w:rsid w:val="00DB66C4"/>
    <w:rsid w:val="00DB68D4"/>
    <w:rsid w:val="00DB7B2B"/>
    <w:rsid w:val="00DC1E3F"/>
    <w:rsid w:val="00DC5341"/>
    <w:rsid w:val="00DD1184"/>
    <w:rsid w:val="00DD1B4C"/>
    <w:rsid w:val="00DD2904"/>
    <w:rsid w:val="00DE33FC"/>
    <w:rsid w:val="00DE4295"/>
    <w:rsid w:val="00DE5396"/>
    <w:rsid w:val="00DE72A4"/>
    <w:rsid w:val="00DF7FBA"/>
    <w:rsid w:val="00E02C95"/>
    <w:rsid w:val="00E06D74"/>
    <w:rsid w:val="00E11945"/>
    <w:rsid w:val="00E1237C"/>
    <w:rsid w:val="00E14C98"/>
    <w:rsid w:val="00E167BB"/>
    <w:rsid w:val="00E2189F"/>
    <w:rsid w:val="00E247CA"/>
    <w:rsid w:val="00E24B47"/>
    <w:rsid w:val="00E4559C"/>
    <w:rsid w:val="00E46B76"/>
    <w:rsid w:val="00E537A3"/>
    <w:rsid w:val="00E546A3"/>
    <w:rsid w:val="00E567A1"/>
    <w:rsid w:val="00E668C8"/>
    <w:rsid w:val="00E67777"/>
    <w:rsid w:val="00E7159B"/>
    <w:rsid w:val="00E75081"/>
    <w:rsid w:val="00E82D6C"/>
    <w:rsid w:val="00E8529F"/>
    <w:rsid w:val="00E924ED"/>
    <w:rsid w:val="00E95A1D"/>
    <w:rsid w:val="00EA3204"/>
    <w:rsid w:val="00EA5D98"/>
    <w:rsid w:val="00EA704E"/>
    <w:rsid w:val="00EA7A2C"/>
    <w:rsid w:val="00EB1C5F"/>
    <w:rsid w:val="00EB4A18"/>
    <w:rsid w:val="00EC3C46"/>
    <w:rsid w:val="00EC645C"/>
    <w:rsid w:val="00ED08D7"/>
    <w:rsid w:val="00ED19E1"/>
    <w:rsid w:val="00ED2BD2"/>
    <w:rsid w:val="00ED30D6"/>
    <w:rsid w:val="00ED56CE"/>
    <w:rsid w:val="00EE1140"/>
    <w:rsid w:val="00EE2E48"/>
    <w:rsid w:val="00EE54F9"/>
    <w:rsid w:val="00EF15C7"/>
    <w:rsid w:val="00EF1901"/>
    <w:rsid w:val="00F10DE6"/>
    <w:rsid w:val="00F163BA"/>
    <w:rsid w:val="00F20A26"/>
    <w:rsid w:val="00F25875"/>
    <w:rsid w:val="00F27A6F"/>
    <w:rsid w:val="00F35F30"/>
    <w:rsid w:val="00F37156"/>
    <w:rsid w:val="00F37F9E"/>
    <w:rsid w:val="00F42607"/>
    <w:rsid w:val="00F50864"/>
    <w:rsid w:val="00F50DB5"/>
    <w:rsid w:val="00F53C04"/>
    <w:rsid w:val="00F55B8C"/>
    <w:rsid w:val="00F56530"/>
    <w:rsid w:val="00F67DD3"/>
    <w:rsid w:val="00F738CB"/>
    <w:rsid w:val="00F744FB"/>
    <w:rsid w:val="00F746FF"/>
    <w:rsid w:val="00F83632"/>
    <w:rsid w:val="00F855F9"/>
    <w:rsid w:val="00F871E5"/>
    <w:rsid w:val="00F921D6"/>
    <w:rsid w:val="00F9254B"/>
    <w:rsid w:val="00F93970"/>
    <w:rsid w:val="00F95C7C"/>
    <w:rsid w:val="00FB374F"/>
    <w:rsid w:val="00FB7823"/>
    <w:rsid w:val="00FC1ED6"/>
    <w:rsid w:val="00FD0B4B"/>
    <w:rsid w:val="00FD1116"/>
    <w:rsid w:val="00FD1939"/>
    <w:rsid w:val="00FE04DD"/>
    <w:rsid w:val="00FE5CF1"/>
    <w:rsid w:val="00FE6E55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A8319-06E8-4153-8D52-860636ED4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0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vagyoncsoport</Template>
  <TotalTime>118</TotalTime>
  <Pages>1</Pages>
  <Words>351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dc:description/>
  <cp:lastModifiedBy>Jáger Mária</cp:lastModifiedBy>
  <cp:revision>11</cp:revision>
  <cp:lastPrinted>2025-01-21T07:47:00Z</cp:lastPrinted>
  <dcterms:created xsi:type="dcterms:W3CDTF">2025-03-31T08:18:00Z</dcterms:created>
  <dcterms:modified xsi:type="dcterms:W3CDTF">2025-04-02T06:28:00Z</dcterms:modified>
</cp:coreProperties>
</file>