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:rsidR="009521CA" w:rsidRPr="00111D6C" w:rsidRDefault="00EB186E">
      <w:pPr>
        <w:rPr>
          <w:sz w:val="23"/>
          <w:szCs w:val="23"/>
        </w:rPr>
      </w:pPr>
      <w:r>
        <w:rPr>
          <w:noProof/>
          <w:sz w:val="23"/>
          <w:szCs w:val="23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7ED0AFFB" wp14:editId="26FC32DC">
                <wp:simplePos x="0" y="0"/>
                <wp:positionH relativeFrom="column">
                  <wp:posOffset>3175</wp:posOffset>
                </wp:positionH>
                <wp:positionV relativeFrom="paragraph">
                  <wp:posOffset>-582930</wp:posOffset>
                </wp:positionV>
                <wp:extent cx="909320" cy="934085"/>
                <wp:effectExtent l="3175" t="0" r="1905" b="1270"/>
                <wp:wrapNone/>
                <wp:docPr id="4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9320" cy="9340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23848" w:rsidRDefault="00EB186E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32681FF" wp14:editId="4755C038">
                                  <wp:extent cx="723900" cy="838200"/>
                                  <wp:effectExtent l="0" t="0" r="0" b="0"/>
                                  <wp:docPr id="1" name="Kép 1" descr="cegcimff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cegcimff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23900" cy="8382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ED0AFFB"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margin-left:.25pt;margin-top:-45.9pt;width:71.6pt;height:73.55pt;z-index:2516567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" filled="f" stroked="f">
                <v:textbox style="mso-fit-shape-to-text:t">
                  <w:txbxContent>
                    <w:p w:rsidR="00A23848" w:rsidRDefault="00EB186E">
                      <w:r>
                        <w:rPr>
                          <w:noProof/>
                        </w:rPr>
                        <w:drawing>
                          <wp:inline distT="0" distB="0" distL="0" distR="0" wp14:anchorId="132681FF" wp14:editId="4755C038">
                            <wp:extent cx="723900" cy="838200"/>
                            <wp:effectExtent l="0" t="0" r="0" b="0"/>
                            <wp:docPr id="1" name="Kép 1" descr="cegcimff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cegcimff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23900" cy="8382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3"/>
          <w:szCs w:val="23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437F35F" wp14:editId="618047FF">
                <wp:simplePos x="0" y="0"/>
                <wp:positionH relativeFrom="column">
                  <wp:posOffset>853440</wp:posOffset>
                </wp:positionH>
                <wp:positionV relativeFrom="paragraph">
                  <wp:posOffset>-571500</wp:posOffset>
                </wp:positionV>
                <wp:extent cx="4797425" cy="833755"/>
                <wp:effectExtent l="0" t="0" r="0" b="4445"/>
                <wp:wrapNone/>
                <wp:docPr id="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97425" cy="833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23848" w:rsidRPr="00514419" w:rsidRDefault="00A23848" w:rsidP="005B18C0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514419">
                              <w:rPr>
                                <w:b/>
                              </w:rPr>
                              <w:t>Cegléd Város Polgármesterétől</w:t>
                            </w:r>
                          </w:p>
                          <w:p w:rsidR="00A23848" w:rsidRDefault="00A23848" w:rsidP="005B18C0">
                            <w:pPr>
                              <w:jc w:val="center"/>
                            </w:pPr>
                            <w:r w:rsidRPr="005B18C0">
                              <w:t>2700 Cegléd, Kossuth tér</w:t>
                            </w:r>
                            <w:r>
                              <w:t xml:space="preserve"> </w:t>
                            </w:r>
                            <w:r w:rsidRPr="005B18C0">
                              <w:t>1.</w:t>
                            </w:r>
                          </w:p>
                          <w:p w:rsidR="00A23848" w:rsidRDefault="00A23848" w:rsidP="00537CF8">
                            <w:pPr>
                              <w:jc w:val="center"/>
                            </w:pPr>
                            <w:r>
                              <w:t>Levélcím: 2701 Cegléd, Pf.: 85.</w:t>
                            </w:r>
                          </w:p>
                          <w:p w:rsidR="00A23848" w:rsidRDefault="00A23848" w:rsidP="00537CF8">
                            <w:pPr>
                              <w:jc w:val="center"/>
                            </w:pPr>
                            <w:r>
                              <w:t>Tel.: 06/53/511-400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37F35F" id="Text Box 13" o:spid="_x0000_s1027" type="#_x0000_t202" style="position:absolute;margin-left:67.2pt;margin-top:-45pt;width:377.75pt;height:65.6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" filled="f" stroked="f">
                <v:textbox>
                  <w:txbxContent>
                    <w:p w:rsidR="00A23848" w:rsidRPr="00514419" w:rsidRDefault="00A23848" w:rsidP="005B18C0">
                      <w:pPr>
                        <w:jc w:val="center"/>
                        <w:rPr>
                          <w:b/>
                        </w:rPr>
                      </w:pPr>
                      <w:r w:rsidRPr="00514419">
                        <w:rPr>
                          <w:b/>
                        </w:rPr>
                        <w:t>Cegléd Város Polgármesterétől</w:t>
                      </w:r>
                    </w:p>
                    <w:p w:rsidR="00A23848" w:rsidRDefault="00A23848" w:rsidP="005B18C0">
                      <w:pPr>
                        <w:jc w:val="center"/>
                      </w:pPr>
                      <w:r w:rsidRPr="005B18C0">
                        <w:t>2700 Cegléd, Kossuth tér</w:t>
                      </w:r>
                      <w:r>
                        <w:t xml:space="preserve"> </w:t>
                      </w:r>
                      <w:r w:rsidRPr="005B18C0">
                        <w:t>1.</w:t>
                      </w:r>
                    </w:p>
                    <w:p w:rsidR="00A23848" w:rsidRDefault="00A23848" w:rsidP="00537CF8">
                      <w:pPr>
                        <w:jc w:val="center"/>
                      </w:pPr>
                      <w:r>
                        <w:t>Levélcím: 2701 Cegléd, Pf.: 85.</w:t>
                      </w:r>
                    </w:p>
                    <w:p w:rsidR="00A23848" w:rsidRDefault="00A23848" w:rsidP="00537CF8">
                      <w:pPr>
                        <w:jc w:val="center"/>
                      </w:pPr>
                      <w:r>
                        <w:t>Tel.: 06/53/511-400</w:t>
                      </w:r>
                    </w:p>
                  </w:txbxContent>
                </v:textbox>
              </v:shape>
            </w:pict>
          </mc:Fallback>
        </mc:AlternateContent>
      </w:r>
      <w:r w:rsidR="001452CF" w:rsidRPr="00111D6C">
        <w:rPr>
          <w:sz w:val="23"/>
          <w:szCs w:val="23"/>
        </w:rPr>
        <w:t xml:space="preserve"> </w:t>
      </w:r>
    </w:p>
    <w:p w:rsidR="009521CA" w:rsidRPr="00A17231" w:rsidRDefault="009521CA" w:rsidP="009521CA">
      <w:pPr>
        <w:rPr>
          <w:sz w:val="23"/>
          <w:szCs w:val="23"/>
        </w:rPr>
      </w:pPr>
    </w:p>
    <w:p w:rsidR="00576AB5" w:rsidRPr="00A17231" w:rsidRDefault="00EB186E" w:rsidP="00243AA7">
      <w:pPr>
        <w:tabs>
          <w:tab w:val="left" w:pos="5529"/>
        </w:tabs>
        <w:ind w:left="5529" w:hanging="5529"/>
        <w:rPr>
          <w:noProof/>
          <w:sz w:val="23"/>
          <w:szCs w:val="23"/>
        </w:rPr>
      </w:pPr>
      <w:r w:rsidRPr="00A17231">
        <w:rPr>
          <w:noProof/>
          <w:sz w:val="23"/>
          <w:szCs w:val="23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1156DC3A" wp14:editId="4C4B67B3">
                <wp:simplePos x="0" y="0"/>
                <wp:positionH relativeFrom="column">
                  <wp:posOffset>342900</wp:posOffset>
                </wp:positionH>
                <wp:positionV relativeFrom="paragraph">
                  <wp:posOffset>-7620</wp:posOffset>
                </wp:positionV>
                <wp:extent cx="5257800" cy="0"/>
                <wp:effectExtent l="9525" t="11430" r="9525" b="7620"/>
                <wp:wrapNone/>
                <wp:docPr id="2" name="Lin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57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CC9C763" id="Line 20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pt,-.6pt" to="441pt,-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"/>
            </w:pict>
          </mc:Fallback>
        </mc:AlternateContent>
      </w:r>
      <w:r w:rsidR="00576AB5" w:rsidRPr="00A17231">
        <w:rPr>
          <w:noProof/>
          <w:sz w:val="23"/>
          <w:szCs w:val="23"/>
        </w:rPr>
        <w:t xml:space="preserve">Iktatószám: </w:t>
      </w:r>
      <w:r w:rsidR="00545698" w:rsidRPr="00A17231">
        <w:rPr>
          <w:noProof/>
          <w:sz w:val="23"/>
          <w:szCs w:val="23"/>
        </w:rPr>
        <w:t>C</w:t>
      </w:r>
      <w:r w:rsidR="0024428A" w:rsidRPr="00A17231">
        <w:rPr>
          <w:noProof/>
          <w:sz w:val="23"/>
          <w:szCs w:val="23"/>
        </w:rPr>
        <w:t>/</w:t>
      </w:r>
      <w:r w:rsidR="00675D36" w:rsidRPr="00A17231">
        <w:rPr>
          <w:noProof/>
          <w:sz w:val="23"/>
          <w:szCs w:val="23"/>
        </w:rPr>
        <w:t>611/2025</w:t>
      </w:r>
      <w:r w:rsidR="00576AB5" w:rsidRPr="00A17231">
        <w:rPr>
          <w:noProof/>
          <w:sz w:val="23"/>
          <w:szCs w:val="23"/>
        </w:rPr>
        <w:t>.</w:t>
      </w:r>
      <w:r w:rsidR="00514419" w:rsidRPr="00A17231">
        <w:rPr>
          <w:noProof/>
          <w:sz w:val="23"/>
          <w:szCs w:val="23"/>
        </w:rPr>
        <w:tab/>
      </w:r>
      <w:r w:rsidR="00514419" w:rsidRPr="00A17231">
        <w:rPr>
          <w:noProof/>
          <w:sz w:val="23"/>
          <w:szCs w:val="23"/>
          <w:u w:val="single"/>
        </w:rPr>
        <w:t>Tárgy:</w:t>
      </w:r>
      <w:r w:rsidR="00514419" w:rsidRPr="00A17231">
        <w:rPr>
          <w:b/>
          <w:noProof/>
          <w:sz w:val="23"/>
          <w:szCs w:val="23"/>
        </w:rPr>
        <w:t xml:space="preserve"> </w:t>
      </w:r>
      <w:r w:rsidR="00243AA7">
        <w:rPr>
          <w:noProof/>
          <w:sz w:val="23"/>
          <w:szCs w:val="23"/>
        </w:rPr>
        <w:t>Adatbázis önkormányzati ingatlanokról</w:t>
      </w:r>
      <w:r w:rsidR="00B55CA3" w:rsidRPr="00A17231">
        <w:rPr>
          <w:noProof/>
          <w:sz w:val="23"/>
          <w:szCs w:val="23"/>
        </w:rPr>
        <w:t xml:space="preserve"> </w:t>
      </w:r>
    </w:p>
    <w:p w:rsidR="00514419" w:rsidRPr="00A17231" w:rsidRDefault="00B55CA3" w:rsidP="00665835">
      <w:pPr>
        <w:tabs>
          <w:tab w:val="left" w:pos="6237"/>
        </w:tabs>
        <w:rPr>
          <w:noProof/>
          <w:sz w:val="23"/>
          <w:szCs w:val="23"/>
        </w:rPr>
      </w:pPr>
      <w:r w:rsidRPr="00A17231">
        <w:rPr>
          <w:noProof/>
          <w:sz w:val="23"/>
          <w:szCs w:val="23"/>
        </w:rPr>
        <w:t>Előterjesztő: Dr. Csáky András</w:t>
      </w:r>
      <w:r w:rsidR="009521CA" w:rsidRPr="00A17231">
        <w:rPr>
          <w:noProof/>
          <w:sz w:val="23"/>
          <w:szCs w:val="23"/>
        </w:rPr>
        <w:t xml:space="preserve"> polgármester</w:t>
      </w:r>
      <w:r w:rsidRPr="00A17231">
        <w:rPr>
          <w:noProof/>
          <w:sz w:val="23"/>
          <w:szCs w:val="23"/>
        </w:rPr>
        <w:tab/>
      </w:r>
    </w:p>
    <w:p w:rsidR="00243AA7" w:rsidRDefault="003D6170" w:rsidP="00665835">
      <w:pPr>
        <w:tabs>
          <w:tab w:val="left" w:pos="5529"/>
        </w:tabs>
        <w:jc w:val="both"/>
        <w:rPr>
          <w:noProof/>
          <w:sz w:val="23"/>
          <w:szCs w:val="23"/>
        </w:rPr>
      </w:pPr>
      <w:r w:rsidRPr="00A17231">
        <w:rPr>
          <w:noProof/>
          <w:sz w:val="23"/>
          <w:szCs w:val="23"/>
        </w:rPr>
        <w:t>Szakmai el</w:t>
      </w:r>
      <w:r w:rsidR="00091C0D" w:rsidRPr="00A17231">
        <w:rPr>
          <w:noProof/>
          <w:sz w:val="23"/>
          <w:szCs w:val="23"/>
        </w:rPr>
        <w:t>őterjesztő:</w:t>
      </w:r>
      <w:r w:rsidR="005F5BF6" w:rsidRPr="00A17231">
        <w:rPr>
          <w:noProof/>
          <w:sz w:val="23"/>
          <w:szCs w:val="23"/>
        </w:rPr>
        <w:t xml:space="preserve"> </w:t>
      </w:r>
      <w:r w:rsidR="00243AA7">
        <w:rPr>
          <w:noProof/>
          <w:sz w:val="23"/>
          <w:szCs w:val="23"/>
        </w:rPr>
        <w:t xml:space="preserve">Mótyán Krisztián </w:t>
      </w:r>
    </w:p>
    <w:p w:rsidR="00514419" w:rsidRPr="00A17231" w:rsidRDefault="00243AA7" w:rsidP="00665835">
      <w:pPr>
        <w:tabs>
          <w:tab w:val="left" w:pos="5529"/>
        </w:tabs>
        <w:jc w:val="both"/>
        <w:rPr>
          <w:noProof/>
          <w:sz w:val="23"/>
          <w:szCs w:val="23"/>
        </w:rPr>
      </w:pPr>
      <w:r>
        <w:rPr>
          <w:noProof/>
          <w:sz w:val="23"/>
          <w:szCs w:val="23"/>
        </w:rPr>
        <w:t>Várvag Nonprofit Kft.</w:t>
      </w:r>
      <w:r w:rsidR="00665835" w:rsidRPr="00A17231">
        <w:rPr>
          <w:noProof/>
          <w:sz w:val="23"/>
          <w:szCs w:val="23"/>
        </w:rPr>
        <w:t>ügyvezető</w:t>
      </w:r>
      <w:r w:rsidR="00B55CA3" w:rsidRPr="00A17231">
        <w:rPr>
          <w:noProof/>
          <w:sz w:val="23"/>
          <w:szCs w:val="23"/>
        </w:rPr>
        <w:t xml:space="preserve"> </w:t>
      </w:r>
      <w:r w:rsidR="00B55CA3" w:rsidRPr="00A17231">
        <w:rPr>
          <w:noProof/>
          <w:sz w:val="23"/>
          <w:szCs w:val="23"/>
        </w:rPr>
        <w:tab/>
      </w:r>
      <w:r w:rsidR="00B55CA3" w:rsidRPr="00A17231">
        <w:rPr>
          <w:noProof/>
          <w:sz w:val="23"/>
          <w:szCs w:val="23"/>
        </w:rPr>
        <w:tab/>
      </w:r>
    </w:p>
    <w:p w:rsidR="00576AB5" w:rsidRPr="00A17231" w:rsidRDefault="009521CA" w:rsidP="00576AB5">
      <w:pPr>
        <w:rPr>
          <w:noProof/>
          <w:sz w:val="23"/>
          <w:szCs w:val="23"/>
        </w:rPr>
      </w:pPr>
      <w:r w:rsidRPr="00A17231">
        <w:rPr>
          <w:noProof/>
          <w:sz w:val="23"/>
          <w:szCs w:val="23"/>
        </w:rPr>
        <w:t xml:space="preserve">Ügyintéző: </w:t>
      </w:r>
      <w:r w:rsidR="00675D36" w:rsidRPr="00A17231">
        <w:rPr>
          <w:noProof/>
          <w:sz w:val="23"/>
          <w:szCs w:val="23"/>
        </w:rPr>
        <w:t>Lendér Zsuzsanna kontroller</w:t>
      </w:r>
      <w:r w:rsidR="0035697C" w:rsidRPr="00A17231">
        <w:rPr>
          <w:noProof/>
          <w:sz w:val="23"/>
          <w:szCs w:val="23"/>
        </w:rPr>
        <w:t xml:space="preserve">               </w:t>
      </w:r>
      <w:r w:rsidR="00511904" w:rsidRPr="00A17231">
        <w:rPr>
          <w:noProof/>
          <w:sz w:val="23"/>
          <w:szCs w:val="23"/>
        </w:rPr>
        <w:tab/>
      </w:r>
      <w:r w:rsidR="00675D36" w:rsidRPr="00A17231">
        <w:rPr>
          <w:noProof/>
          <w:sz w:val="23"/>
          <w:szCs w:val="23"/>
        </w:rPr>
        <w:tab/>
      </w:r>
      <w:r w:rsidR="00B55CA3" w:rsidRPr="00A17231">
        <w:rPr>
          <w:noProof/>
          <w:sz w:val="23"/>
          <w:szCs w:val="23"/>
          <w:u w:val="single"/>
        </w:rPr>
        <w:t>Melléklet</w:t>
      </w:r>
      <w:r w:rsidR="00B55CA3" w:rsidRPr="00A17231">
        <w:rPr>
          <w:noProof/>
          <w:sz w:val="23"/>
          <w:szCs w:val="23"/>
        </w:rPr>
        <w:t xml:space="preserve">: </w:t>
      </w:r>
      <w:r w:rsidR="00243AA7">
        <w:rPr>
          <w:noProof/>
          <w:sz w:val="23"/>
          <w:szCs w:val="23"/>
        </w:rPr>
        <w:t>9</w:t>
      </w:r>
      <w:r w:rsidR="00675D36" w:rsidRPr="00A17231">
        <w:rPr>
          <w:noProof/>
          <w:sz w:val="23"/>
          <w:szCs w:val="23"/>
        </w:rPr>
        <w:t xml:space="preserve"> db </w:t>
      </w:r>
      <w:r w:rsidR="00243AA7">
        <w:rPr>
          <w:noProof/>
          <w:sz w:val="23"/>
          <w:szCs w:val="23"/>
        </w:rPr>
        <w:t>táblázat</w:t>
      </w:r>
    </w:p>
    <w:p w:rsidR="00EF13D0" w:rsidRPr="00A17231" w:rsidRDefault="00EF13D0" w:rsidP="009521CA">
      <w:pPr>
        <w:spacing w:before="120"/>
        <w:jc w:val="center"/>
        <w:rPr>
          <w:b/>
          <w:noProof/>
          <w:sz w:val="23"/>
          <w:szCs w:val="23"/>
        </w:rPr>
      </w:pPr>
    </w:p>
    <w:p w:rsidR="00820584" w:rsidRPr="00A17231" w:rsidRDefault="00820584" w:rsidP="00576AB5">
      <w:pPr>
        <w:jc w:val="center"/>
        <w:rPr>
          <w:b/>
          <w:noProof/>
          <w:sz w:val="23"/>
          <w:szCs w:val="23"/>
        </w:rPr>
      </w:pPr>
    </w:p>
    <w:p w:rsidR="00820584" w:rsidRPr="00A17231" w:rsidRDefault="00820584" w:rsidP="00576AB5">
      <w:pPr>
        <w:jc w:val="center"/>
        <w:rPr>
          <w:b/>
          <w:noProof/>
          <w:sz w:val="23"/>
          <w:szCs w:val="23"/>
        </w:rPr>
      </w:pPr>
    </w:p>
    <w:p w:rsidR="00576AB5" w:rsidRPr="00A17231" w:rsidRDefault="00576AB5" w:rsidP="00576AB5">
      <w:pPr>
        <w:jc w:val="center"/>
        <w:rPr>
          <w:b/>
          <w:noProof/>
          <w:sz w:val="23"/>
          <w:szCs w:val="23"/>
        </w:rPr>
      </w:pPr>
      <w:r w:rsidRPr="00A17231">
        <w:rPr>
          <w:b/>
          <w:noProof/>
          <w:sz w:val="23"/>
          <w:szCs w:val="23"/>
        </w:rPr>
        <w:t>ELŐTERJESZTÉS</w:t>
      </w:r>
    </w:p>
    <w:p w:rsidR="00675D36" w:rsidRPr="00A17231" w:rsidRDefault="00576AB5" w:rsidP="00576AB5">
      <w:pPr>
        <w:jc w:val="center"/>
        <w:rPr>
          <w:b/>
          <w:noProof/>
          <w:sz w:val="23"/>
          <w:szCs w:val="23"/>
        </w:rPr>
      </w:pPr>
      <w:r w:rsidRPr="00A17231">
        <w:rPr>
          <w:b/>
          <w:noProof/>
          <w:sz w:val="23"/>
          <w:szCs w:val="23"/>
        </w:rPr>
        <w:t>Cegléd Város Önkormány</w:t>
      </w:r>
      <w:r w:rsidR="00B55CA3" w:rsidRPr="00A17231">
        <w:rPr>
          <w:b/>
          <w:noProof/>
          <w:sz w:val="23"/>
          <w:szCs w:val="23"/>
        </w:rPr>
        <w:t xml:space="preserve">zata Képviselő-testületének </w:t>
      </w:r>
    </w:p>
    <w:p w:rsidR="00576AB5" w:rsidRPr="00A17231" w:rsidRDefault="00B55CA3" w:rsidP="00576AB5">
      <w:pPr>
        <w:jc w:val="center"/>
        <w:rPr>
          <w:b/>
          <w:noProof/>
          <w:sz w:val="23"/>
          <w:szCs w:val="23"/>
        </w:rPr>
      </w:pPr>
      <w:r w:rsidRPr="00A17231">
        <w:rPr>
          <w:b/>
          <w:noProof/>
          <w:sz w:val="23"/>
          <w:szCs w:val="23"/>
        </w:rPr>
        <w:t>202</w:t>
      </w:r>
      <w:r w:rsidR="00675D36" w:rsidRPr="00A17231">
        <w:rPr>
          <w:b/>
          <w:noProof/>
          <w:sz w:val="23"/>
          <w:szCs w:val="23"/>
        </w:rPr>
        <w:t>5</w:t>
      </w:r>
      <w:r w:rsidR="00576AB5" w:rsidRPr="00A17231">
        <w:rPr>
          <w:b/>
          <w:noProof/>
          <w:sz w:val="23"/>
          <w:szCs w:val="23"/>
        </w:rPr>
        <w:t>.</w:t>
      </w:r>
      <w:r w:rsidR="008A70A7" w:rsidRPr="00A17231">
        <w:rPr>
          <w:b/>
          <w:noProof/>
          <w:sz w:val="23"/>
          <w:szCs w:val="23"/>
        </w:rPr>
        <w:t xml:space="preserve"> </w:t>
      </w:r>
      <w:r w:rsidR="00633C3A" w:rsidRPr="00A17231">
        <w:rPr>
          <w:b/>
          <w:noProof/>
          <w:sz w:val="23"/>
          <w:szCs w:val="23"/>
        </w:rPr>
        <w:t xml:space="preserve">május </w:t>
      </w:r>
      <w:r w:rsidR="00E05291">
        <w:rPr>
          <w:b/>
          <w:noProof/>
          <w:sz w:val="23"/>
          <w:szCs w:val="23"/>
        </w:rPr>
        <w:t>15</w:t>
      </w:r>
      <w:r w:rsidR="00576AB5" w:rsidRPr="00A17231">
        <w:rPr>
          <w:b/>
          <w:noProof/>
          <w:sz w:val="23"/>
          <w:szCs w:val="23"/>
        </w:rPr>
        <w:t>-</w:t>
      </w:r>
      <w:r w:rsidR="00675D36" w:rsidRPr="00A17231">
        <w:rPr>
          <w:b/>
          <w:noProof/>
          <w:sz w:val="23"/>
          <w:szCs w:val="23"/>
        </w:rPr>
        <w:t>ére</w:t>
      </w:r>
      <w:r w:rsidR="00576AB5" w:rsidRPr="00A17231">
        <w:rPr>
          <w:b/>
          <w:noProof/>
          <w:sz w:val="23"/>
          <w:szCs w:val="23"/>
        </w:rPr>
        <w:t xml:space="preserve"> </w:t>
      </w:r>
      <w:r w:rsidR="00506B58" w:rsidRPr="00A17231">
        <w:rPr>
          <w:b/>
          <w:noProof/>
          <w:sz w:val="23"/>
          <w:szCs w:val="23"/>
        </w:rPr>
        <w:t xml:space="preserve">tervezett </w:t>
      </w:r>
      <w:r w:rsidR="00A17231" w:rsidRPr="00A17231">
        <w:rPr>
          <w:b/>
          <w:noProof/>
          <w:sz w:val="23"/>
          <w:szCs w:val="23"/>
        </w:rPr>
        <w:t xml:space="preserve">nyilvános </w:t>
      </w:r>
      <w:r w:rsidR="00576AB5" w:rsidRPr="00A17231">
        <w:rPr>
          <w:b/>
          <w:noProof/>
          <w:sz w:val="23"/>
          <w:szCs w:val="23"/>
        </w:rPr>
        <w:t>ülésére</w:t>
      </w:r>
    </w:p>
    <w:p w:rsidR="00576AB5" w:rsidRPr="00A17231" w:rsidRDefault="00576AB5" w:rsidP="00576AB5">
      <w:pPr>
        <w:jc w:val="center"/>
        <w:rPr>
          <w:noProof/>
          <w:sz w:val="23"/>
          <w:szCs w:val="23"/>
        </w:rPr>
      </w:pPr>
    </w:p>
    <w:p w:rsidR="00576AB5" w:rsidRPr="00A17231" w:rsidRDefault="00576AB5" w:rsidP="00576AB5">
      <w:pPr>
        <w:jc w:val="center"/>
        <w:rPr>
          <w:b/>
          <w:noProof/>
          <w:sz w:val="23"/>
          <w:szCs w:val="23"/>
        </w:rPr>
      </w:pPr>
      <w:r w:rsidRPr="00A17231">
        <w:rPr>
          <w:b/>
          <w:noProof/>
          <w:sz w:val="23"/>
          <w:szCs w:val="23"/>
        </w:rPr>
        <w:t>Tisztelt Képviselő-testület!</w:t>
      </w:r>
    </w:p>
    <w:p w:rsidR="00354463" w:rsidRDefault="00354463" w:rsidP="00431770">
      <w:pPr>
        <w:jc w:val="both"/>
        <w:rPr>
          <w:b/>
          <w:sz w:val="23"/>
          <w:szCs w:val="23"/>
        </w:rPr>
      </w:pPr>
    </w:p>
    <w:p w:rsidR="00431770" w:rsidRPr="00431770" w:rsidRDefault="00431770" w:rsidP="00431770">
      <w:pPr>
        <w:jc w:val="both"/>
        <w:rPr>
          <w:sz w:val="23"/>
          <w:szCs w:val="23"/>
        </w:rPr>
      </w:pPr>
      <w:r w:rsidRPr="00431770">
        <w:rPr>
          <w:sz w:val="23"/>
          <w:szCs w:val="23"/>
        </w:rPr>
        <w:t>A Tulajdonosi Bizottság 77/2025. (III.</w:t>
      </w:r>
      <w:r>
        <w:rPr>
          <w:sz w:val="23"/>
          <w:szCs w:val="23"/>
        </w:rPr>
        <w:t>17.) számú határozatában foglaltak szerint felkérte a Várvag Nonprofit Kft. és a Ceglédi Városfejlesztési Kft. ügyvezetőjét, hogy a Tulajdonosi Bizottság részére készítsenek adatbázist az ingatlanvagyon kataszter szerint piacképes önkormányzati tulajdonú ingatlanokról, kiegészítve a településterv övezeti besorolásokkal és a rendelkezésre áll</w:t>
      </w:r>
      <w:r w:rsidR="00A6726A">
        <w:rPr>
          <w:sz w:val="23"/>
          <w:szCs w:val="23"/>
        </w:rPr>
        <w:t>ó</w:t>
      </w:r>
      <w:r>
        <w:rPr>
          <w:sz w:val="23"/>
          <w:szCs w:val="23"/>
        </w:rPr>
        <w:t xml:space="preserve"> tervek szerinti hasznosítással.</w:t>
      </w:r>
    </w:p>
    <w:p w:rsidR="00591D5C" w:rsidRDefault="00513626" w:rsidP="00431770">
      <w:pPr>
        <w:pStyle w:val="Szvegtrzs"/>
        <w:overflowPunct w:val="0"/>
        <w:autoSpaceDE w:val="0"/>
        <w:autoSpaceDN w:val="0"/>
        <w:adjustRightInd w:val="0"/>
        <w:rPr>
          <w:noProof/>
          <w:sz w:val="23"/>
          <w:szCs w:val="23"/>
        </w:rPr>
      </w:pPr>
      <w:r>
        <w:rPr>
          <w:sz w:val="23"/>
          <w:szCs w:val="23"/>
        </w:rPr>
        <w:t xml:space="preserve">A </w:t>
      </w:r>
      <w:r>
        <w:rPr>
          <w:noProof/>
          <w:sz w:val="23"/>
          <w:szCs w:val="23"/>
        </w:rPr>
        <w:t>Várvag Nonprofit Kft. által szolgáltatott adatok alapján, a határozatnak eleget téve, az önkormányzati ingatlanok táblázatait csatoljuk az alábbi bontásban:</w:t>
      </w:r>
    </w:p>
    <w:p w:rsidR="00897804" w:rsidRDefault="00897804" w:rsidP="00431770">
      <w:pPr>
        <w:pStyle w:val="Szvegtrzs"/>
        <w:overflowPunct w:val="0"/>
        <w:autoSpaceDE w:val="0"/>
        <w:autoSpaceDN w:val="0"/>
        <w:adjustRightInd w:val="0"/>
        <w:rPr>
          <w:noProof/>
          <w:sz w:val="23"/>
          <w:szCs w:val="23"/>
        </w:rPr>
      </w:pPr>
    </w:p>
    <w:p w:rsidR="00513626" w:rsidRDefault="00513626" w:rsidP="00513626">
      <w:pPr>
        <w:pStyle w:val="Szvegtrzs"/>
        <w:numPr>
          <w:ilvl w:val="0"/>
          <w:numId w:val="13"/>
        </w:numPr>
        <w:overflowPunct w:val="0"/>
        <w:autoSpaceDE w:val="0"/>
        <w:autoSpaceDN w:val="0"/>
        <w:adjustRightInd w:val="0"/>
        <w:rPr>
          <w:sz w:val="23"/>
          <w:szCs w:val="23"/>
        </w:rPr>
      </w:pPr>
      <w:r>
        <w:rPr>
          <w:sz w:val="23"/>
          <w:szCs w:val="23"/>
        </w:rPr>
        <w:t>Ipari Park II., III. ingatlanok</w:t>
      </w:r>
    </w:p>
    <w:p w:rsidR="00513626" w:rsidRDefault="00513626" w:rsidP="00513626">
      <w:pPr>
        <w:pStyle w:val="Szvegtrzs"/>
        <w:numPr>
          <w:ilvl w:val="0"/>
          <w:numId w:val="13"/>
        </w:numPr>
        <w:overflowPunct w:val="0"/>
        <w:autoSpaceDE w:val="0"/>
        <w:autoSpaceDN w:val="0"/>
        <w:adjustRightInd w:val="0"/>
        <w:rPr>
          <w:sz w:val="23"/>
          <w:szCs w:val="23"/>
        </w:rPr>
      </w:pPr>
      <w:r>
        <w:rPr>
          <w:sz w:val="23"/>
          <w:szCs w:val="23"/>
        </w:rPr>
        <w:t>Képviselő-testület által értékesítésre kijelölt ingatlanok</w:t>
      </w:r>
    </w:p>
    <w:p w:rsidR="00513626" w:rsidRDefault="00513626" w:rsidP="00513626">
      <w:pPr>
        <w:pStyle w:val="Szvegtrzs"/>
        <w:numPr>
          <w:ilvl w:val="0"/>
          <w:numId w:val="13"/>
        </w:numPr>
        <w:overflowPunct w:val="0"/>
        <w:autoSpaceDE w:val="0"/>
        <w:autoSpaceDN w:val="0"/>
        <w:adjustRightInd w:val="0"/>
        <w:rPr>
          <w:sz w:val="23"/>
          <w:szCs w:val="23"/>
        </w:rPr>
      </w:pPr>
      <w:r>
        <w:rPr>
          <w:sz w:val="23"/>
          <w:szCs w:val="23"/>
        </w:rPr>
        <w:t>Gazdasági célú értékesítendő ingatlanok</w:t>
      </w:r>
    </w:p>
    <w:p w:rsidR="00513626" w:rsidRDefault="00513626" w:rsidP="00513626">
      <w:pPr>
        <w:pStyle w:val="Szvegtrzs"/>
        <w:numPr>
          <w:ilvl w:val="0"/>
          <w:numId w:val="13"/>
        </w:numPr>
        <w:overflowPunct w:val="0"/>
        <w:autoSpaceDE w:val="0"/>
        <w:autoSpaceDN w:val="0"/>
        <w:adjustRightInd w:val="0"/>
        <w:rPr>
          <w:sz w:val="23"/>
          <w:szCs w:val="23"/>
        </w:rPr>
      </w:pPr>
      <w:r>
        <w:rPr>
          <w:sz w:val="23"/>
          <w:szCs w:val="23"/>
        </w:rPr>
        <w:t>Egyéb hasznosításra szánt</w:t>
      </w:r>
    </w:p>
    <w:p w:rsidR="00513626" w:rsidRDefault="00513626" w:rsidP="00513626">
      <w:pPr>
        <w:pStyle w:val="Szvegtrzs"/>
        <w:numPr>
          <w:ilvl w:val="0"/>
          <w:numId w:val="13"/>
        </w:numPr>
        <w:overflowPunct w:val="0"/>
        <w:autoSpaceDE w:val="0"/>
        <w:autoSpaceDN w:val="0"/>
        <w:adjustRightInd w:val="0"/>
        <w:rPr>
          <w:sz w:val="23"/>
          <w:szCs w:val="23"/>
        </w:rPr>
      </w:pPr>
      <w:r>
        <w:rPr>
          <w:sz w:val="23"/>
          <w:szCs w:val="23"/>
        </w:rPr>
        <w:t>Fürdő környéki ingatlanok (2 táblázat)</w:t>
      </w:r>
    </w:p>
    <w:p w:rsidR="00513626" w:rsidRDefault="00513626" w:rsidP="00513626">
      <w:pPr>
        <w:pStyle w:val="Szvegtrzs"/>
        <w:numPr>
          <w:ilvl w:val="0"/>
          <w:numId w:val="13"/>
        </w:numPr>
        <w:overflowPunct w:val="0"/>
        <w:autoSpaceDE w:val="0"/>
        <w:autoSpaceDN w:val="0"/>
        <w:adjustRightInd w:val="0"/>
        <w:rPr>
          <w:sz w:val="23"/>
          <w:szCs w:val="23"/>
        </w:rPr>
      </w:pPr>
      <w:r>
        <w:rPr>
          <w:sz w:val="23"/>
          <w:szCs w:val="23"/>
        </w:rPr>
        <w:t>Önkormányzati résztulajdonú ingatlanok</w:t>
      </w:r>
    </w:p>
    <w:p w:rsidR="00513626" w:rsidRDefault="00513626" w:rsidP="00513626">
      <w:pPr>
        <w:pStyle w:val="Szvegtrzs"/>
        <w:numPr>
          <w:ilvl w:val="0"/>
          <w:numId w:val="13"/>
        </w:numPr>
        <w:overflowPunct w:val="0"/>
        <w:autoSpaceDE w:val="0"/>
        <w:autoSpaceDN w:val="0"/>
        <w:adjustRightInd w:val="0"/>
        <w:rPr>
          <w:sz w:val="23"/>
          <w:szCs w:val="23"/>
        </w:rPr>
      </w:pPr>
      <w:r>
        <w:rPr>
          <w:sz w:val="23"/>
          <w:szCs w:val="23"/>
        </w:rPr>
        <w:t>Haszonbérbe / bérbeadott ingatlanok</w:t>
      </w:r>
    </w:p>
    <w:p w:rsidR="00513626" w:rsidRDefault="00513626" w:rsidP="00513626">
      <w:pPr>
        <w:pStyle w:val="Szvegtrzs"/>
        <w:numPr>
          <w:ilvl w:val="0"/>
          <w:numId w:val="13"/>
        </w:numPr>
        <w:overflowPunct w:val="0"/>
        <w:autoSpaceDE w:val="0"/>
        <w:autoSpaceDN w:val="0"/>
        <w:adjustRightInd w:val="0"/>
        <w:rPr>
          <w:sz w:val="23"/>
          <w:szCs w:val="23"/>
        </w:rPr>
      </w:pPr>
      <w:r>
        <w:rPr>
          <w:sz w:val="23"/>
          <w:szCs w:val="23"/>
        </w:rPr>
        <w:t>Egyéb forgalomképes ingatlanok (vagyonkataszterből leszűrt)</w:t>
      </w:r>
    </w:p>
    <w:p w:rsidR="00431770" w:rsidRDefault="00431770" w:rsidP="00574F2B">
      <w:pPr>
        <w:pStyle w:val="Szvegtrzs"/>
        <w:overflowPunct w:val="0"/>
        <w:autoSpaceDE w:val="0"/>
        <w:autoSpaceDN w:val="0"/>
        <w:adjustRightInd w:val="0"/>
        <w:rPr>
          <w:noProof/>
          <w:sz w:val="23"/>
          <w:szCs w:val="23"/>
        </w:rPr>
      </w:pPr>
    </w:p>
    <w:p w:rsidR="00897804" w:rsidRDefault="00897804" w:rsidP="00574F2B">
      <w:pPr>
        <w:pStyle w:val="Szvegtrzs"/>
        <w:overflowPunct w:val="0"/>
        <w:autoSpaceDE w:val="0"/>
        <w:autoSpaceDN w:val="0"/>
        <w:adjustRightInd w:val="0"/>
        <w:rPr>
          <w:noProof/>
          <w:sz w:val="23"/>
          <w:szCs w:val="23"/>
        </w:rPr>
      </w:pPr>
      <w:r>
        <w:rPr>
          <w:noProof/>
          <w:sz w:val="23"/>
          <w:szCs w:val="23"/>
        </w:rPr>
        <w:t>Kiegészítés a cég részéről: Ahol lehetséges, a hasznosítási javaslatot is feltüntették, de természetesen a tulajdnos részéről szükséges döntés. Előfordulhat, hogy átfedés van egyes hrsz-ek tekintetében a táblázatok között.</w:t>
      </w:r>
    </w:p>
    <w:p w:rsidR="00897804" w:rsidRPr="00A17231" w:rsidRDefault="00897804" w:rsidP="00574F2B">
      <w:pPr>
        <w:pStyle w:val="Szvegtrzs"/>
        <w:overflowPunct w:val="0"/>
        <w:autoSpaceDE w:val="0"/>
        <w:autoSpaceDN w:val="0"/>
        <w:adjustRightInd w:val="0"/>
        <w:rPr>
          <w:noProof/>
          <w:sz w:val="23"/>
          <w:szCs w:val="23"/>
        </w:rPr>
      </w:pPr>
    </w:p>
    <w:p w:rsidR="00B0412E" w:rsidRPr="00A17231" w:rsidRDefault="007E5BA2" w:rsidP="00B0412E">
      <w:pPr>
        <w:jc w:val="both"/>
        <w:rPr>
          <w:sz w:val="23"/>
          <w:szCs w:val="23"/>
        </w:rPr>
      </w:pPr>
      <w:r w:rsidRPr="00A17231">
        <w:rPr>
          <w:sz w:val="23"/>
          <w:szCs w:val="23"/>
        </w:rPr>
        <w:t>A</w:t>
      </w:r>
      <w:r w:rsidR="00E746B3" w:rsidRPr="00A17231">
        <w:rPr>
          <w:sz w:val="23"/>
          <w:szCs w:val="23"/>
        </w:rPr>
        <w:t>z előterjesztést a</w:t>
      </w:r>
      <w:r w:rsidR="00E746B3" w:rsidRPr="00A17231">
        <w:rPr>
          <w:b/>
          <w:sz w:val="23"/>
          <w:szCs w:val="23"/>
        </w:rPr>
        <w:t xml:space="preserve"> </w:t>
      </w:r>
      <w:r w:rsidR="00A17231" w:rsidRPr="00A17231">
        <w:rPr>
          <w:b/>
          <w:sz w:val="23"/>
          <w:szCs w:val="23"/>
        </w:rPr>
        <w:t>Tulajdonosi Bizottság</w:t>
      </w:r>
      <w:r w:rsidR="00E746B3" w:rsidRPr="00A17231">
        <w:rPr>
          <w:b/>
          <w:sz w:val="23"/>
          <w:szCs w:val="23"/>
        </w:rPr>
        <w:t xml:space="preserve"> </w:t>
      </w:r>
      <w:r w:rsidR="00B7538E" w:rsidRPr="00A17231">
        <w:rPr>
          <w:sz w:val="23"/>
          <w:szCs w:val="23"/>
        </w:rPr>
        <w:t>tárgyalja</w:t>
      </w:r>
      <w:r w:rsidR="00E746B3" w:rsidRPr="00A17231">
        <w:rPr>
          <w:sz w:val="23"/>
          <w:szCs w:val="23"/>
        </w:rPr>
        <w:t>.</w:t>
      </w:r>
      <w:r w:rsidR="00B0412E" w:rsidRPr="00A17231">
        <w:rPr>
          <w:b/>
          <w:sz w:val="23"/>
          <w:szCs w:val="23"/>
        </w:rPr>
        <w:t xml:space="preserve"> </w:t>
      </w:r>
      <w:bookmarkStart w:id="1" w:name="_Hlk102467770"/>
      <w:r w:rsidR="00B0412E" w:rsidRPr="00A17231">
        <w:rPr>
          <w:sz w:val="23"/>
          <w:szCs w:val="23"/>
        </w:rPr>
        <w:t xml:space="preserve">A bizottságok véleménye – jegyzőkönyvi kivonat formájában – a képviselő-testület ülésén </w:t>
      </w:r>
      <w:r w:rsidR="00ED27C3" w:rsidRPr="00A17231">
        <w:rPr>
          <w:sz w:val="23"/>
          <w:szCs w:val="23"/>
        </w:rPr>
        <w:t xml:space="preserve">helyben </w:t>
      </w:r>
      <w:r w:rsidR="00B0412E" w:rsidRPr="00A17231">
        <w:rPr>
          <w:sz w:val="23"/>
          <w:szCs w:val="23"/>
        </w:rPr>
        <w:t>kerül ismertetésre.</w:t>
      </w:r>
    </w:p>
    <w:bookmarkEnd w:id="1"/>
    <w:p w:rsidR="00C95326" w:rsidRPr="00A17231" w:rsidRDefault="00C95326" w:rsidP="00B10AFF">
      <w:pPr>
        <w:pStyle w:val="Szvegtrzs"/>
        <w:ind w:right="-108"/>
        <w:rPr>
          <w:sz w:val="23"/>
          <w:szCs w:val="23"/>
        </w:rPr>
      </w:pPr>
    </w:p>
    <w:p w:rsidR="00073CC7" w:rsidRPr="00A17231" w:rsidRDefault="007E5BA2" w:rsidP="00073CC7">
      <w:pPr>
        <w:tabs>
          <w:tab w:val="left" w:pos="851"/>
        </w:tabs>
        <w:ind w:right="-1"/>
        <w:jc w:val="both"/>
        <w:rPr>
          <w:sz w:val="23"/>
          <w:szCs w:val="23"/>
        </w:rPr>
      </w:pPr>
      <w:r w:rsidRPr="00A17231">
        <w:rPr>
          <w:sz w:val="23"/>
          <w:szCs w:val="23"/>
        </w:rPr>
        <w:t>A</w:t>
      </w:r>
      <w:r w:rsidR="00073CC7" w:rsidRPr="00A17231">
        <w:rPr>
          <w:sz w:val="23"/>
          <w:szCs w:val="23"/>
        </w:rPr>
        <w:t xml:space="preserve"> döntéshozatal az egyesülési jogról, a közhasznú jogállásról, valamint a civil szervezetek működéséről és támogatásáról szóló 2011. évi CLXXV. törvény 37. § (1) bekezdése alapján, </w:t>
      </w:r>
      <w:r w:rsidR="00073CC7" w:rsidRPr="00A17231">
        <w:rPr>
          <w:b/>
          <w:sz w:val="23"/>
          <w:szCs w:val="23"/>
        </w:rPr>
        <w:t>nyilvános ülés</w:t>
      </w:r>
      <w:r w:rsidR="00073CC7" w:rsidRPr="00A17231">
        <w:rPr>
          <w:sz w:val="23"/>
          <w:szCs w:val="23"/>
        </w:rPr>
        <w:t xml:space="preserve"> keretében, </w:t>
      </w:r>
      <w:r w:rsidR="00073CC7" w:rsidRPr="00A17231">
        <w:rPr>
          <w:b/>
          <w:sz w:val="23"/>
          <w:szCs w:val="23"/>
        </w:rPr>
        <w:t>egyszerű szavazati arányt</w:t>
      </w:r>
      <w:r w:rsidR="00073CC7" w:rsidRPr="00A17231">
        <w:rPr>
          <w:sz w:val="23"/>
          <w:szCs w:val="23"/>
        </w:rPr>
        <w:t xml:space="preserve"> igényel.</w:t>
      </w:r>
    </w:p>
    <w:p w:rsidR="00A17231" w:rsidRPr="00A17231" w:rsidRDefault="00A17231" w:rsidP="00AE59ED">
      <w:pPr>
        <w:jc w:val="both"/>
        <w:rPr>
          <w:sz w:val="23"/>
          <w:szCs w:val="23"/>
        </w:rPr>
      </w:pPr>
    </w:p>
    <w:p w:rsidR="0024428A" w:rsidRPr="00A17231" w:rsidRDefault="00073CC7" w:rsidP="0024428A">
      <w:pPr>
        <w:jc w:val="both"/>
        <w:rPr>
          <w:sz w:val="23"/>
          <w:szCs w:val="23"/>
        </w:rPr>
      </w:pPr>
      <w:r w:rsidRPr="00A17231">
        <w:rPr>
          <w:sz w:val="23"/>
          <w:szCs w:val="23"/>
        </w:rPr>
        <w:t>Cegléd, 202</w:t>
      </w:r>
      <w:r w:rsidR="00A17231" w:rsidRPr="00A17231">
        <w:rPr>
          <w:sz w:val="23"/>
          <w:szCs w:val="23"/>
        </w:rPr>
        <w:t>5</w:t>
      </w:r>
      <w:r w:rsidR="00E746B3" w:rsidRPr="00A17231">
        <w:rPr>
          <w:sz w:val="23"/>
          <w:szCs w:val="23"/>
        </w:rPr>
        <w:t xml:space="preserve">. </w:t>
      </w:r>
      <w:r w:rsidR="00E05291">
        <w:rPr>
          <w:sz w:val="23"/>
          <w:szCs w:val="23"/>
        </w:rPr>
        <w:t>május</w:t>
      </w:r>
      <w:r w:rsidR="00A17231" w:rsidRPr="00A17231">
        <w:rPr>
          <w:sz w:val="23"/>
          <w:szCs w:val="23"/>
        </w:rPr>
        <w:t xml:space="preserve"> </w:t>
      </w:r>
      <w:r w:rsidR="00E05291">
        <w:rPr>
          <w:sz w:val="23"/>
          <w:szCs w:val="23"/>
        </w:rPr>
        <w:t>5</w:t>
      </w:r>
      <w:r w:rsidR="00393792" w:rsidRPr="00A17231">
        <w:rPr>
          <w:sz w:val="23"/>
          <w:szCs w:val="23"/>
        </w:rPr>
        <w:t>.</w:t>
      </w:r>
    </w:p>
    <w:p w:rsidR="005F5BF6" w:rsidRDefault="005F5BF6" w:rsidP="005F5BF6">
      <w:pPr>
        <w:ind w:right="-2"/>
        <w:jc w:val="both"/>
        <w:rPr>
          <w:sz w:val="23"/>
          <w:szCs w:val="23"/>
        </w:rPr>
      </w:pPr>
    </w:p>
    <w:p w:rsidR="00A17231" w:rsidRPr="00A17231" w:rsidRDefault="00A17231" w:rsidP="005F5BF6">
      <w:pPr>
        <w:ind w:right="-2"/>
        <w:jc w:val="both"/>
        <w:rPr>
          <w:sz w:val="23"/>
          <w:szCs w:val="23"/>
        </w:rPr>
      </w:pPr>
    </w:p>
    <w:p w:rsidR="0024428A" w:rsidRPr="00A17231" w:rsidRDefault="00073CC7" w:rsidP="00073CC7">
      <w:pPr>
        <w:rPr>
          <w:sz w:val="23"/>
          <w:szCs w:val="23"/>
        </w:rPr>
      </w:pPr>
      <w:r w:rsidRPr="00A17231">
        <w:rPr>
          <w:sz w:val="23"/>
          <w:szCs w:val="23"/>
        </w:rPr>
        <w:tab/>
      </w:r>
      <w:r w:rsidRPr="00A17231">
        <w:rPr>
          <w:sz w:val="23"/>
          <w:szCs w:val="23"/>
        </w:rPr>
        <w:tab/>
      </w:r>
      <w:r w:rsidRPr="00A17231">
        <w:rPr>
          <w:sz w:val="23"/>
          <w:szCs w:val="23"/>
        </w:rPr>
        <w:tab/>
      </w:r>
      <w:r w:rsidRPr="00A17231">
        <w:rPr>
          <w:sz w:val="23"/>
          <w:szCs w:val="23"/>
        </w:rPr>
        <w:tab/>
      </w:r>
      <w:r w:rsidRPr="00A17231">
        <w:rPr>
          <w:sz w:val="23"/>
          <w:szCs w:val="23"/>
        </w:rPr>
        <w:tab/>
      </w:r>
      <w:r w:rsidRPr="00A17231">
        <w:rPr>
          <w:sz w:val="23"/>
          <w:szCs w:val="23"/>
        </w:rPr>
        <w:tab/>
      </w:r>
      <w:r w:rsidRPr="00A17231">
        <w:rPr>
          <w:sz w:val="23"/>
          <w:szCs w:val="23"/>
        </w:rPr>
        <w:tab/>
      </w:r>
      <w:r w:rsidRPr="00A17231">
        <w:rPr>
          <w:sz w:val="23"/>
          <w:szCs w:val="23"/>
        </w:rPr>
        <w:tab/>
      </w:r>
      <w:r w:rsidRPr="00A17231">
        <w:rPr>
          <w:sz w:val="23"/>
          <w:szCs w:val="23"/>
        </w:rPr>
        <w:tab/>
        <w:t xml:space="preserve">      Dr. Csáky András</w:t>
      </w:r>
    </w:p>
    <w:p w:rsidR="00576AB5" w:rsidRPr="00A17231" w:rsidRDefault="00665835" w:rsidP="00062D4C">
      <w:pPr>
        <w:ind w:left="6946"/>
        <w:rPr>
          <w:noProof/>
          <w:sz w:val="23"/>
          <w:szCs w:val="23"/>
        </w:rPr>
      </w:pPr>
      <w:r w:rsidRPr="00A17231">
        <w:rPr>
          <w:sz w:val="23"/>
          <w:szCs w:val="23"/>
        </w:rPr>
        <w:t xml:space="preserve"> </w:t>
      </w:r>
      <w:r w:rsidR="005D30D2" w:rsidRPr="00A17231">
        <w:rPr>
          <w:sz w:val="23"/>
          <w:szCs w:val="23"/>
        </w:rPr>
        <w:t>p</w:t>
      </w:r>
      <w:r w:rsidR="0024428A" w:rsidRPr="00A17231">
        <w:rPr>
          <w:sz w:val="23"/>
          <w:szCs w:val="23"/>
        </w:rPr>
        <w:t>olgármester</w:t>
      </w:r>
    </w:p>
    <w:p w:rsidR="005D30D2" w:rsidRPr="00A17231" w:rsidRDefault="005D30D2" w:rsidP="00576AB5">
      <w:pPr>
        <w:jc w:val="center"/>
        <w:rPr>
          <w:b/>
          <w:bCs/>
          <w:sz w:val="23"/>
          <w:szCs w:val="23"/>
        </w:rPr>
        <w:sectPr w:rsidR="005D30D2" w:rsidRPr="00A17231" w:rsidSect="0016096E">
          <w:footerReference w:type="default" r:id="rId9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</w:p>
    <w:p w:rsidR="00111D6C" w:rsidRPr="00A17231" w:rsidRDefault="00111D6C" w:rsidP="00111D6C">
      <w:pPr>
        <w:jc w:val="center"/>
        <w:rPr>
          <w:b/>
          <w:bCs/>
          <w:sz w:val="23"/>
          <w:szCs w:val="23"/>
        </w:rPr>
      </w:pPr>
      <w:r w:rsidRPr="00A17231">
        <w:rPr>
          <w:b/>
          <w:bCs/>
          <w:sz w:val="23"/>
          <w:szCs w:val="23"/>
        </w:rPr>
        <w:lastRenderedPageBreak/>
        <w:t>I. Határozati javaslat</w:t>
      </w:r>
    </w:p>
    <w:p w:rsidR="008773B4" w:rsidRPr="00A17231" w:rsidRDefault="008773B4" w:rsidP="009856E6">
      <w:pPr>
        <w:tabs>
          <w:tab w:val="left" w:pos="567"/>
          <w:tab w:val="left" w:pos="8364"/>
        </w:tabs>
        <w:outlineLvl w:val="0"/>
        <w:rPr>
          <w:b/>
          <w:sz w:val="23"/>
          <w:szCs w:val="23"/>
        </w:rPr>
      </w:pPr>
    </w:p>
    <w:p w:rsidR="002910D6" w:rsidRPr="00A17231" w:rsidRDefault="00E746B3" w:rsidP="002910D6">
      <w:pPr>
        <w:jc w:val="both"/>
        <w:rPr>
          <w:sz w:val="23"/>
          <w:szCs w:val="23"/>
        </w:rPr>
      </w:pPr>
      <w:bookmarkStart w:id="2" w:name="_Hlk513115989"/>
      <w:r w:rsidRPr="00A17231">
        <w:rPr>
          <w:sz w:val="23"/>
          <w:szCs w:val="23"/>
        </w:rPr>
        <w:t xml:space="preserve">Cegléd Város Önkormányzatának Képviselő-testülete </w:t>
      </w:r>
    </w:p>
    <w:p w:rsidR="008773B4" w:rsidRPr="00A17231" w:rsidRDefault="00633DB8" w:rsidP="002910D6">
      <w:pPr>
        <w:pStyle w:val="Listaszerbekezds"/>
        <w:numPr>
          <w:ilvl w:val="0"/>
          <w:numId w:val="12"/>
        </w:numPr>
        <w:jc w:val="both"/>
        <w:rPr>
          <w:sz w:val="23"/>
          <w:szCs w:val="23"/>
        </w:rPr>
      </w:pPr>
      <w:r w:rsidRPr="00A17231">
        <w:rPr>
          <w:sz w:val="23"/>
          <w:szCs w:val="23"/>
        </w:rPr>
        <w:t>Elfogad</w:t>
      </w:r>
      <w:r w:rsidR="002910D6" w:rsidRPr="00A17231">
        <w:rPr>
          <w:sz w:val="23"/>
          <w:szCs w:val="23"/>
        </w:rPr>
        <w:t>ja</w:t>
      </w:r>
      <w:r w:rsidR="008773B4" w:rsidRPr="00A17231">
        <w:rPr>
          <w:sz w:val="23"/>
          <w:szCs w:val="23"/>
        </w:rPr>
        <w:t xml:space="preserve"> a VÁRVAG </w:t>
      </w:r>
      <w:bookmarkStart w:id="3" w:name="_Hlk513115200"/>
      <w:r w:rsidR="008773B4" w:rsidRPr="00A17231">
        <w:rPr>
          <w:sz w:val="23"/>
          <w:szCs w:val="23"/>
        </w:rPr>
        <w:t>Város</w:t>
      </w:r>
      <w:r w:rsidR="00393792" w:rsidRPr="00A17231">
        <w:rPr>
          <w:sz w:val="23"/>
          <w:szCs w:val="23"/>
        </w:rPr>
        <w:t xml:space="preserve">üzemeltetési </w:t>
      </w:r>
      <w:bookmarkEnd w:id="3"/>
      <w:r w:rsidR="008773B4" w:rsidRPr="00A17231">
        <w:rPr>
          <w:sz w:val="23"/>
          <w:szCs w:val="23"/>
        </w:rPr>
        <w:t xml:space="preserve">és Vagyongazdálkodási Nonprofit Közhasznú Kft. (2700 Cegléd, Gubody utca 28.) </w:t>
      </w:r>
      <w:r w:rsidR="009856E6">
        <w:rPr>
          <w:sz w:val="23"/>
          <w:szCs w:val="23"/>
        </w:rPr>
        <w:t>által adott tájékoztatást</w:t>
      </w:r>
      <w:r w:rsidR="008773B4" w:rsidRPr="00A17231">
        <w:rPr>
          <w:sz w:val="23"/>
          <w:szCs w:val="23"/>
        </w:rPr>
        <w:t>.</w:t>
      </w:r>
    </w:p>
    <w:p w:rsidR="008773B4" w:rsidRPr="00A17231" w:rsidRDefault="00633DB8" w:rsidP="002910D6">
      <w:pPr>
        <w:numPr>
          <w:ilvl w:val="0"/>
          <w:numId w:val="12"/>
        </w:numPr>
        <w:jc w:val="both"/>
        <w:rPr>
          <w:sz w:val="23"/>
          <w:szCs w:val="23"/>
        </w:rPr>
      </w:pPr>
      <w:r w:rsidRPr="00A17231">
        <w:rPr>
          <w:sz w:val="23"/>
          <w:szCs w:val="23"/>
        </w:rPr>
        <w:t>Utasít</w:t>
      </w:r>
      <w:r w:rsidR="002910D6" w:rsidRPr="00A17231">
        <w:rPr>
          <w:sz w:val="23"/>
          <w:szCs w:val="23"/>
        </w:rPr>
        <w:t>ja</w:t>
      </w:r>
      <w:r w:rsidR="008773B4" w:rsidRPr="00A17231">
        <w:rPr>
          <w:sz w:val="23"/>
          <w:szCs w:val="23"/>
        </w:rPr>
        <w:t xml:space="preserve"> a Ceglédi Közös Önkormányzati Hivatalt, hogy a határozatról az érintetteket értesítse.</w:t>
      </w:r>
    </w:p>
    <w:bookmarkEnd w:id="2"/>
    <w:p w:rsidR="008773B4" w:rsidRPr="00A17231" w:rsidRDefault="008773B4" w:rsidP="008773B4">
      <w:pPr>
        <w:tabs>
          <w:tab w:val="left" w:pos="567"/>
          <w:tab w:val="left" w:pos="5580"/>
        </w:tabs>
        <w:spacing w:before="80" w:after="80"/>
        <w:jc w:val="both"/>
        <w:rPr>
          <w:sz w:val="23"/>
          <w:szCs w:val="23"/>
          <w:u w:val="single"/>
        </w:rPr>
      </w:pPr>
    </w:p>
    <w:p w:rsidR="008773B4" w:rsidRPr="00A17231" w:rsidRDefault="008773B4" w:rsidP="008773B4">
      <w:pPr>
        <w:tabs>
          <w:tab w:val="left" w:pos="567"/>
          <w:tab w:val="left" w:pos="5580"/>
        </w:tabs>
        <w:spacing w:before="80" w:after="80"/>
        <w:jc w:val="both"/>
        <w:rPr>
          <w:sz w:val="23"/>
          <w:szCs w:val="23"/>
        </w:rPr>
      </w:pPr>
      <w:r w:rsidRPr="00A17231">
        <w:rPr>
          <w:sz w:val="23"/>
          <w:szCs w:val="23"/>
          <w:u w:val="single"/>
        </w:rPr>
        <w:t>Határidő</w:t>
      </w:r>
      <w:r w:rsidRPr="00A17231">
        <w:rPr>
          <w:sz w:val="23"/>
          <w:szCs w:val="23"/>
        </w:rPr>
        <w:t>: azonnal</w:t>
      </w:r>
      <w:r w:rsidRPr="00A17231">
        <w:rPr>
          <w:sz w:val="23"/>
          <w:szCs w:val="23"/>
        </w:rPr>
        <w:tab/>
      </w:r>
      <w:r w:rsidRPr="00A17231">
        <w:rPr>
          <w:sz w:val="23"/>
          <w:szCs w:val="23"/>
          <w:u w:val="single"/>
        </w:rPr>
        <w:t>Felelős</w:t>
      </w:r>
      <w:r w:rsidR="003E2EAE" w:rsidRPr="00A17231">
        <w:rPr>
          <w:sz w:val="23"/>
          <w:szCs w:val="23"/>
        </w:rPr>
        <w:t>: Dr. Csáky András</w:t>
      </w:r>
      <w:r w:rsidRPr="00A17231">
        <w:rPr>
          <w:sz w:val="23"/>
          <w:szCs w:val="23"/>
        </w:rPr>
        <w:t xml:space="preserve"> polgármester</w:t>
      </w:r>
    </w:p>
    <w:p w:rsidR="008773B4" w:rsidRPr="00A17231" w:rsidRDefault="008773B4" w:rsidP="008773B4">
      <w:pPr>
        <w:jc w:val="both"/>
        <w:rPr>
          <w:sz w:val="23"/>
          <w:szCs w:val="23"/>
        </w:rPr>
      </w:pPr>
    </w:p>
    <w:p w:rsidR="008773B4" w:rsidRPr="00A17231" w:rsidRDefault="008773B4" w:rsidP="008773B4">
      <w:pPr>
        <w:jc w:val="both"/>
        <w:rPr>
          <w:sz w:val="23"/>
          <w:szCs w:val="23"/>
          <w:u w:val="single"/>
        </w:rPr>
      </w:pPr>
      <w:r w:rsidRPr="00A17231">
        <w:rPr>
          <w:sz w:val="23"/>
          <w:szCs w:val="23"/>
          <w:u w:val="single"/>
        </w:rPr>
        <w:t>A határozatot kapja:</w:t>
      </w:r>
    </w:p>
    <w:p w:rsidR="00A17231" w:rsidRDefault="00A17231" w:rsidP="003E2EAE">
      <w:pPr>
        <w:pStyle w:val="Listaszerbekezds"/>
        <w:numPr>
          <w:ilvl w:val="0"/>
          <w:numId w:val="10"/>
        </w:numPr>
        <w:jc w:val="both"/>
        <w:rPr>
          <w:sz w:val="23"/>
          <w:szCs w:val="23"/>
        </w:rPr>
      </w:pPr>
      <w:r>
        <w:rPr>
          <w:sz w:val="23"/>
          <w:szCs w:val="23"/>
        </w:rPr>
        <w:t>Kontroller</w:t>
      </w:r>
    </w:p>
    <w:p w:rsidR="008773B4" w:rsidRPr="00A17231" w:rsidRDefault="008773B4" w:rsidP="003E2EAE">
      <w:pPr>
        <w:pStyle w:val="Listaszerbekezds"/>
        <w:numPr>
          <w:ilvl w:val="0"/>
          <w:numId w:val="10"/>
        </w:numPr>
        <w:jc w:val="both"/>
        <w:rPr>
          <w:sz w:val="23"/>
          <w:szCs w:val="23"/>
        </w:rPr>
      </w:pPr>
      <w:r w:rsidRPr="00A17231">
        <w:rPr>
          <w:sz w:val="23"/>
          <w:szCs w:val="23"/>
        </w:rPr>
        <w:t>Pénzügyi Iroda</w:t>
      </w:r>
    </w:p>
    <w:p w:rsidR="008773B4" w:rsidRPr="00A17231" w:rsidRDefault="008773B4" w:rsidP="003E2EAE">
      <w:pPr>
        <w:pStyle w:val="Listaszerbekezds"/>
        <w:numPr>
          <w:ilvl w:val="0"/>
          <w:numId w:val="10"/>
        </w:numPr>
        <w:jc w:val="both"/>
        <w:rPr>
          <w:sz w:val="23"/>
          <w:szCs w:val="23"/>
        </w:rPr>
      </w:pPr>
      <w:r w:rsidRPr="00A17231">
        <w:rPr>
          <w:sz w:val="23"/>
          <w:szCs w:val="23"/>
        </w:rPr>
        <w:t xml:space="preserve">VÁRVAG </w:t>
      </w:r>
      <w:r w:rsidR="00393792" w:rsidRPr="00A17231">
        <w:rPr>
          <w:sz w:val="23"/>
          <w:szCs w:val="23"/>
        </w:rPr>
        <w:t xml:space="preserve">Városüzemeltetési </w:t>
      </w:r>
      <w:r w:rsidRPr="00A17231">
        <w:rPr>
          <w:sz w:val="23"/>
          <w:szCs w:val="23"/>
        </w:rPr>
        <w:t>és Vagyongazdálkodási Nonprofit Közhasznú Kft.</w:t>
      </w:r>
    </w:p>
    <w:p w:rsidR="00111D6C" w:rsidRPr="00A17231" w:rsidRDefault="00111D6C" w:rsidP="00111D6C">
      <w:pPr>
        <w:rPr>
          <w:sz w:val="23"/>
          <w:szCs w:val="23"/>
        </w:rPr>
      </w:pPr>
    </w:p>
    <w:p w:rsidR="002910D6" w:rsidRPr="00A17231" w:rsidRDefault="002910D6" w:rsidP="00111D6C">
      <w:pPr>
        <w:rPr>
          <w:sz w:val="23"/>
          <w:szCs w:val="23"/>
        </w:rPr>
      </w:pPr>
    </w:p>
    <w:p w:rsidR="002910D6" w:rsidRPr="00A17231" w:rsidRDefault="002910D6" w:rsidP="00111D6C">
      <w:pPr>
        <w:rPr>
          <w:sz w:val="23"/>
          <w:szCs w:val="23"/>
        </w:rPr>
      </w:pPr>
    </w:p>
    <w:p w:rsidR="00111D6C" w:rsidRPr="00A17231" w:rsidRDefault="00111D6C" w:rsidP="00111D6C">
      <w:pPr>
        <w:rPr>
          <w:sz w:val="23"/>
          <w:szCs w:val="23"/>
        </w:rPr>
      </w:pPr>
      <w:r w:rsidRPr="00A17231">
        <w:rPr>
          <w:sz w:val="23"/>
          <w:szCs w:val="23"/>
        </w:rPr>
        <w:t>Az előterjesztést láttam:</w:t>
      </w:r>
    </w:p>
    <w:p w:rsidR="00111D6C" w:rsidRPr="00A17231" w:rsidRDefault="00111D6C" w:rsidP="00111D6C">
      <w:pPr>
        <w:tabs>
          <w:tab w:val="left" w:pos="2340"/>
        </w:tabs>
        <w:rPr>
          <w:sz w:val="23"/>
          <w:szCs w:val="23"/>
        </w:rPr>
      </w:pPr>
      <w:r w:rsidRPr="00A17231">
        <w:rPr>
          <w:sz w:val="23"/>
          <w:szCs w:val="23"/>
        </w:rPr>
        <w:tab/>
        <w:t>Dr. Diósgyőri Gitta</w:t>
      </w:r>
    </w:p>
    <w:p w:rsidR="00111D6C" w:rsidRPr="00A17231" w:rsidRDefault="00111D6C" w:rsidP="00393792">
      <w:pPr>
        <w:tabs>
          <w:tab w:val="left" w:pos="2410"/>
        </w:tabs>
        <w:rPr>
          <w:sz w:val="23"/>
          <w:szCs w:val="23"/>
        </w:rPr>
      </w:pPr>
      <w:r w:rsidRPr="00A17231">
        <w:rPr>
          <w:sz w:val="23"/>
          <w:szCs w:val="23"/>
        </w:rPr>
        <w:tab/>
      </w:r>
      <w:r w:rsidR="00393792" w:rsidRPr="00A17231">
        <w:rPr>
          <w:sz w:val="23"/>
          <w:szCs w:val="23"/>
        </w:rPr>
        <w:t>címzetes fő</w:t>
      </w:r>
      <w:r w:rsidRPr="00A17231">
        <w:rPr>
          <w:sz w:val="23"/>
          <w:szCs w:val="23"/>
        </w:rPr>
        <w:t>jegyző</w:t>
      </w:r>
    </w:p>
    <w:sectPr w:rsidR="00111D6C" w:rsidRPr="00A17231" w:rsidSect="0016096E"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33E56" w:rsidRDefault="00B33E56">
      <w:r>
        <w:separator/>
      </w:r>
    </w:p>
  </w:endnote>
  <w:endnote w:type="continuationSeparator" w:id="0">
    <w:p w:rsidR="00B33E56" w:rsidRDefault="00B33E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23848" w:rsidRDefault="00A23848" w:rsidP="00BC678A">
    <w:pPr>
      <w:pStyle w:val="llb"/>
      <w:jc w:val="right"/>
      <w:rPr>
        <w:rStyle w:val="Oldalszm"/>
      </w:rPr>
    </w:pPr>
    <w:r>
      <w:rPr>
        <w:rStyle w:val="Oldalszm"/>
      </w:rPr>
      <w:t>___________________________________________________________________________</w:t>
    </w:r>
  </w:p>
  <w:p w:rsidR="00A23848" w:rsidRDefault="00A23848" w:rsidP="00BC678A">
    <w:pPr>
      <w:pStyle w:val="llb"/>
      <w:jc w:val="right"/>
      <w:rPr>
        <w:rStyle w:val="Oldalszm"/>
      </w:rPr>
    </w:pPr>
  </w:p>
  <w:p w:rsidR="00A23848" w:rsidRPr="00287A10" w:rsidRDefault="00A23848" w:rsidP="00BC678A">
    <w:pPr>
      <w:pStyle w:val="llb"/>
      <w:jc w:val="right"/>
      <w:rPr>
        <w:sz w:val="20"/>
        <w:szCs w:val="20"/>
      </w:rPr>
    </w:pPr>
    <w:r w:rsidRPr="00287A10">
      <w:rPr>
        <w:rStyle w:val="Oldalszm"/>
        <w:sz w:val="20"/>
        <w:szCs w:val="20"/>
      </w:rPr>
      <w:fldChar w:fldCharType="begin"/>
    </w:r>
    <w:r w:rsidRPr="00287A10">
      <w:rPr>
        <w:rStyle w:val="Oldalszm"/>
        <w:sz w:val="20"/>
        <w:szCs w:val="20"/>
      </w:rPr>
      <w:instrText xml:space="preserve"> PAGE </w:instrText>
    </w:r>
    <w:r w:rsidRPr="00287A10">
      <w:rPr>
        <w:rStyle w:val="Oldalszm"/>
        <w:sz w:val="20"/>
        <w:szCs w:val="20"/>
      </w:rPr>
      <w:fldChar w:fldCharType="separate"/>
    </w:r>
    <w:r w:rsidR="00633DB8">
      <w:rPr>
        <w:rStyle w:val="Oldalszm"/>
        <w:noProof/>
        <w:sz w:val="20"/>
        <w:szCs w:val="20"/>
      </w:rPr>
      <w:t>2</w:t>
    </w:r>
    <w:r w:rsidRPr="00287A10">
      <w:rPr>
        <w:rStyle w:val="Oldalszm"/>
        <w:sz w:val="20"/>
        <w:szCs w:val="20"/>
      </w:rPr>
      <w:fldChar w:fldCharType="end"/>
    </w:r>
    <w:r w:rsidRPr="00287A10">
      <w:rPr>
        <w:rStyle w:val="Oldalszm"/>
        <w:sz w:val="20"/>
        <w:szCs w:val="20"/>
      </w:rPr>
      <w:t>/</w:t>
    </w:r>
    <w:r w:rsidRPr="00287A10">
      <w:rPr>
        <w:rStyle w:val="Oldalszm"/>
        <w:sz w:val="20"/>
        <w:szCs w:val="20"/>
      </w:rPr>
      <w:fldChar w:fldCharType="begin"/>
    </w:r>
    <w:r w:rsidRPr="00287A10">
      <w:rPr>
        <w:rStyle w:val="Oldalszm"/>
        <w:sz w:val="20"/>
        <w:szCs w:val="20"/>
      </w:rPr>
      <w:instrText xml:space="preserve"> NUMPAGES </w:instrText>
    </w:r>
    <w:r w:rsidRPr="00287A10">
      <w:rPr>
        <w:rStyle w:val="Oldalszm"/>
        <w:sz w:val="20"/>
        <w:szCs w:val="20"/>
      </w:rPr>
      <w:fldChar w:fldCharType="separate"/>
    </w:r>
    <w:r w:rsidR="00633DB8">
      <w:rPr>
        <w:rStyle w:val="Oldalszm"/>
        <w:noProof/>
        <w:sz w:val="20"/>
        <w:szCs w:val="20"/>
      </w:rPr>
      <w:t>2</w:t>
    </w:r>
    <w:r w:rsidRPr="00287A10">
      <w:rPr>
        <w:rStyle w:val="Oldalszm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33E56" w:rsidRDefault="00B33E56">
      <w:r>
        <w:separator/>
      </w:r>
    </w:p>
  </w:footnote>
  <w:footnote w:type="continuationSeparator" w:id="0">
    <w:p w:rsidR="00B33E56" w:rsidRDefault="00B33E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E47632"/>
    <w:multiLevelType w:val="hybridMultilevel"/>
    <w:tmpl w:val="B3427D76"/>
    <w:lvl w:ilvl="0" w:tplc="32C4ED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9" w:hanging="360"/>
      </w:pPr>
    </w:lvl>
    <w:lvl w:ilvl="2" w:tplc="040E001B" w:tentative="1">
      <w:start w:val="1"/>
      <w:numFmt w:val="lowerRoman"/>
      <w:lvlText w:val="%3."/>
      <w:lvlJc w:val="right"/>
      <w:pPr>
        <w:ind w:left="2509" w:hanging="180"/>
      </w:pPr>
    </w:lvl>
    <w:lvl w:ilvl="3" w:tplc="040E000F" w:tentative="1">
      <w:start w:val="1"/>
      <w:numFmt w:val="decimal"/>
      <w:lvlText w:val="%4."/>
      <w:lvlJc w:val="left"/>
      <w:pPr>
        <w:ind w:left="3229" w:hanging="360"/>
      </w:pPr>
    </w:lvl>
    <w:lvl w:ilvl="4" w:tplc="040E0019" w:tentative="1">
      <w:start w:val="1"/>
      <w:numFmt w:val="lowerLetter"/>
      <w:lvlText w:val="%5."/>
      <w:lvlJc w:val="left"/>
      <w:pPr>
        <w:ind w:left="3949" w:hanging="360"/>
      </w:pPr>
    </w:lvl>
    <w:lvl w:ilvl="5" w:tplc="040E001B" w:tentative="1">
      <w:start w:val="1"/>
      <w:numFmt w:val="lowerRoman"/>
      <w:lvlText w:val="%6."/>
      <w:lvlJc w:val="right"/>
      <w:pPr>
        <w:ind w:left="4669" w:hanging="180"/>
      </w:pPr>
    </w:lvl>
    <w:lvl w:ilvl="6" w:tplc="040E000F" w:tentative="1">
      <w:start w:val="1"/>
      <w:numFmt w:val="decimal"/>
      <w:lvlText w:val="%7."/>
      <w:lvlJc w:val="left"/>
      <w:pPr>
        <w:ind w:left="5389" w:hanging="360"/>
      </w:pPr>
    </w:lvl>
    <w:lvl w:ilvl="7" w:tplc="040E0019" w:tentative="1">
      <w:start w:val="1"/>
      <w:numFmt w:val="lowerLetter"/>
      <w:lvlText w:val="%8."/>
      <w:lvlJc w:val="left"/>
      <w:pPr>
        <w:ind w:left="6109" w:hanging="360"/>
      </w:pPr>
    </w:lvl>
    <w:lvl w:ilvl="8" w:tplc="040E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2CA0F96"/>
    <w:multiLevelType w:val="hybridMultilevel"/>
    <w:tmpl w:val="4CFE0AFA"/>
    <w:lvl w:ilvl="0" w:tplc="D15C5412">
      <w:start w:val="1"/>
      <w:numFmt w:val="decimal"/>
      <w:lvlText w:val="%1.)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6B4B9C"/>
    <w:multiLevelType w:val="hybridMultilevel"/>
    <w:tmpl w:val="0E0C5806"/>
    <w:lvl w:ilvl="0" w:tplc="BEF2BA5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5" w:hanging="360"/>
      </w:pPr>
    </w:lvl>
    <w:lvl w:ilvl="2" w:tplc="040E001B" w:tentative="1">
      <w:start w:val="1"/>
      <w:numFmt w:val="lowerRoman"/>
      <w:lvlText w:val="%3."/>
      <w:lvlJc w:val="right"/>
      <w:pPr>
        <w:ind w:left="2505" w:hanging="180"/>
      </w:pPr>
    </w:lvl>
    <w:lvl w:ilvl="3" w:tplc="040E000F" w:tentative="1">
      <w:start w:val="1"/>
      <w:numFmt w:val="decimal"/>
      <w:lvlText w:val="%4."/>
      <w:lvlJc w:val="left"/>
      <w:pPr>
        <w:ind w:left="3225" w:hanging="360"/>
      </w:pPr>
    </w:lvl>
    <w:lvl w:ilvl="4" w:tplc="040E0019" w:tentative="1">
      <w:start w:val="1"/>
      <w:numFmt w:val="lowerLetter"/>
      <w:lvlText w:val="%5."/>
      <w:lvlJc w:val="left"/>
      <w:pPr>
        <w:ind w:left="3945" w:hanging="360"/>
      </w:pPr>
    </w:lvl>
    <w:lvl w:ilvl="5" w:tplc="040E001B" w:tentative="1">
      <w:start w:val="1"/>
      <w:numFmt w:val="lowerRoman"/>
      <w:lvlText w:val="%6."/>
      <w:lvlJc w:val="right"/>
      <w:pPr>
        <w:ind w:left="4665" w:hanging="180"/>
      </w:pPr>
    </w:lvl>
    <w:lvl w:ilvl="6" w:tplc="040E000F" w:tentative="1">
      <w:start w:val="1"/>
      <w:numFmt w:val="decimal"/>
      <w:lvlText w:val="%7."/>
      <w:lvlJc w:val="left"/>
      <w:pPr>
        <w:ind w:left="5385" w:hanging="360"/>
      </w:pPr>
    </w:lvl>
    <w:lvl w:ilvl="7" w:tplc="040E0019" w:tentative="1">
      <w:start w:val="1"/>
      <w:numFmt w:val="lowerLetter"/>
      <w:lvlText w:val="%8."/>
      <w:lvlJc w:val="left"/>
      <w:pPr>
        <w:ind w:left="6105" w:hanging="360"/>
      </w:pPr>
    </w:lvl>
    <w:lvl w:ilvl="8" w:tplc="040E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2B662884"/>
    <w:multiLevelType w:val="hybridMultilevel"/>
    <w:tmpl w:val="39FCDF1A"/>
    <w:lvl w:ilvl="0" w:tplc="D15C5412">
      <w:start w:val="1"/>
      <w:numFmt w:val="decimal"/>
      <w:lvlText w:val="%1.)"/>
      <w:lvlJc w:val="left"/>
      <w:pPr>
        <w:ind w:left="144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30450E4F"/>
    <w:multiLevelType w:val="hybridMultilevel"/>
    <w:tmpl w:val="27925630"/>
    <w:lvl w:ilvl="0" w:tplc="D15C5412">
      <w:start w:val="1"/>
      <w:numFmt w:val="decimal"/>
      <w:lvlText w:val="%1.)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5F0076"/>
    <w:multiLevelType w:val="hybridMultilevel"/>
    <w:tmpl w:val="CB842F44"/>
    <w:lvl w:ilvl="0" w:tplc="D15C5412">
      <w:start w:val="1"/>
      <w:numFmt w:val="decimal"/>
      <w:lvlText w:val="%1.)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D346962"/>
    <w:multiLevelType w:val="hybridMultilevel"/>
    <w:tmpl w:val="5DA4BB54"/>
    <w:lvl w:ilvl="0" w:tplc="74A08FCC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E4F4D54"/>
    <w:multiLevelType w:val="hybridMultilevel"/>
    <w:tmpl w:val="9E5802DC"/>
    <w:lvl w:ilvl="0" w:tplc="D15C5412">
      <w:start w:val="1"/>
      <w:numFmt w:val="decimal"/>
      <w:lvlText w:val="%1.)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F6E17D3"/>
    <w:multiLevelType w:val="hybridMultilevel"/>
    <w:tmpl w:val="52ACFD2E"/>
    <w:lvl w:ilvl="0" w:tplc="D15C5412">
      <w:start w:val="1"/>
      <w:numFmt w:val="decimal"/>
      <w:lvlText w:val="%1.)"/>
      <w:lvlJc w:val="left"/>
      <w:pPr>
        <w:ind w:left="144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75B162D8"/>
    <w:multiLevelType w:val="hybridMultilevel"/>
    <w:tmpl w:val="88AA841E"/>
    <w:lvl w:ilvl="0" w:tplc="7694656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5" w:hanging="360"/>
      </w:pPr>
    </w:lvl>
    <w:lvl w:ilvl="2" w:tplc="040E001B" w:tentative="1">
      <w:start w:val="1"/>
      <w:numFmt w:val="lowerRoman"/>
      <w:lvlText w:val="%3."/>
      <w:lvlJc w:val="right"/>
      <w:pPr>
        <w:ind w:left="2505" w:hanging="180"/>
      </w:pPr>
    </w:lvl>
    <w:lvl w:ilvl="3" w:tplc="040E000F" w:tentative="1">
      <w:start w:val="1"/>
      <w:numFmt w:val="decimal"/>
      <w:lvlText w:val="%4."/>
      <w:lvlJc w:val="left"/>
      <w:pPr>
        <w:ind w:left="3225" w:hanging="360"/>
      </w:pPr>
    </w:lvl>
    <w:lvl w:ilvl="4" w:tplc="040E0019" w:tentative="1">
      <w:start w:val="1"/>
      <w:numFmt w:val="lowerLetter"/>
      <w:lvlText w:val="%5."/>
      <w:lvlJc w:val="left"/>
      <w:pPr>
        <w:ind w:left="3945" w:hanging="360"/>
      </w:pPr>
    </w:lvl>
    <w:lvl w:ilvl="5" w:tplc="040E001B" w:tentative="1">
      <w:start w:val="1"/>
      <w:numFmt w:val="lowerRoman"/>
      <w:lvlText w:val="%6."/>
      <w:lvlJc w:val="right"/>
      <w:pPr>
        <w:ind w:left="4665" w:hanging="180"/>
      </w:pPr>
    </w:lvl>
    <w:lvl w:ilvl="6" w:tplc="040E000F" w:tentative="1">
      <w:start w:val="1"/>
      <w:numFmt w:val="decimal"/>
      <w:lvlText w:val="%7."/>
      <w:lvlJc w:val="left"/>
      <w:pPr>
        <w:ind w:left="5385" w:hanging="360"/>
      </w:pPr>
    </w:lvl>
    <w:lvl w:ilvl="7" w:tplc="040E0019" w:tentative="1">
      <w:start w:val="1"/>
      <w:numFmt w:val="lowerLetter"/>
      <w:lvlText w:val="%8."/>
      <w:lvlJc w:val="left"/>
      <w:pPr>
        <w:ind w:left="6105" w:hanging="360"/>
      </w:pPr>
    </w:lvl>
    <w:lvl w:ilvl="8" w:tplc="040E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 w15:restartNumberingAfterBreak="0">
    <w:nsid w:val="7A8F07C0"/>
    <w:multiLevelType w:val="hybridMultilevel"/>
    <w:tmpl w:val="DED06284"/>
    <w:lvl w:ilvl="0" w:tplc="D15C5412">
      <w:start w:val="1"/>
      <w:numFmt w:val="decimal"/>
      <w:lvlText w:val="%1.)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DE34BDD"/>
    <w:multiLevelType w:val="hybridMultilevel"/>
    <w:tmpl w:val="26CA8A80"/>
    <w:lvl w:ilvl="0" w:tplc="0E7AD072">
      <w:start w:val="202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F232AD5"/>
    <w:multiLevelType w:val="hybridMultilevel"/>
    <w:tmpl w:val="4132AE24"/>
    <w:lvl w:ilvl="0" w:tplc="D15C5412">
      <w:start w:val="1"/>
      <w:numFmt w:val="decimal"/>
      <w:lvlText w:val="%1.)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0"/>
  </w:num>
  <w:num w:numId="3">
    <w:abstractNumId w:val="7"/>
  </w:num>
  <w:num w:numId="4">
    <w:abstractNumId w:val="5"/>
  </w:num>
  <w:num w:numId="5">
    <w:abstractNumId w:val="4"/>
  </w:num>
  <w:num w:numId="6">
    <w:abstractNumId w:val="12"/>
  </w:num>
  <w:num w:numId="7">
    <w:abstractNumId w:val="8"/>
  </w:num>
  <w:num w:numId="8">
    <w:abstractNumId w:val="3"/>
  </w:num>
  <w:num w:numId="9">
    <w:abstractNumId w:val="9"/>
  </w:num>
  <w:num w:numId="10">
    <w:abstractNumId w:val="2"/>
  </w:num>
  <w:num w:numId="11">
    <w:abstractNumId w:val="0"/>
  </w:num>
  <w:num w:numId="12">
    <w:abstractNumId w:val="1"/>
  </w:num>
  <w:num w:numId="13">
    <w:abstractNumId w:val="1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21CA"/>
    <w:rsid w:val="00011F97"/>
    <w:rsid w:val="00013A8A"/>
    <w:rsid w:val="00020105"/>
    <w:rsid w:val="00024299"/>
    <w:rsid w:val="000337F7"/>
    <w:rsid w:val="00037E3D"/>
    <w:rsid w:val="0006065E"/>
    <w:rsid w:val="00062583"/>
    <w:rsid w:val="00062D4C"/>
    <w:rsid w:val="00064614"/>
    <w:rsid w:val="00066321"/>
    <w:rsid w:val="00073B49"/>
    <w:rsid w:val="00073CC7"/>
    <w:rsid w:val="000764D0"/>
    <w:rsid w:val="0007676D"/>
    <w:rsid w:val="00077B00"/>
    <w:rsid w:val="00081B70"/>
    <w:rsid w:val="00090C53"/>
    <w:rsid w:val="000918AD"/>
    <w:rsid w:val="00091C0D"/>
    <w:rsid w:val="00091C5D"/>
    <w:rsid w:val="000922DA"/>
    <w:rsid w:val="00092B49"/>
    <w:rsid w:val="00094ADD"/>
    <w:rsid w:val="00094D11"/>
    <w:rsid w:val="000B119B"/>
    <w:rsid w:val="000B62E6"/>
    <w:rsid w:val="000C1702"/>
    <w:rsid w:val="000C4340"/>
    <w:rsid w:val="000C55C2"/>
    <w:rsid w:val="000D633B"/>
    <w:rsid w:val="000D63D5"/>
    <w:rsid w:val="000E1985"/>
    <w:rsid w:val="000E56FF"/>
    <w:rsid w:val="000E5F4C"/>
    <w:rsid w:val="000E60E6"/>
    <w:rsid w:val="00101FD1"/>
    <w:rsid w:val="00105079"/>
    <w:rsid w:val="001054C0"/>
    <w:rsid w:val="00107926"/>
    <w:rsid w:val="00111D6C"/>
    <w:rsid w:val="00114B15"/>
    <w:rsid w:val="00114F46"/>
    <w:rsid w:val="00121EC0"/>
    <w:rsid w:val="001331FA"/>
    <w:rsid w:val="00140724"/>
    <w:rsid w:val="001418B2"/>
    <w:rsid w:val="00141CB9"/>
    <w:rsid w:val="0014290A"/>
    <w:rsid w:val="001434A9"/>
    <w:rsid w:val="001434E7"/>
    <w:rsid w:val="001452CF"/>
    <w:rsid w:val="001537B3"/>
    <w:rsid w:val="0016096E"/>
    <w:rsid w:val="00163608"/>
    <w:rsid w:val="00165F7E"/>
    <w:rsid w:val="00174DA0"/>
    <w:rsid w:val="00175156"/>
    <w:rsid w:val="001769B8"/>
    <w:rsid w:val="0018041F"/>
    <w:rsid w:val="00180E64"/>
    <w:rsid w:val="001814AF"/>
    <w:rsid w:val="001834B9"/>
    <w:rsid w:val="0018404E"/>
    <w:rsid w:val="00185B02"/>
    <w:rsid w:val="001878BD"/>
    <w:rsid w:val="0019067D"/>
    <w:rsid w:val="0019138E"/>
    <w:rsid w:val="00193CAB"/>
    <w:rsid w:val="001A0110"/>
    <w:rsid w:val="001A409B"/>
    <w:rsid w:val="001A4CAF"/>
    <w:rsid w:val="001C425B"/>
    <w:rsid w:val="001C584C"/>
    <w:rsid w:val="001C79A2"/>
    <w:rsid w:val="001C7A79"/>
    <w:rsid w:val="001D05DF"/>
    <w:rsid w:val="001D540E"/>
    <w:rsid w:val="001D67D3"/>
    <w:rsid w:val="001E1CAB"/>
    <w:rsid w:val="001E393D"/>
    <w:rsid w:val="001E5B3A"/>
    <w:rsid w:val="001E6426"/>
    <w:rsid w:val="001F2C16"/>
    <w:rsid w:val="0022175F"/>
    <w:rsid w:val="00221C64"/>
    <w:rsid w:val="002258A3"/>
    <w:rsid w:val="002260D1"/>
    <w:rsid w:val="002307CB"/>
    <w:rsid w:val="002311BA"/>
    <w:rsid w:val="002324C8"/>
    <w:rsid w:val="002338A2"/>
    <w:rsid w:val="00237D01"/>
    <w:rsid w:val="0024130E"/>
    <w:rsid w:val="00242617"/>
    <w:rsid w:val="00243AA7"/>
    <w:rsid w:val="00243FAD"/>
    <w:rsid w:val="0024428A"/>
    <w:rsid w:val="00245F21"/>
    <w:rsid w:val="00246C9C"/>
    <w:rsid w:val="002547D9"/>
    <w:rsid w:val="002639B5"/>
    <w:rsid w:val="00265A1B"/>
    <w:rsid w:val="00265EAF"/>
    <w:rsid w:val="00270138"/>
    <w:rsid w:val="002774B8"/>
    <w:rsid w:val="002775B4"/>
    <w:rsid w:val="00287A10"/>
    <w:rsid w:val="002910D6"/>
    <w:rsid w:val="00297047"/>
    <w:rsid w:val="00297600"/>
    <w:rsid w:val="002A03A1"/>
    <w:rsid w:val="002A0643"/>
    <w:rsid w:val="002A3AFB"/>
    <w:rsid w:val="002A55FA"/>
    <w:rsid w:val="002A5BAB"/>
    <w:rsid w:val="002B498E"/>
    <w:rsid w:val="002B4BA8"/>
    <w:rsid w:val="002C1DE4"/>
    <w:rsid w:val="002C4E79"/>
    <w:rsid w:val="002C74C1"/>
    <w:rsid w:val="002D1A2F"/>
    <w:rsid w:val="002D4D51"/>
    <w:rsid w:val="002D5A7C"/>
    <w:rsid w:val="002D6BB3"/>
    <w:rsid w:val="002E2095"/>
    <w:rsid w:val="002E4736"/>
    <w:rsid w:val="002E66C0"/>
    <w:rsid w:val="002E77EE"/>
    <w:rsid w:val="002F2F27"/>
    <w:rsid w:val="0030443C"/>
    <w:rsid w:val="00310278"/>
    <w:rsid w:val="00316912"/>
    <w:rsid w:val="00321033"/>
    <w:rsid w:val="00326E3B"/>
    <w:rsid w:val="00332348"/>
    <w:rsid w:val="003373EB"/>
    <w:rsid w:val="00340032"/>
    <w:rsid w:val="003423D9"/>
    <w:rsid w:val="00352B6A"/>
    <w:rsid w:val="00354463"/>
    <w:rsid w:val="003567BC"/>
    <w:rsid w:val="0035697C"/>
    <w:rsid w:val="00361949"/>
    <w:rsid w:val="00361ACC"/>
    <w:rsid w:val="00364006"/>
    <w:rsid w:val="003655E2"/>
    <w:rsid w:val="00366C1D"/>
    <w:rsid w:val="00367B26"/>
    <w:rsid w:val="00372ABE"/>
    <w:rsid w:val="0038102B"/>
    <w:rsid w:val="00381257"/>
    <w:rsid w:val="00384243"/>
    <w:rsid w:val="00386649"/>
    <w:rsid w:val="003914EE"/>
    <w:rsid w:val="00393792"/>
    <w:rsid w:val="00395650"/>
    <w:rsid w:val="0039735C"/>
    <w:rsid w:val="003A66F5"/>
    <w:rsid w:val="003B401F"/>
    <w:rsid w:val="003B6638"/>
    <w:rsid w:val="003B712A"/>
    <w:rsid w:val="003C653A"/>
    <w:rsid w:val="003D6170"/>
    <w:rsid w:val="003E278E"/>
    <w:rsid w:val="003E2EAE"/>
    <w:rsid w:val="003F5808"/>
    <w:rsid w:val="00406B3E"/>
    <w:rsid w:val="00407B52"/>
    <w:rsid w:val="00413A58"/>
    <w:rsid w:val="004178D9"/>
    <w:rsid w:val="00426B51"/>
    <w:rsid w:val="004303EC"/>
    <w:rsid w:val="00431770"/>
    <w:rsid w:val="00440296"/>
    <w:rsid w:val="00442F79"/>
    <w:rsid w:val="004441BB"/>
    <w:rsid w:val="00444D1A"/>
    <w:rsid w:val="00450134"/>
    <w:rsid w:val="004508AC"/>
    <w:rsid w:val="0045286A"/>
    <w:rsid w:val="004535D2"/>
    <w:rsid w:val="0046636B"/>
    <w:rsid w:val="004703AC"/>
    <w:rsid w:val="00471DD8"/>
    <w:rsid w:val="004726E0"/>
    <w:rsid w:val="004835A9"/>
    <w:rsid w:val="00487B9A"/>
    <w:rsid w:val="00487F55"/>
    <w:rsid w:val="004909A1"/>
    <w:rsid w:val="004910C4"/>
    <w:rsid w:val="00491478"/>
    <w:rsid w:val="00491D6C"/>
    <w:rsid w:val="004936B9"/>
    <w:rsid w:val="004978BC"/>
    <w:rsid w:val="004A56B7"/>
    <w:rsid w:val="004A754A"/>
    <w:rsid w:val="004B5B6C"/>
    <w:rsid w:val="004C0385"/>
    <w:rsid w:val="004D13D3"/>
    <w:rsid w:val="004D16B9"/>
    <w:rsid w:val="004D175E"/>
    <w:rsid w:val="004D40F4"/>
    <w:rsid w:val="004E11EE"/>
    <w:rsid w:val="004E2122"/>
    <w:rsid w:val="004E33D3"/>
    <w:rsid w:val="004E7CF0"/>
    <w:rsid w:val="004F29DC"/>
    <w:rsid w:val="0050452B"/>
    <w:rsid w:val="00506B58"/>
    <w:rsid w:val="00506D79"/>
    <w:rsid w:val="00511904"/>
    <w:rsid w:val="00513626"/>
    <w:rsid w:val="00514419"/>
    <w:rsid w:val="00514CB9"/>
    <w:rsid w:val="00520AC3"/>
    <w:rsid w:val="0052590B"/>
    <w:rsid w:val="005277EE"/>
    <w:rsid w:val="00530096"/>
    <w:rsid w:val="00537CF8"/>
    <w:rsid w:val="00544951"/>
    <w:rsid w:val="00544A7B"/>
    <w:rsid w:val="00545477"/>
    <w:rsid w:val="00545698"/>
    <w:rsid w:val="00550B8B"/>
    <w:rsid w:val="005514E5"/>
    <w:rsid w:val="005565E8"/>
    <w:rsid w:val="00557792"/>
    <w:rsid w:val="00557C0F"/>
    <w:rsid w:val="00560593"/>
    <w:rsid w:val="0056306A"/>
    <w:rsid w:val="00567611"/>
    <w:rsid w:val="00574093"/>
    <w:rsid w:val="00574F2B"/>
    <w:rsid w:val="00576AB5"/>
    <w:rsid w:val="0057756F"/>
    <w:rsid w:val="00582B0D"/>
    <w:rsid w:val="00591D5C"/>
    <w:rsid w:val="00593517"/>
    <w:rsid w:val="00594535"/>
    <w:rsid w:val="00595A48"/>
    <w:rsid w:val="005B18C0"/>
    <w:rsid w:val="005B569A"/>
    <w:rsid w:val="005B5B84"/>
    <w:rsid w:val="005C2FEC"/>
    <w:rsid w:val="005C635C"/>
    <w:rsid w:val="005C6B64"/>
    <w:rsid w:val="005D30D2"/>
    <w:rsid w:val="005D7B17"/>
    <w:rsid w:val="005E4282"/>
    <w:rsid w:val="005F1684"/>
    <w:rsid w:val="005F5BF6"/>
    <w:rsid w:val="005F6719"/>
    <w:rsid w:val="005F7625"/>
    <w:rsid w:val="00600077"/>
    <w:rsid w:val="006011BF"/>
    <w:rsid w:val="0061083B"/>
    <w:rsid w:val="00615799"/>
    <w:rsid w:val="00624715"/>
    <w:rsid w:val="0062693F"/>
    <w:rsid w:val="00626EA3"/>
    <w:rsid w:val="00627E69"/>
    <w:rsid w:val="00633C3A"/>
    <w:rsid w:val="00633DB8"/>
    <w:rsid w:val="006363E1"/>
    <w:rsid w:val="006366B1"/>
    <w:rsid w:val="006546D8"/>
    <w:rsid w:val="006554F5"/>
    <w:rsid w:val="006564CD"/>
    <w:rsid w:val="00661E10"/>
    <w:rsid w:val="00663A34"/>
    <w:rsid w:val="00664A60"/>
    <w:rsid w:val="00665835"/>
    <w:rsid w:val="00667FD4"/>
    <w:rsid w:val="00670625"/>
    <w:rsid w:val="00671899"/>
    <w:rsid w:val="00675D36"/>
    <w:rsid w:val="00685898"/>
    <w:rsid w:val="0068634A"/>
    <w:rsid w:val="00690461"/>
    <w:rsid w:val="00690972"/>
    <w:rsid w:val="00691581"/>
    <w:rsid w:val="00692BA8"/>
    <w:rsid w:val="006950D5"/>
    <w:rsid w:val="006968C0"/>
    <w:rsid w:val="006A0CD1"/>
    <w:rsid w:val="006B2203"/>
    <w:rsid w:val="006B2B32"/>
    <w:rsid w:val="006C1272"/>
    <w:rsid w:val="006D0D85"/>
    <w:rsid w:val="006D193C"/>
    <w:rsid w:val="006D278B"/>
    <w:rsid w:val="006D6AF5"/>
    <w:rsid w:val="006E1C56"/>
    <w:rsid w:val="006E45FB"/>
    <w:rsid w:val="006E7C70"/>
    <w:rsid w:val="006F21E7"/>
    <w:rsid w:val="006F5CA7"/>
    <w:rsid w:val="007037BC"/>
    <w:rsid w:val="007049F6"/>
    <w:rsid w:val="007117F1"/>
    <w:rsid w:val="007154FC"/>
    <w:rsid w:val="007155A0"/>
    <w:rsid w:val="00725110"/>
    <w:rsid w:val="007345D3"/>
    <w:rsid w:val="007353A2"/>
    <w:rsid w:val="00740339"/>
    <w:rsid w:val="00743599"/>
    <w:rsid w:val="00744318"/>
    <w:rsid w:val="007531D4"/>
    <w:rsid w:val="00754209"/>
    <w:rsid w:val="007543E4"/>
    <w:rsid w:val="00755383"/>
    <w:rsid w:val="007616DF"/>
    <w:rsid w:val="007650D5"/>
    <w:rsid w:val="00765F8F"/>
    <w:rsid w:val="00767ED1"/>
    <w:rsid w:val="00770291"/>
    <w:rsid w:val="00771483"/>
    <w:rsid w:val="00772FDB"/>
    <w:rsid w:val="00775CCA"/>
    <w:rsid w:val="00783CA8"/>
    <w:rsid w:val="00785316"/>
    <w:rsid w:val="00785732"/>
    <w:rsid w:val="00790236"/>
    <w:rsid w:val="0079101A"/>
    <w:rsid w:val="007A2AC8"/>
    <w:rsid w:val="007A46BB"/>
    <w:rsid w:val="007B13D7"/>
    <w:rsid w:val="007B144C"/>
    <w:rsid w:val="007C107D"/>
    <w:rsid w:val="007D18B9"/>
    <w:rsid w:val="007D2D56"/>
    <w:rsid w:val="007D4379"/>
    <w:rsid w:val="007D4B2D"/>
    <w:rsid w:val="007E5BA2"/>
    <w:rsid w:val="007F2652"/>
    <w:rsid w:val="00800013"/>
    <w:rsid w:val="008027CB"/>
    <w:rsid w:val="0080348F"/>
    <w:rsid w:val="00812EFB"/>
    <w:rsid w:val="00813495"/>
    <w:rsid w:val="008136AA"/>
    <w:rsid w:val="008169AF"/>
    <w:rsid w:val="00820584"/>
    <w:rsid w:val="00824ADB"/>
    <w:rsid w:val="00826634"/>
    <w:rsid w:val="008266BE"/>
    <w:rsid w:val="00834ACF"/>
    <w:rsid w:val="00836C3B"/>
    <w:rsid w:val="008410D0"/>
    <w:rsid w:val="00842163"/>
    <w:rsid w:val="00847354"/>
    <w:rsid w:val="00851790"/>
    <w:rsid w:val="00853C56"/>
    <w:rsid w:val="0085788C"/>
    <w:rsid w:val="0086031F"/>
    <w:rsid w:val="00862743"/>
    <w:rsid w:val="00863B0A"/>
    <w:rsid w:val="00863F8C"/>
    <w:rsid w:val="00867A2A"/>
    <w:rsid w:val="00871E1B"/>
    <w:rsid w:val="0087396C"/>
    <w:rsid w:val="00873B43"/>
    <w:rsid w:val="00875BD2"/>
    <w:rsid w:val="00876D5D"/>
    <w:rsid w:val="008773B4"/>
    <w:rsid w:val="00880EE3"/>
    <w:rsid w:val="00881F85"/>
    <w:rsid w:val="0088259B"/>
    <w:rsid w:val="0089254D"/>
    <w:rsid w:val="008957F3"/>
    <w:rsid w:val="00896CDA"/>
    <w:rsid w:val="00897804"/>
    <w:rsid w:val="00897E9B"/>
    <w:rsid w:val="008A0550"/>
    <w:rsid w:val="008A3700"/>
    <w:rsid w:val="008A3C12"/>
    <w:rsid w:val="008A70A7"/>
    <w:rsid w:val="008B08F3"/>
    <w:rsid w:val="008B19D3"/>
    <w:rsid w:val="008B1DA9"/>
    <w:rsid w:val="008C0807"/>
    <w:rsid w:val="008C1166"/>
    <w:rsid w:val="008D0D0E"/>
    <w:rsid w:val="008D4AA9"/>
    <w:rsid w:val="008D7128"/>
    <w:rsid w:val="008E39BF"/>
    <w:rsid w:val="00900476"/>
    <w:rsid w:val="00902887"/>
    <w:rsid w:val="00910D0F"/>
    <w:rsid w:val="009112F8"/>
    <w:rsid w:val="00920188"/>
    <w:rsid w:val="00920C07"/>
    <w:rsid w:val="00921D71"/>
    <w:rsid w:val="00921E6A"/>
    <w:rsid w:val="0092357D"/>
    <w:rsid w:val="00923FDA"/>
    <w:rsid w:val="00925BB4"/>
    <w:rsid w:val="00932692"/>
    <w:rsid w:val="00937DF0"/>
    <w:rsid w:val="009407FA"/>
    <w:rsid w:val="00941CB3"/>
    <w:rsid w:val="00942433"/>
    <w:rsid w:val="00951463"/>
    <w:rsid w:val="009521CA"/>
    <w:rsid w:val="00954C1A"/>
    <w:rsid w:val="00976EB3"/>
    <w:rsid w:val="0097794E"/>
    <w:rsid w:val="00980B76"/>
    <w:rsid w:val="00981988"/>
    <w:rsid w:val="00982F7C"/>
    <w:rsid w:val="009856E6"/>
    <w:rsid w:val="00990951"/>
    <w:rsid w:val="00992FF0"/>
    <w:rsid w:val="009944EE"/>
    <w:rsid w:val="00994E84"/>
    <w:rsid w:val="00995A24"/>
    <w:rsid w:val="00995B48"/>
    <w:rsid w:val="009A0E1B"/>
    <w:rsid w:val="009A2795"/>
    <w:rsid w:val="009A2F4A"/>
    <w:rsid w:val="009A626B"/>
    <w:rsid w:val="009A7484"/>
    <w:rsid w:val="009B4803"/>
    <w:rsid w:val="009B7E99"/>
    <w:rsid w:val="009C1D65"/>
    <w:rsid w:val="009C4D05"/>
    <w:rsid w:val="009C5AE3"/>
    <w:rsid w:val="009C74BD"/>
    <w:rsid w:val="009D1C39"/>
    <w:rsid w:val="009D4F43"/>
    <w:rsid w:val="009D6067"/>
    <w:rsid w:val="009E0421"/>
    <w:rsid w:val="009E1A48"/>
    <w:rsid w:val="009E2145"/>
    <w:rsid w:val="009E39CD"/>
    <w:rsid w:val="009E68D9"/>
    <w:rsid w:val="009F13EC"/>
    <w:rsid w:val="00A01A0F"/>
    <w:rsid w:val="00A02EF3"/>
    <w:rsid w:val="00A045B1"/>
    <w:rsid w:val="00A10FEF"/>
    <w:rsid w:val="00A14648"/>
    <w:rsid w:val="00A17231"/>
    <w:rsid w:val="00A1768D"/>
    <w:rsid w:val="00A221EF"/>
    <w:rsid w:val="00A23848"/>
    <w:rsid w:val="00A27372"/>
    <w:rsid w:val="00A31FEC"/>
    <w:rsid w:val="00A32024"/>
    <w:rsid w:val="00A33905"/>
    <w:rsid w:val="00A36D7B"/>
    <w:rsid w:val="00A37D6A"/>
    <w:rsid w:val="00A47EAD"/>
    <w:rsid w:val="00A63B88"/>
    <w:rsid w:val="00A670AC"/>
    <w:rsid w:val="00A6726A"/>
    <w:rsid w:val="00A717F7"/>
    <w:rsid w:val="00A75E33"/>
    <w:rsid w:val="00A76D48"/>
    <w:rsid w:val="00A819DC"/>
    <w:rsid w:val="00A81A01"/>
    <w:rsid w:val="00A920A5"/>
    <w:rsid w:val="00AA338A"/>
    <w:rsid w:val="00AA4D6B"/>
    <w:rsid w:val="00AB2A0B"/>
    <w:rsid w:val="00AB2A9B"/>
    <w:rsid w:val="00AB5001"/>
    <w:rsid w:val="00AB5759"/>
    <w:rsid w:val="00AC10E8"/>
    <w:rsid w:val="00AC1CFD"/>
    <w:rsid w:val="00AC26CA"/>
    <w:rsid w:val="00AC5AF3"/>
    <w:rsid w:val="00AD0388"/>
    <w:rsid w:val="00AD56D1"/>
    <w:rsid w:val="00AD7552"/>
    <w:rsid w:val="00AE171F"/>
    <w:rsid w:val="00AE39D2"/>
    <w:rsid w:val="00AE59ED"/>
    <w:rsid w:val="00AE5DCF"/>
    <w:rsid w:val="00AF0706"/>
    <w:rsid w:val="00AF1F4B"/>
    <w:rsid w:val="00AF5AF9"/>
    <w:rsid w:val="00B0412E"/>
    <w:rsid w:val="00B07A4B"/>
    <w:rsid w:val="00B10AFF"/>
    <w:rsid w:val="00B11258"/>
    <w:rsid w:val="00B268C5"/>
    <w:rsid w:val="00B30F3F"/>
    <w:rsid w:val="00B3375D"/>
    <w:rsid w:val="00B33E56"/>
    <w:rsid w:val="00B40349"/>
    <w:rsid w:val="00B404F2"/>
    <w:rsid w:val="00B414E6"/>
    <w:rsid w:val="00B47E96"/>
    <w:rsid w:val="00B5102C"/>
    <w:rsid w:val="00B544E9"/>
    <w:rsid w:val="00B55CA3"/>
    <w:rsid w:val="00B60527"/>
    <w:rsid w:val="00B72E4D"/>
    <w:rsid w:val="00B7538E"/>
    <w:rsid w:val="00B75692"/>
    <w:rsid w:val="00B86071"/>
    <w:rsid w:val="00B8686D"/>
    <w:rsid w:val="00BA627D"/>
    <w:rsid w:val="00BA6DC2"/>
    <w:rsid w:val="00BB2EB9"/>
    <w:rsid w:val="00BB3F91"/>
    <w:rsid w:val="00BB4D35"/>
    <w:rsid w:val="00BC3758"/>
    <w:rsid w:val="00BC45F7"/>
    <w:rsid w:val="00BC61EA"/>
    <w:rsid w:val="00BC678A"/>
    <w:rsid w:val="00BD0025"/>
    <w:rsid w:val="00BD2AB0"/>
    <w:rsid w:val="00BF14B3"/>
    <w:rsid w:val="00BF4AD1"/>
    <w:rsid w:val="00BF6885"/>
    <w:rsid w:val="00BF6C8C"/>
    <w:rsid w:val="00C016B8"/>
    <w:rsid w:val="00C06991"/>
    <w:rsid w:val="00C1120E"/>
    <w:rsid w:val="00C13928"/>
    <w:rsid w:val="00C13A80"/>
    <w:rsid w:val="00C1429C"/>
    <w:rsid w:val="00C2280B"/>
    <w:rsid w:val="00C244A8"/>
    <w:rsid w:val="00C250DD"/>
    <w:rsid w:val="00C305AE"/>
    <w:rsid w:val="00C3183B"/>
    <w:rsid w:val="00C3563B"/>
    <w:rsid w:val="00C42EF9"/>
    <w:rsid w:val="00C5027B"/>
    <w:rsid w:val="00C51BA6"/>
    <w:rsid w:val="00C54BDD"/>
    <w:rsid w:val="00C55A8D"/>
    <w:rsid w:val="00C604DE"/>
    <w:rsid w:val="00C61795"/>
    <w:rsid w:val="00C64654"/>
    <w:rsid w:val="00C7064B"/>
    <w:rsid w:val="00C80223"/>
    <w:rsid w:val="00C81B11"/>
    <w:rsid w:val="00C91820"/>
    <w:rsid w:val="00C95326"/>
    <w:rsid w:val="00CA47A4"/>
    <w:rsid w:val="00CB41BC"/>
    <w:rsid w:val="00CB4375"/>
    <w:rsid w:val="00CB45CF"/>
    <w:rsid w:val="00CB56A1"/>
    <w:rsid w:val="00CB63CC"/>
    <w:rsid w:val="00CE1774"/>
    <w:rsid w:val="00CE2571"/>
    <w:rsid w:val="00CE30C8"/>
    <w:rsid w:val="00CE3E3F"/>
    <w:rsid w:val="00CE5ABC"/>
    <w:rsid w:val="00CF1371"/>
    <w:rsid w:val="00CF6B63"/>
    <w:rsid w:val="00D035EB"/>
    <w:rsid w:val="00D112EA"/>
    <w:rsid w:val="00D123E8"/>
    <w:rsid w:val="00D32712"/>
    <w:rsid w:val="00D344F2"/>
    <w:rsid w:val="00D3739D"/>
    <w:rsid w:val="00D37DEB"/>
    <w:rsid w:val="00D43B51"/>
    <w:rsid w:val="00D45736"/>
    <w:rsid w:val="00D5747E"/>
    <w:rsid w:val="00D6259F"/>
    <w:rsid w:val="00D70805"/>
    <w:rsid w:val="00D80BEC"/>
    <w:rsid w:val="00D85DE4"/>
    <w:rsid w:val="00D8626A"/>
    <w:rsid w:val="00D92B67"/>
    <w:rsid w:val="00DA4A2E"/>
    <w:rsid w:val="00DA4B80"/>
    <w:rsid w:val="00DB1DAB"/>
    <w:rsid w:val="00DB2E5A"/>
    <w:rsid w:val="00DB3578"/>
    <w:rsid w:val="00DB7ABB"/>
    <w:rsid w:val="00DB7B9F"/>
    <w:rsid w:val="00DC256F"/>
    <w:rsid w:val="00DC716E"/>
    <w:rsid w:val="00DD1A88"/>
    <w:rsid w:val="00DD2BD7"/>
    <w:rsid w:val="00DE20C5"/>
    <w:rsid w:val="00DE6BCC"/>
    <w:rsid w:val="00DF558A"/>
    <w:rsid w:val="00E05291"/>
    <w:rsid w:val="00E067DF"/>
    <w:rsid w:val="00E117BB"/>
    <w:rsid w:val="00E22563"/>
    <w:rsid w:val="00E42B47"/>
    <w:rsid w:val="00E475C5"/>
    <w:rsid w:val="00E55B0A"/>
    <w:rsid w:val="00E57706"/>
    <w:rsid w:val="00E60993"/>
    <w:rsid w:val="00E65388"/>
    <w:rsid w:val="00E70559"/>
    <w:rsid w:val="00E73FEB"/>
    <w:rsid w:val="00E746B3"/>
    <w:rsid w:val="00E83674"/>
    <w:rsid w:val="00E83C4F"/>
    <w:rsid w:val="00E8688B"/>
    <w:rsid w:val="00E9168F"/>
    <w:rsid w:val="00E947DB"/>
    <w:rsid w:val="00EA011A"/>
    <w:rsid w:val="00EA4C17"/>
    <w:rsid w:val="00EA704E"/>
    <w:rsid w:val="00EB0298"/>
    <w:rsid w:val="00EB186E"/>
    <w:rsid w:val="00EB298C"/>
    <w:rsid w:val="00EB4A2F"/>
    <w:rsid w:val="00ED27C3"/>
    <w:rsid w:val="00ED560F"/>
    <w:rsid w:val="00ED5E13"/>
    <w:rsid w:val="00EF13D0"/>
    <w:rsid w:val="00EF1D3F"/>
    <w:rsid w:val="00EF3B26"/>
    <w:rsid w:val="00F0183F"/>
    <w:rsid w:val="00F0672A"/>
    <w:rsid w:val="00F10FF8"/>
    <w:rsid w:val="00F1296D"/>
    <w:rsid w:val="00F150E2"/>
    <w:rsid w:val="00F15770"/>
    <w:rsid w:val="00F16D47"/>
    <w:rsid w:val="00F20DDF"/>
    <w:rsid w:val="00F2313A"/>
    <w:rsid w:val="00F3060F"/>
    <w:rsid w:val="00F30E90"/>
    <w:rsid w:val="00F41BB7"/>
    <w:rsid w:val="00F44254"/>
    <w:rsid w:val="00F44B3F"/>
    <w:rsid w:val="00F5165C"/>
    <w:rsid w:val="00F51E3A"/>
    <w:rsid w:val="00F52D1E"/>
    <w:rsid w:val="00F53045"/>
    <w:rsid w:val="00F5437E"/>
    <w:rsid w:val="00F61BF6"/>
    <w:rsid w:val="00F6462D"/>
    <w:rsid w:val="00F666AA"/>
    <w:rsid w:val="00F71A3E"/>
    <w:rsid w:val="00F76066"/>
    <w:rsid w:val="00F82818"/>
    <w:rsid w:val="00F83F25"/>
    <w:rsid w:val="00F857EB"/>
    <w:rsid w:val="00F857FC"/>
    <w:rsid w:val="00FA0A06"/>
    <w:rsid w:val="00FA2C8B"/>
    <w:rsid w:val="00FA518A"/>
    <w:rsid w:val="00FA5B5B"/>
    <w:rsid w:val="00FB04F9"/>
    <w:rsid w:val="00FC09A3"/>
    <w:rsid w:val="00FC610D"/>
    <w:rsid w:val="00FC6E63"/>
    <w:rsid w:val="00FD0173"/>
    <w:rsid w:val="00FD018B"/>
    <w:rsid w:val="00FD075C"/>
    <w:rsid w:val="00FD0AF5"/>
    <w:rsid w:val="00FD20C4"/>
    <w:rsid w:val="00FD4E2E"/>
    <w:rsid w:val="00FD72EC"/>
    <w:rsid w:val="00FD7525"/>
    <w:rsid w:val="00FF5031"/>
    <w:rsid w:val="00FF5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D11481E8-2DF6-4698-8EA5-6A5F69AB0D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">
    <w:name w:val="Normal"/>
    <w:qFormat/>
    <w:rPr>
      <w:sz w:val="24"/>
      <w:szCs w:val="24"/>
    </w:rPr>
  </w:style>
  <w:style w:type="paragraph" w:styleId="Cmsor3">
    <w:name w:val="heading 3"/>
    <w:basedOn w:val="Norml"/>
    <w:next w:val="Norml"/>
    <w:qFormat/>
    <w:rsid w:val="006D6AF5"/>
    <w:pPr>
      <w:keepNext/>
      <w:jc w:val="center"/>
      <w:outlineLvl w:val="2"/>
    </w:pPr>
    <w:rPr>
      <w:b/>
      <w:bCs/>
    </w:rPr>
  </w:style>
  <w:style w:type="paragraph" w:styleId="Cmsor4">
    <w:name w:val="heading 4"/>
    <w:basedOn w:val="Norml"/>
    <w:next w:val="Norml"/>
    <w:qFormat/>
    <w:rsid w:val="006D6AF5"/>
    <w:pPr>
      <w:keepNext/>
      <w:ind w:left="360"/>
      <w:outlineLvl w:val="3"/>
    </w:pPr>
    <w:rPr>
      <w:b/>
      <w:bCs/>
    </w:rPr>
  </w:style>
  <w:style w:type="paragraph" w:styleId="Cmsor5">
    <w:name w:val="heading 5"/>
    <w:basedOn w:val="Norml"/>
    <w:next w:val="Norml"/>
    <w:qFormat/>
    <w:rsid w:val="00354463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Cmsor6">
    <w:name w:val="heading 6"/>
    <w:basedOn w:val="Norml"/>
    <w:next w:val="Norml"/>
    <w:qFormat/>
    <w:rsid w:val="00372ABE"/>
    <w:pPr>
      <w:spacing w:before="240" w:after="60"/>
      <w:outlineLvl w:val="5"/>
    </w:pPr>
    <w:rPr>
      <w:b/>
      <w:bCs/>
      <w:sz w:val="22"/>
      <w:szCs w:val="22"/>
    </w:rPr>
  </w:style>
  <w:style w:type="paragraph" w:styleId="Cmsor7">
    <w:name w:val="heading 7"/>
    <w:basedOn w:val="Norml"/>
    <w:next w:val="Norml"/>
    <w:qFormat/>
    <w:rsid w:val="006D6AF5"/>
    <w:pPr>
      <w:keepNext/>
      <w:outlineLvl w:val="6"/>
    </w:pPr>
    <w:rPr>
      <w:b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  <w:rsid w:val="009521CA"/>
    <w:pPr>
      <w:jc w:val="both"/>
    </w:pPr>
    <w:rPr>
      <w:sz w:val="28"/>
      <w:szCs w:val="20"/>
    </w:rPr>
  </w:style>
  <w:style w:type="paragraph" w:styleId="Szvegtrzs3">
    <w:name w:val="Body Text 3"/>
    <w:basedOn w:val="Norml"/>
    <w:rsid w:val="006D6AF5"/>
    <w:pPr>
      <w:spacing w:after="120"/>
    </w:pPr>
    <w:rPr>
      <w:sz w:val="16"/>
      <w:szCs w:val="16"/>
    </w:rPr>
  </w:style>
  <w:style w:type="paragraph" w:styleId="lfej">
    <w:name w:val="header"/>
    <w:basedOn w:val="Norml"/>
    <w:rsid w:val="00BC678A"/>
    <w:pPr>
      <w:tabs>
        <w:tab w:val="center" w:pos="4536"/>
        <w:tab w:val="right" w:pos="9072"/>
      </w:tabs>
    </w:pPr>
  </w:style>
  <w:style w:type="paragraph" w:styleId="llb">
    <w:name w:val="footer"/>
    <w:basedOn w:val="Norml"/>
    <w:rsid w:val="00BC678A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BC678A"/>
  </w:style>
  <w:style w:type="character" w:styleId="Hiperhivatkozs">
    <w:name w:val="Hyperlink"/>
    <w:rsid w:val="00BC678A"/>
    <w:rPr>
      <w:color w:val="0000FF"/>
      <w:u w:val="single"/>
    </w:rPr>
  </w:style>
  <w:style w:type="paragraph" w:customStyle="1" w:styleId="Szvegtrzs21">
    <w:name w:val="Szövegtörzs 21"/>
    <w:basedOn w:val="Norml"/>
    <w:rsid w:val="00354463"/>
    <w:pPr>
      <w:ind w:left="284"/>
    </w:pPr>
    <w:rPr>
      <w:szCs w:val="20"/>
    </w:rPr>
  </w:style>
  <w:style w:type="table" w:styleId="Rcsostblzat">
    <w:name w:val="Table Grid"/>
    <w:basedOn w:val="Normltblzat"/>
    <w:rsid w:val="00354463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zvegtrzs2">
    <w:name w:val="Body Text 2"/>
    <w:basedOn w:val="Norml"/>
    <w:rsid w:val="00372ABE"/>
    <w:pPr>
      <w:spacing w:after="120" w:line="480" w:lineRule="auto"/>
    </w:pPr>
  </w:style>
  <w:style w:type="paragraph" w:styleId="Buborkszveg">
    <w:name w:val="Balloon Text"/>
    <w:basedOn w:val="Norml"/>
    <w:semiHidden/>
    <w:rsid w:val="00395650"/>
    <w:rPr>
      <w:rFonts w:ascii="Tahoma" w:hAnsi="Tahoma" w:cs="Tahoma"/>
      <w:sz w:val="16"/>
      <w:szCs w:val="16"/>
    </w:rPr>
  </w:style>
  <w:style w:type="character" w:customStyle="1" w:styleId="SzvegtrzsChar">
    <w:name w:val="Szövegtörzs Char"/>
    <w:link w:val="Szvegtrzs"/>
    <w:semiHidden/>
    <w:rsid w:val="00AE59ED"/>
    <w:rPr>
      <w:sz w:val="28"/>
      <w:lang w:val="hu-HU" w:eastAsia="hu-HU" w:bidi="ar-SA"/>
    </w:rPr>
  </w:style>
  <w:style w:type="paragraph" w:customStyle="1" w:styleId="CharChar1Char">
    <w:name w:val="Char Char1 Char"/>
    <w:basedOn w:val="Norml"/>
    <w:rsid w:val="00591D5C"/>
    <w:pPr>
      <w:spacing w:after="160" w:line="240" w:lineRule="exact"/>
    </w:pPr>
    <w:rPr>
      <w:rFonts w:ascii="Univers" w:eastAsia="MS Mincho" w:hAnsi="Univers"/>
      <w:i/>
      <w:lang w:val="en-US" w:eastAsia="en-US"/>
    </w:rPr>
  </w:style>
  <w:style w:type="paragraph" w:customStyle="1" w:styleId="CharCharCharCharCharChar">
    <w:name w:val="Char Char Char Char Char Char"/>
    <w:basedOn w:val="Norml"/>
    <w:rsid w:val="0024428A"/>
    <w:pPr>
      <w:spacing w:after="160" w:line="240" w:lineRule="exact"/>
    </w:pPr>
    <w:rPr>
      <w:rFonts w:ascii="Univers" w:eastAsia="MS Mincho" w:hAnsi="Univers"/>
      <w:i/>
      <w:lang w:val="en-US" w:eastAsia="en-US"/>
    </w:rPr>
  </w:style>
  <w:style w:type="paragraph" w:customStyle="1" w:styleId="CharChar">
    <w:name w:val="Char Char"/>
    <w:basedOn w:val="Norml"/>
    <w:rsid w:val="00514419"/>
    <w:pPr>
      <w:spacing w:after="160" w:line="240" w:lineRule="exact"/>
    </w:pPr>
    <w:rPr>
      <w:rFonts w:ascii="Univers" w:eastAsia="MS Mincho" w:hAnsi="Univers"/>
      <w:i/>
      <w:lang w:val="en-US" w:eastAsia="en-US"/>
    </w:rPr>
  </w:style>
  <w:style w:type="paragraph" w:styleId="Listaszerbekezds">
    <w:name w:val="List Paragraph"/>
    <w:basedOn w:val="Norml"/>
    <w:uiPriority w:val="34"/>
    <w:qFormat/>
    <w:rsid w:val="003E2EA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977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9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7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9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53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8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42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1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7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9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1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Gy&#246;re%20M&#243;nika\Application%20Data\Microsoft\Sablonok\p&#233;nz&#252;gy.dot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pénzügy.dot</Template>
  <TotalTime>2</TotalTime>
  <Pages>2</Pages>
  <Words>303</Words>
  <Characters>2294</Characters>
  <Application>Microsoft Office Word</Application>
  <DocSecurity>4</DocSecurity>
  <Lines>19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Polghiv</Company>
  <LinksUpToDate>false</LinksUpToDate>
  <CharactersWithSpaces>2592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WINDOWS</dc:creator>
  <cp:lastModifiedBy>Sipos Ágnes</cp:lastModifiedBy>
  <cp:revision>2</cp:revision>
  <cp:lastPrinted>2025-05-05T13:18:00Z</cp:lastPrinted>
  <dcterms:created xsi:type="dcterms:W3CDTF">2025-05-05T13:20:00Z</dcterms:created>
  <dcterms:modified xsi:type="dcterms:W3CDTF">2025-05-05T13:20:00Z</dcterms:modified>
</cp:coreProperties>
</file>