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Default="007F434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-532130</wp:posOffset>
                </wp:positionV>
                <wp:extent cx="4057650" cy="81915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852" w:rsidRDefault="005B18C0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361949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="00FC0852"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5B18C0" w:rsidRDefault="005B18C0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537CF8" w:rsidRDefault="00537CF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537CF8" w:rsidRDefault="00537CF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1A4CAF" w:rsidRPr="005B18C0" w:rsidRDefault="001A4CAF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9.15pt;margin-top:-41.9pt;width:319.5pt;height:6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0k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" filled="f" stroked="f">
                <v:textbox>
                  <w:txbxContent>
                    <w:p w:rsidR="00FC0852" w:rsidRDefault="005B18C0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361949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 w:rsidR="00FC0852"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5B18C0" w:rsidRDefault="005B18C0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537CF8" w:rsidRDefault="00537CF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537CF8" w:rsidRDefault="00537CF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1A4CAF" w:rsidRPr="005B18C0" w:rsidRDefault="001A4CAF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-685800</wp:posOffset>
                </wp:positionV>
                <wp:extent cx="906780" cy="92964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18C0" w:rsidRDefault="007F434B">
                            <w:r w:rsidRPr="00C630F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0.8pt;margin-top:-54pt;width:71.4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" filled="f" stroked="f">
                <v:textbox style="mso-fit-shape-to-text:t">
                  <w:txbxContent>
                    <w:p w:rsidR="005B18C0" w:rsidRDefault="007F434B">
                      <w:r w:rsidRPr="00C630F2"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Default="007F434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167639</wp:posOffset>
                </wp:positionV>
                <wp:extent cx="5257800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433F7" id="Line 2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W w:w="9254" w:type="dxa"/>
        <w:tblLook w:val="04A0" w:firstRow="1" w:lastRow="0" w:firstColumn="1" w:lastColumn="0" w:noHBand="0" w:noVBand="1"/>
      </w:tblPr>
      <w:tblGrid>
        <w:gridCol w:w="5123"/>
        <w:gridCol w:w="4131"/>
      </w:tblGrid>
      <w:tr w:rsidR="00806329" w:rsidRPr="003B3465" w:rsidTr="00C65113">
        <w:trPr>
          <w:trHeight w:val="1397"/>
        </w:trPr>
        <w:tc>
          <w:tcPr>
            <w:tcW w:w="5123" w:type="dxa"/>
          </w:tcPr>
          <w:p w:rsidR="00806329" w:rsidRPr="007035D6" w:rsidRDefault="00806329" w:rsidP="007035D6">
            <w:pPr>
              <w:tabs>
                <w:tab w:val="left" w:pos="5387"/>
              </w:tabs>
              <w:jc w:val="both"/>
              <w:rPr>
                <w:sz w:val="22"/>
              </w:rPr>
            </w:pPr>
            <w:r w:rsidRPr="007035D6">
              <w:rPr>
                <w:sz w:val="22"/>
              </w:rPr>
              <w:t>Ügyiratszám: C/</w:t>
            </w:r>
            <w:proofErr w:type="gramStart"/>
            <w:r w:rsidRPr="007035D6">
              <w:rPr>
                <w:sz w:val="22"/>
              </w:rPr>
              <w:t>…</w:t>
            </w:r>
            <w:r w:rsidR="00FD2A75">
              <w:rPr>
                <w:sz w:val="22"/>
              </w:rPr>
              <w:t>….</w:t>
            </w:r>
            <w:proofErr w:type="gramEnd"/>
            <w:r w:rsidRPr="007035D6">
              <w:rPr>
                <w:sz w:val="22"/>
              </w:rPr>
              <w:t>…/202</w:t>
            </w:r>
            <w:r w:rsidR="00DC4BA3">
              <w:rPr>
                <w:sz w:val="22"/>
              </w:rPr>
              <w:t>5</w:t>
            </w:r>
          </w:p>
          <w:p w:rsidR="00627B3F" w:rsidRDefault="00806329" w:rsidP="007035D6">
            <w:pPr>
              <w:tabs>
                <w:tab w:val="left" w:pos="5670"/>
              </w:tabs>
              <w:jc w:val="both"/>
              <w:rPr>
                <w:sz w:val="22"/>
              </w:rPr>
            </w:pPr>
            <w:r w:rsidRPr="007035D6">
              <w:rPr>
                <w:sz w:val="22"/>
              </w:rPr>
              <w:t xml:space="preserve">Előterjesztő: Dr. Csáky András polgármester </w:t>
            </w:r>
          </w:p>
          <w:p w:rsidR="00806329" w:rsidRPr="007035D6" w:rsidRDefault="00806329" w:rsidP="007035D6">
            <w:pPr>
              <w:tabs>
                <w:tab w:val="left" w:pos="5670"/>
              </w:tabs>
              <w:jc w:val="both"/>
              <w:rPr>
                <w:sz w:val="22"/>
              </w:rPr>
            </w:pPr>
            <w:r w:rsidRPr="007035D6">
              <w:rPr>
                <w:sz w:val="22"/>
              </w:rPr>
              <w:t xml:space="preserve">Szakmai előterjesztő: Dr. Gujka Attila irodavezető, </w:t>
            </w:r>
          </w:p>
          <w:p w:rsidR="00806329" w:rsidRDefault="00806329" w:rsidP="007035D6">
            <w:pPr>
              <w:tabs>
                <w:tab w:val="left" w:pos="567"/>
                <w:tab w:val="left" w:pos="6237"/>
              </w:tabs>
              <w:jc w:val="both"/>
            </w:pPr>
          </w:p>
        </w:tc>
        <w:tc>
          <w:tcPr>
            <w:tcW w:w="4131" w:type="dxa"/>
          </w:tcPr>
          <w:p w:rsidR="00A32CB0" w:rsidRPr="003B3465" w:rsidRDefault="00806329" w:rsidP="00DC4BA3">
            <w:pPr>
              <w:tabs>
                <w:tab w:val="left" w:pos="5387"/>
              </w:tabs>
              <w:jc w:val="right"/>
              <w:rPr>
                <w:sz w:val="22"/>
                <w:szCs w:val="22"/>
              </w:rPr>
            </w:pPr>
            <w:r w:rsidRPr="003B3465">
              <w:rPr>
                <w:sz w:val="22"/>
                <w:szCs w:val="22"/>
              </w:rPr>
              <w:t xml:space="preserve">Tárgy: </w:t>
            </w:r>
            <w:r w:rsidR="00CB2251">
              <w:rPr>
                <w:sz w:val="22"/>
                <w:szCs w:val="22"/>
              </w:rPr>
              <w:t>Szolgalmi jog bejegyzése, kosárlabdacsarnok</w:t>
            </w:r>
          </w:p>
          <w:p w:rsidR="00A32CB0" w:rsidRPr="003B3465" w:rsidRDefault="003B3465" w:rsidP="00BB7C27">
            <w:pPr>
              <w:tabs>
                <w:tab w:val="left" w:pos="5387"/>
              </w:tabs>
              <w:jc w:val="right"/>
              <w:rPr>
                <w:sz w:val="22"/>
                <w:szCs w:val="22"/>
              </w:rPr>
            </w:pPr>
            <w:r w:rsidRPr="003B3465">
              <w:rPr>
                <w:sz w:val="22"/>
                <w:szCs w:val="22"/>
              </w:rPr>
              <w:t xml:space="preserve">Melléklet: </w:t>
            </w:r>
            <w:r w:rsidR="0025510B">
              <w:rPr>
                <w:sz w:val="22"/>
                <w:szCs w:val="22"/>
              </w:rPr>
              <w:t>Kérelem, s</w:t>
            </w:r>
            <w:r w:rsidR="00CB2251">
              <w:rPr>
                <w:sz w:val="22"/>
                <w:szCs w:val="22"/>
              </w:rPr>
              <w:t>zerződéstervezet</w:t>
            </w:r>
            <w:r w:rsidR="008B26C5">
              <w:rPr>
                <w:sz w:val="22"/>
                <w:szCs w:val="22"/>
              </w:rPr>
              <w:t xml:space="preserve"> és helyszínrajz</w:t>
            </w:r>
            <w:r w:rsidR="00C65113">
              <w:rPr>
                <w:sz w:val="22"/>
                <w:szCs w:val="22"/>
              </w:rPr>
              <w:t>, Ceglédi Tankerületi Központ hozzájárulása</w:t>
            </w:r>
          </w:p>
        </w:tc>
      </w:tr>
    </w:tbl>
    <w:p w:rsidR="00516ED2" w:rsidRPr="001145C0" w:rsidRDefault="00516ED2" w:rsidP="00C1589E">
      <w:pPr>
        <w:jc w:val="center"/>
        <w:rPr>
          <w:b/>
        </w:rPr>
      </w:pPr>
      <w:r w:rsidRPr="001145C0">
        <w:rPr>
          <w:b/>
        </w:rPr>
        <w:t>ELŐTERJESZTÉS</w:t>
      </w:r>
    </w:p>
    <w:p w:rsidR="00516ED2" w:rsidRPr="001145C0" w:rsidRDefault="00100729" w:rsidP="00C1589E">
      <w:pPr>
        <w:jc w:val="center"/>
        <w:rPr>
          <w:b/>
        </w:rPr>
      </w:pPr>
      <w:r w:rsidRPr="001145C0">
        <w:t>Cegléd Város Önkormányzata Képviselő-testületé</w:t>
      </w:r>
      <w:r w:rsidR="00BD0E9D" w:rsidRPr="001145C0">
        <w:t>nek 202</w:t>
      </w:r>
      <w:r w:rsidR="00DC4BA3" w:rsidRPr="001145C0">
        <w:t>5</w:t>
      </w:r>
      <w:r w:rsidR="00953CB3" w:rsidRPr="001145C0">
        <w:t xml:space="preserve">. </w:t>
      </w:r>
      <w:r w:rsidR="00420D10">
        <w:t xml:space="preserve">szeptember 18-ai </w:t>
      </w:r>
      <w:r w:rsidRPr="001145C0">
        <w:t>ülésére</w:t>
      </w:r>
    </w:p>
    <w:p w:rsidR="000839EC" w:rsidRPr="001145C0" w:rsidRDefault="000839EC" w:rsidP="00C1589E">
      <w:pPr>
        <w:jc w:val="center"/>
        <w:rPr>
          <w:b/>
        </w:rPr>
      </w:pPr>
    </w:p>
    <w:p w:rsidR="00516ED2" w:rsidRPr="001145C0" w:rsidRDefault="005C62EA" w:rsidP="00C1589E">
      <w:pPr>
        <w:jc w:val="center"/>
        <w:rPr>
          <w:b/>
        </w:rPr>
      </w:pPr>
      <w:r w:rsidRPr="001145C0">
        <w:rPr>
          <w:b/>
        </w:rPr>
        <w:t>Tisztelt Képviselő</w:t>
      </w:r>
      <w:r w:rsidR="00CB2D60" w:rsidRPr="001145C0">
        <w:rPr>
          <w:b/>
        </w:rPr>
        <w:t>-t</w:t>
      </w:r>
      <w:r w:rsidRPr="001145C0">
        <w:rPr>
          <w:b/>
        </w:rPr>
        <w:t>estület</w:t>
      </w:r>
      <w:r w:rsidR="00516ED2" w:rsidRPr="001145C0">
        <w:rPr>
          <w:b/>
        </w:rPr>
        <w:t>!</w:t>
      </w:r>
    </w:p>
    <w:p w:rsidR="00D645AA" w:rsidRPr="001145C0" w:rsidRDefault="00D645AA" w:rsidP="00C1589E">
      <w:pPr>
        <w:jc w:val="center"/>
        <w:rPr>
          <w:b/>
        </w:rPr>
      </w:pPr>
    </w:p>
    <w:p w:rsidR="00CB2251" w:rsidRDefault="00D645AA" w:rsidP="00CB2251">
      <w:pPr>
        <w:tabs>
          <w:tab w:val="left" w:pos="426"/>
        </w:tabs>
        <w:jc w:val="both"/>
        <w:rPr>
          <w:rStyle w:val="null"/>
        </w:rPr>
      </w:pPr>
      <w:r w:rsidRPr="001145C0">
        <w:rPr>
          <w:rStyle w:val="null"/>
        </w:rPr>
        <w:t xml:space="preserve">A </w:t>
      </w:r>
      <w:r w:rsidR="00CB2251" w:rsidRPr="001145C0">
        <w:rPr>
          <w:rStyle w:val="null"/>
        </w:rPr>
        <w:t xml:space="preserve">Képviselő-testület </w:t>
      </w:r>
      <w:r w:rsidR="00CB2251">
        <w:rPr>
          <w:rStyle w:val="null"/>
        </w:rPr>
        <w:t>májusi ülésén jóváhagyta a Gerje Sport Kft-vel kötendő tulajdonjogot alapító földhasználati megállapodást az önkormányzati tulajdonú, Cegléd, belterület 2008/2 helyrajzi számú ingatlanon létesült kosárlabdacsarnok tekintetében.</w:t>
      </w:r>
    </w:p>
    <w:p w:rsidR="00CB2251" w:rsidRDefault="00CB2251" w:rsidP="00CB2251">
      <w:pPr>
        <w:tabs>
          <w:tab w:val="left" w:pos="426"/>
        </w:tabs>
        <w:jc w:val="both"/>
        <w:rPr>
          <w:rStyle w:val="null"/>
        </w:rPr>
      </w:pPr>
    </w:p>
    <w:p w:rsidR="00CB2251" w:rsidRDefault="00CB2251" w:rsidP="00CB2251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 xml:space="preserve">A </w:t>
      </w:r>
      <w:r w:rsidR="00386EE0">
        <w:rPr>
          <w:rStyle w:val="null"/>
        </w:rPr>
        <w:t xml:space="preserve">Gerje Sport Kft. </w:t>
      </w:r>
      <w:r>
        <w:rPr>
          <w:rStyle w:val="null"/>
        </w:rPr>
        <w:t>tulajdonjog</w:t>
      </w:r>
      <w:r w:rsidR="00386EE0">
        <w:rPr>
          <w:rStyle w:val="null"/>
        </w:rPr>
        <w:t>a</w:t>
      </w:r>
      <w:r>
        <w:rPr>
          <w:rStyle w:val="null"/>
        </w:rPr>
        <w:t xml:space="preserve"> a Pest Vármegyei Kormányhivatal által az ingatlannyilvántartásba bejegyzésre is került, és a felépítmény a 2008/2/A helyrajzi számot kapta. </w:t>
      </w:r>
    </w:p>
    <w:p w:rsidR="00CB2251" w:rsidRDefault="00CB2251" w:rsidP="00CB2251">
      <w:pPr>
        <w:tabs>
          <w:tab w:val="left" w:pos="426"/>
        </w:tabs>
        <w:jc w:val="both"/>
        <w:rPr>
          <w:rStyle w:val="null"/>
        </w:rPr>
      </w:pPr>
    </w:p>
    <w:p w:rsidR="00CB2251" w:rsidRDefault="00CB2251" w:rsidP="00CB2251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>A Gerje Sport Kft</w:t>
      </w:r>
      <w:r w:rsidR="008B26C5">
        <w:rPr>
          <w:rStyle w:val="null"/>
        </w:rPr>
        <w:t>.</w:t>
      </w:r>
      <w:r>
        <w:rPr>
          <w:rStyle w:val="null"/>
        </w:rPr>
        <w:t xml:space="preserve"> most azzal a kérelemmel fordult önkormányzatunkhoz, mint a 2008/2</w:t>
      </w:r>
      <w:r w:rsidR="000000FB">
        <w:rPr>
          <w:rStyle w:val="null"/>
        </w:rPr>
        <w:t xml:space="preserve"> </w:t>
      </w:r>
      <w:r>
        <w:rPr>
          <w:rStyle w:val="null"/>
        </w:rPr>
        <w:t>helyrajzi számú ingatlan tulajdonosához, hogy a 2008/2 hrsz-ú ingatlant érintő szükségszerű közös</w:t>
      </w:r>
      <w:r w:rsidR="00012336">
        <w:rPr>
          <w:rStyle w:val="null"/>
        </w:rPr>
        <w:t xml:space="preserve"> használat külön megállapodással kerüljön rendezésre, és szolgalmi jogként az ingatlan nyilvántartásba történő bejegyzésre. </w:t>
      </w:r>
    </w:p>
    <w:p w:rsidR="00386EE0" w:rsidRDefault="00386EE0" w:rsidP="00CB2251">
      <w:pPr>
        <w:tabs>
          <w:tab w:val="left" w:pos="426"/>
        </w:tabs>
        <w:jc w:val="both"/>
        <w:rPr>
          <w:rStyle w:val="null"/>
        </w:rPr>
      </w:pPr>
    </w:p>
    <w:p w:rsidR="00453D38" w:rsidRPr="001145C0" w:rsidRDefault="00386EE0" w:rsidP="00D645AA">
      <w:pPr>
        <w:tabs>
          <w:tab w:val="left" w:pos="426"/>
        </w:tabs>
        <w:jc w:val="both"/>
        <w:rPr>
          <w:rStyle w:val="null"/>
        </w:rPr>
      </w:pPr>
      <w:r>
        <w:rPr>
          <w:rStyle w:val="null"/>
        </w:rPr>
        <w:t>A szolgalmi jogot alapító szerződés, a szolgalmi jog helyszínrajza az előterjesztés mellékletét képezi. A Kft. becsatolta továbbá a Ceglédi Tankerület</w:t>
      </w:r>
      <w:r w:rsidR="00F96F16">
        <w:rPr>
          <w:rStyle w:val="null"/>
        </w:rPr>
        <w:t>i Központ, mint vagyonkezelő</w:t>
      </w:r>
      <w:r>
        <w:rPr>
          <w:rStyle w:val="null"/>
        </w:rPr>
        <w:t xml:space="preserve"> hozzájáruló nyilatkozatát, és a megépült csarnok</w:t>
      </w:r>
      <w:r w:rsidR="000000FB">
        <w:rPr>
          <w:rStyle w:val="null"/>
        </w:rPr>
        <w:t xml:space="preserve"> használatára vonatkozóan a vagyonkezelővel megkötendő együttműködési megállapodás tervezetét is. </w:t>
      </w:r>
    </w:p>
    <w:p w:rsidR="00453D38" w:rsidRDefault="00453D38" w:rsidP="00D645AA">
      <w:pPr>
        <w:tabs>
          <w:tab w:val="left" w:pos="426"/>
        </w:tabs>
        <w:jc w:val="both"/>
        <w:rPr>
          <w:rStyle w:val="null"/>
          <w:color w:val="000000"/>
        </w:rPr>
      </w:pPr>
    </w:p>
    <w:p w:rsidR="000B333F" w:rsidRPr="001145C0" w:rsidRDefault="000B333F" w:rsidP="00D645AA">
      <w:pPr>
        <w:tabs>
          <w:tab w:val="left" w:pos="426"/>
        </w:tabs>
        <w:jc w:val="both"/>
      </w:pPr>
      <w:r>
        <w:rPr>
          <w:rStyle w:val="null"/>
          <w:color w:val="000000"/>
        </w:rPr>
        <w:t>Kérem a Képviselő-testületet, hogy az előterjesztést megtárgyalni és döntésüket meghozni szíveskedjen.</w:t>
      </w:r>
    </w:p>
    <w:p w:rsidR="00DC6EEF" w:rsidRPr="001145C0" w:rsidRDefault="00DC6EEF" w:rsidP="00DC6EEF">
      <w:pPr>
        <w:pStyle w:val="Szvegtrzs"/>
        <w:spacing w:before="120"/>
        <w:ind w:right="-79"/>
        <w:rPr>
          <w:szCs w:val="24"/>
        </w:rPr>
      </w:pPr>
      <w:r w:rsidRPr="001145C0">
        <w:rPr>
          <w:szCs w:val="24"/>
        </w:rPr>
        <w:t>Az előterjesztést a</w:t>
      </w:r>
      <w:r w:rsidRPr="001145C0">
        <w:rPr>
          <w:b/>
          <w:szCs w:val="24"/>
        </w:rPr>
        <w:t xml:space="preserve"> Gazdasági Bizottság</w:t>
      </w:r>
      <w:r w:rsidRPr="006D1227">
        <w:rPr>
          <w:b/>
          <w:szCs w:val="24"/>
        </w:rPr>
        <w:t xml:space="preserve">, </w:t>
      </w:r>
      <w:r w:rsidR="006D1227" w:rsidRPr="006D1227">
        <w:rPr>
          <w:b/>
          <w:szCs w:val="24"/>
        </w:rPr>
        <w:t>és a Jogi, Ügyrendi és Közbiztonsági Bizottság</w:t>
      </w:r>
      <w:r w:rsidR="006D1227" w:rsidRPr="005F4E90">
        <w:rPr>
          <w:sz w:val="22"/>
          <w:szCs w:val="22"/>
        </w:rPr>
        <w:t xml:space="preserve"> </w:t>
      </w:r>
      <w:r w:rsidRPr="001145C0">
        <w:rPr>
          <w:szCs w:val="24"/>
        </w:rPr>
        <w:t>tárgyalja. A bizottság</w:t>
      </w:r>
      <w:r w:rsidR="008B26C5">
        <w:rPr>
          <w:szCs w:val="24"/>
        </w:rPr>
        <w:t>ok</w:t>
      </w:r>
      <w:r w:rsidRPr="001145C0">
        <w:rPr>
          <w:szCs w:val="24"/>
        </w:rPr>
        <w:t xml:space="preserve"> véleménye – jegyzőkönyvi kivonat formájában – a Képviselő-testület ülésén kerül ismertetésre.</w:t>
      </w:r>
    </w:p>
    <w:p w:rsidR="00870780" w:rsidRPr="001145C0" w:rsidRDefault="00870780" w:rsidP="00870780">
      <w:pPr>
        <w:pStyle w:val="Szvegtrzs"/>
        <w:ind w:right="-79" w:firstLine="425"/>
        <w:rPr>
          <w:szCs w:val="24"/>
        </w:rPr>
      </w:pPr>
    </w:p>
    <w:p w:rsidR="00515382" w:rsidRPr="001145C0" w:rsidRDefault="00515382" w:rsidP="00870780">
      <w:pPr>
        <w:tabs>
          <w:tab w:val="left" w:pos="851"/>
        </w:tabs>
        <w:ind w:firstLine="425"/>
        <w:jc w:val="both"/>
      </w:pPr>
      <w:r w:rsidRPr="001145C0">
        <w:t xml:space="preserve">A döntéshozatal a Magyarország helyi önkormányzatairól szóló 2011. évi CLXXXIX. törvény 46. § (1) bekezdése alapján, a (2) bekezdésben foglaltakra figyelemmel </w:t>
      </w:r>
      <w:r w:rsidRPr="001145C0">
        <w:rPr>
          <w:b/>
        </w:rPr>
        <w:t xml:space="preserve">nyilvános ülés </w:t>
      </w:r>
      <w:r w:rsidRPr="001145C0">
        <w:t xml:space="preserve">keretében, az 50. § rendelkezései alapján </w:t>
      </w:r>
      <w:r w:rsidR="007D7AB2" w:rsidRPr="001145C0">
        <w:t xml:space="preserve">figyelemmel a Kt. SZMSZ </w:t>
      </w:r>
      <w:r w:rsidR="00D42049" w:rsidRPr="001145C0">
        <w:t>55.</w:t>
      </w:r>
      <w:r w:rsidR="00333B86" w:rsidRPr="001145C0">
        <w:t xml:space="preserve"> § (1) bekezdésére és az 59</w:t>
      </w:r>
      <w:r w:rsidR="00AB238F" w:rsidRPr="001145C0">
        <w:t xml:space="preserve"> §</w:t>
      </w:r>
      <w:r w:rsidR="00333B86" w:rsidRPr="001145C0">
        <w:t>-ban foglaltakra</w:t>
      </w:r>
      <w:r w:rsidR="00AB238F" w:rsidRPr="001145C0">
        <w:t xml:space="preserve"> </w:t>
      </w:r>
      <w:r w:rsidR="006A00D9" w:rsidRPr="001145C0">
        <w:rPr>
          <w:b/>
        </w:rPr>
        <w:t>egyszerű</w:t>
      </w:r>
      <w:r w:rsidR="00C62DC3" w:rsidRPr="001145C0">
        <w:rPr>
          <w:b/>
        </w:rPr>
        <w:t xml:space="preserve"> </w:t>
      </w:r>
      <w:r w:rsidR="00333B86" w:rsidRPr="001145C0">
        <w:rPr>
          <w:b/>
        </w:rPr>
        <w:t>szó</w:t>
      </w:r>
      <w:r w:rsidR="00C62DC3" w:rsidRPr="001145C0">
        <w:rPr>
          <w:b/>
        </w:rPr>
        <w:t>többségű</w:t>
      </w:r>
      <w:r w:rsidR="000F5699" w:rsidRPr="001145C0">
        <w:rPr>
          <w:b/>
        </w:rPr>
        <w:t xml:space="preserve"> </w:t>
      </w:r>
      <w:r w:rsidRPr="001145C0">
        <w:t>szavazati arányt igényel.</w:t>
      </w:r>
    </w:p>
    <w:p w:rsidR="00CB2D60" w:rsidRPr="001145C0" w:rsidRDefault="00CB2D60" w:rsidP="00DC100C">
      <w:pPr>
        <w:pStyle w:val="Szvegtrzs"/>
        <w:ind w:right="278"/>
        <w:rPr>
          <w:szCs w:val="24"/>
        </w:rPr>
      </w:pPr>
    </w:p>
    <w:p w:rsidR="003365EB" w:rsidRDefault="00C01C64" w:rsidP="008A6ABF">
      <w:r w:rsidRPr="001145C0">
        <w:t xml:space="preserve">Cegléd, </w:t>
      </w:r>
      <w:r w:rsidR="000B333F">
        <w:t xml:space="preserve">2025. szeptember </w:t>
      </w:r>
      <w:r w:rsidR="00E61FAE">
        <w:t>9</w:t>
      </w:r>
      <w:r w:rsidR="000B333F">
        <w:t>.</w:t>
      </w:r>
    </w:p>
    <w:p w:rsidR="00E35049" w:rsidRDefault="00E35049" w:rsidP="008A6ABF"/>
    <w:p w:rsidR="00E35049" w:rsidRPr="001145C0" w:rsidRDefault="00E35049" w:rsidP="008A6ABF"/>
    <w:p w:rsidR="00DC100C" w:rsidRPr="001145C0" w:rsidRDefault="00DC100C" w:rsidP="00B20A47">
      <w:pPr>
        <w:pStyle w:val="Szvegtrzs"/>
        <w:tabs>
          <w:tab w:val="center" w:pos="6840"/>
        </w:tabs>
        <w:jc w:val="left"/>
        <w:rPr>
          <w:spacing w:val="30"/>
          <w:szCs w:val="24"/>
        </w:rPr>
      </w:pPr>
      <w:r w:rsidRPr="001145C0">
        <w:rPr>
          <w:szCs w:val="24"/>
        </w:rPr>
        <w:tab/>
      </w:r>
      <w:r w:rsidR="00C01C64" w:rsidRPr="001145C0">
        <w:rPr>
          <w:spacing w:val="30"/>
          <w:szCs w:val="24"/>
        </w:rPr>
        <w:t>Dr. Csáky András</w:t>
      </w:r>
    </w:p>
    <w:p w:rsidR="00DC100C" w:rsidRPr="001145C0" w:rsidRDefault="00DC100C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  <w:r w:rsidRPr="001145C0">
        <w:rPr>
          <w:szCs w:val="24"/>
        </w:rPr>
        <w:tab/>
        <w:t>polgármester</w:t>
      </w:r>
    </w:p>
    <w:p w:rsidR="00DC6EEF" w:rsidRPr="001145C0" w:rsidRDefault="00DC6EEF" w:rsidP="00B20A47">
      <w:pPr>
        <w:pStyle w:val="Szvegtrzs"/>
        <w:tabs>
          <w:tab w:val="center" w:pos="6840"/>
        </w:tabs>
        <w:ind w:right="232"/>
        <w:jc w:val="left"/>
        <w:rPr>
          <w:szCs w:val="24"/>
        </w:rPr>
      </w:pPr>
    </w:p>
    <w:p w:rsidR="00544E98" w:rsidRDefault="00544E98" w:rsidP="00DC6EEF">
      <w:pPr>
        <w:jc w:val="center"/>
        <w:rPr>
          <w:b/>
        </w:rPr>
      </w:pPr>
    </w:p>
    <w:p w:rsidR="00544E98" w:rsidRDefault="00544E98" w:rsidP="00DC6EEF">
      <w:pPr>
        <w:jc w:val="center"/>
        <w:rPr>
          <w:b/>
        </w:rPr>
      </w:pPr>
    </w:p>
    <w:p w:rsidR="00544E98" w:rsidRDefault="00544E98" w:rsidP="00DC6EEF">
      <w:pPr>
        <w:jc w:val="center"/>
        <w:rPr>
          <w:b/>
        </w:rPr>
      </w:pPr>
    </w:p>
    <w:p w:rsidR="00DC6EEF" w:rsidRPr="001145C0" w:rsidRDefault="00DC6EEF" w:rsidP="00DC6EEF">
      <w:pPr>
        <w:jc w:val="center"/>
        <w:rPr>
          <w:b/>
        </w:rPr>
      </w:pPr>
      <w:r w:rsidRPr="001145C0">
        <w:rPr>
          <w:b/>
        </w:rPr>
        <w:lastRenderedPageBreak/>
        <w:t xml:space="preserve">Határozati javaslat </w:t>
      </w:r>
    </w:p>
    <w:p w:rsidR="00DC6EEF" w:rsidRPr="00F96F16" w:rsidRDefault="00DC6EEF" w:rsidP="00DC6EEF">
      <w:pPr>
        <w:jc w:val="center"/>
        <w:rPr>
          <w:bCs/>
        </w:rPr>
      </w:pPr>
    </w:p>
    <w:p w:rsidR="00DC6EEF" w:rsidRPr="00F96F16" w:rsidRDefault="00DC6EEF" w:rsidP="00DC6EEF">
      <w:pPr>
        <w:pStyle w:val="llb"/>
        <w:tabs>
          <w:tab w:val="clear" w:pos="4536"/>
          <w:tab w:val="clear" w:pos="9072"/>
        </w:tabs>
        <w:rPr>
          <w:bCs/>
        </w:rPr>
      </w:pPr>
      <w:r w:rsidRPr="00F96F16">
        <w:rPr>
          <w:bCs/>
        </w:rPr>
        <w:t>Cegléd Város Önkormányzatának Képviselő-testülete</w:t>
      </w:r>
    </w:p>
    <w:p w:rsidR="00DC6EEF" w:rsidRPr="00F96F16" w:rsidRDefault="00DC6EEF" w:rsidP="00DC6EEF">
      <w:pPr>
        <w:jc w:val="both"/>
        <w:rPr>
          <w:bCs/>
        </w:rPr>
      </w:pPr>
    </w:p>
    <w:p w:rsidR="000B333F" w:rsidRPr="00F96F16" w:rsidRDefault="000B333F" w:rsidP="00DC6EEF">
      <w:pPr>
        <w:numPr>
          <w:ilvl w:val="0"/>
          <w:numId w:val="1"/>
        </w:numPr>
        <w:jc w:val="both"/>
        <w:rPr>
          <w:bCs/>
        </w:rPr>
      </w:pPr>
      <w:r w:rsidRPr="005C22EE">
        <w:rPr>
          <w:bCs/>
        </w:rPr>
        <w:t>hozzájárul</w:t>
      </w:r>
      <w:r w:rsidR="00F96F16" w:rsidRPr="005C22EE">
        <w:rPr>
          <w:bCs/>
        </w:rPr>
        <w:t>, - mint a Cegléd 2008/2 hrsz-ú ingatlan kizárólagos tulajdonosa -</w:t>
      </w:r>
      <w:r w:rsidR="00DC6EEF" w:rsidRPr="005C22EE">
        <w:rPr>
          <w:bCs/>
        </w:rPr>
        <w:t xml:space="preserve"> </w:t>
      </w:r>
      <w:r w:rsidRPr="005C22EE">
        <w:rPr>
          <w:bCs/>
          <w:color w:val="000000"/>
        </w:rPr>
        <w:t>a Cegléd 2008/2 hrsz -n nyilvántartott ingatlan terhére</w:t>
      </w:r>
      <w:r w:rsidR="00F96F16" w:rsidRPr="005C22EE">
        <w:rPr>
          <w:bCs/>
          <w:color w:val="000000"/>
        </w:rPr>
        <w:t>,</w:t>
      </w:r>
      <w:r w:rsidRPr="005C22EE">
        <w:rPr>
          <w:bCs/>
          <w:color w:val="000000"/>
        </w:rPr>
        <w:t xml:space="preserve"> a 2008/2/A helyrajzi számon nyilvántartott ingatlan javára </w:t>
      </w:r>
      <w:r w:rsidR="00F96F16" w:rsidRPr="005C22EE">
        <w:rPr>
          <w:bCs/>
          <w:color w:val="000000"/>
        </w:rPr>
        <w:t>szolgalmi jog alapítására vonatkozó megállapodásnak – jelen előterjesztés melléklete szerinti tartalommal történő</w:t>
      </w:r>
      <w:r w:rsidR="00F96F16" w:rsidRPr="00F96F16">
        <w:rPr>
          <w:bCs/>
          <w:color w:val="000000"/>
        </w:rPr>
        <w:t xml:space="preserve"> – </w:t>
      </w:r>
      <w:r w:rsidR="00F96F16">
        <w:rPr>
          <w:bCs/>
          <w:color w:val="000000"/>
        </w:rPr>
        <w:t xml:space="preserve">a </w:t>
      </w:r>
      <w:r w:rsidR="00F96F16" w:rsidRPr="00F96F16">
        <w:rPr>
          <w:bCs/>
          <w:color w:val="000000"/>
        </w:rPr>
        <w:t xml:space="preserve">megkötéséhez. </w:t>
      </w:r>
    </w:p>
    <w:p w:rsidR="00F96F16" w:rsidRPr="00F96F16" w:rsidRDefault="00F96F16" w:rsidP="00DC6EEF">
      <w:pPr>
        <w:numPr>
          <w:ilvl w:val="0"/>
          <w:numId w:val="1"/>
        </w:numPr>
        <w:jc w:val="both"/>
        <w:rPr>
          <w:bCs/>
        </w:rPr>
      </w:pPr>
      <w:r>
        <w:rPr>
          <w:bCs/>
          <w:color w:val="000000"/>
        </w:rPr>
        <w:t>f</w:t>
      </w:r>
      <w:r w:rsidRPr="00F96F16">
        <w:rPr>
          <w:bCs/>
          <w:color w:val="000000"/>
        </w:rPr>
        <w:t>elhatalmazza a polgármestert az 1) pontban szereplő megállapodás,</w:t>
      </w:r>
      <w:r w:rsidR="00F51EF0">
        <w:rPr>
          <w:bCs/>
          <w:color w:val="000000"/>
        </w:rPr>
        <w:t xml:space="preserve"> valamint a földhivatali záradékkal ellátott változási vázrajzok</w:t>
      </w:r>
      <w:r w:rsidRPr="00F96F16">
        <w:rPr>
          <w:bCs/>
          <w:color w:val="000000"/>
        </w:rPr>
        <w:t xml:space="preserve"> </w:t>
      </w:r>
      <w:r w:rsidR="00F51EF0">
        <w:rPr>
          <w:bCs/>
          <w:color w:val="000000"/>
        </w:rPr>
        <w:t xml:space="preserve">aláírására, </w:t>
      </w:r>
      <w:r w:rsidRPr="00F96F16">
        <w:rPr>
          <w:bCs/>
          <w:color w:val="000000"/>
        </w:rPr>
        <w:t>szükséges nyilatkozatok megtételére.</w:t>
      </w:r>
    </w:p>
    <w:p w:rsidR="00DC6EEF" w:rsidRPr="00F96F16" w:rsidRDefault="00F96F16" w:rsidP="00F96F16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u</w:t>
      </w:r>
      <w:r w:rsidR="00DC6EEF" w:rsidRPr="00F96F16">
        <w:rPr>
          <w:bCs/>
        </w:rPr>
        <w:t xml:space="preserve">tasítja a Ceglédi Közös Önkormányzati Hivatalt a szükséges intézkedések megtételére. </w:t>
      </w:r>
    </w:p>
    <w:p w:rsidR="00DC6EEF" w:rsidRPr="001145C0" w:rsidRDefault="00DC6EEF" w:rsidP="001145C0">
      <w:pPr>
        <w:jc w:val="both"/>
      </w:pPr>
    </w:p>
    <w:p w:rsidR="00DC6EEF" w:rsidRPr="001145C0" w:rsidRDefault="00DC6EEF" w:rsidP="00DC6EEF">
      <w:pPr>
        <w:tabs>
          <w:tab w:val="right" w:pos="9639"/>
        </w:tabs>
        <w:ind w:left="360"/>
        <w:jc w:val="both"/>
      </w:pPr>
      <w:r w:rsidRPr="001145C0">
        <w:rPr>
          <w:u w:val="single"/>
        </w:rPr>
        <w:t>Határidő:</w:t>
      </w:r>
      <w:r w:rsidRPr="001145C0">
        <w:t xml:space="preserve"> azonnal</w:t>
      </w:r>
      <w:r w:rsidRPr="001145C0">
        <w:tab/>
      </w:r>
      <w:r w:rsidRPr="001145C0">
        <w:rPr>
          <w:u w:val="single"/>
        </w:rPr>
        <w:t>Felelős:</w:t>
      </w:r>
      <w:r w:rsidRPr="001145C0">
        <w:t xml:space="preserve"> Dr. Csáky András polgármester</w:t>
      </w:r>
    </w:p>
    <w:p w:rsidR="00DC6EEF" w:rsidRPr="001145C0" w:rsidRDefault="00DC6EEF" w:rsidP="00DC6EEF">
      <w:pPr>
        <w:tabs>
          <w:tab w:val="left" w:pos="1418"/>
        </w:tabs>
        <w:ind w:left="567"/>
        <w:jc w:val="both"/>
      </w:pPr>
      <w:r w:rsidRPr="001145C0">
        <w:tab/>
      </w:r>
    </w:p>
    <w:p w:rsidR="00DC6EEF" w:rsidRPr="001145C0" w:rsidRDefault="00DC6EEF" w:rsidP="00DC6EEF">
      <w:pPr>
        <w:ind w:left="360"/>
        <w:jc w:val="both"/>
      </w:pPr>
      <w:r w:rsidRPr="001145C0">
        <w:t>A határozatot kapja:</w:t>
      </w:r>
    </w:p>
    <w:p w:rsidR="00DC6EEF" w:rsidRDefault="00DC6EEF" w:rsidP="00F96F16">
      <w:pPr>
        <w:numPr>
          <w:ilvl w:val="0"/>
          <w:numId w:val="24"/>
        </w:numPr>
        <w:tabs>
          <w:tab w:val="left" w:pos="720"/>
        </w:tabs>
        <w:jc w:val="both"/>
      </w:pPr>
      <w:r w:rsidRPr="001145C0">
        <w:t>Beruházási és Közbiztonsági Iroda helyben</w:t>
      </w:r>
    </w:p>
    <w:p w:rsidR="00F96F16" w:rsidRDefault="00F96F16" w:rsidP="00F96F16">
      <w:pPr>
        <w:numPr>
          <w:ilvl w:val="0"/>
          <w:numId w:val="24"/>
        </w:numPr>
        <w:tabs>
          <w:tab w:val="left" w:pos="720"/>
        </w:tabs>
        <w:jc w:val="both"/>
      </w:pPr>
      <w:r>
        <w:t>Ceglédi Tankerületi Központ</w:t>
      </w:r>
    </w:p>
    <w:p w:rsidR="00F96F16" w:rsidRDefault="00F96F16" w:rsidP="00F96F16">
      <w:pPr>
        <w:numPr>
          <w:ilvl w:val="0"/>
          <w:numId w:val="24"/>
        </w:numPr>
        <w:tabs>
          <w:tab w:val="left" w:pos="720"/>
        </w:tabs>
        <w:jc w:val="both"/>
      </w:pPr>
      <w:r>
        <w:t xml:space="preserve">Gerje Sport Kft. </w:t>
      </w:r>
    </w:p>
    <w:p w:rsidR="00F96F16" w:rsidRPr="001145C0" w:rsidRDefault="00F96F16" w:rsidP="00F96F16">
      <w:pPr>
        <w:numPr>
          <w:ilvl w:val="0"/>
          <w:numId w:val="24"/>
        </w:numPr>
        <w:tabs>
          <w:tab w:val="left" w:pos="720"/>
        </w:tabs>
        <w:jc w:val="both"/>
      </w:pPr>
      <w:r>
        <w:t>Pénzügyi Iroda</w:t>
      </w:r>
    </w:p>
    <w:p w:rsidR="00DC6EEF" w:rsidRPr="000413FC" w:rsidRDefault="00DC6EEF" w:rsidP="00F96F16">
      <w:pPr>
        <w:tabs>
          <w:tab w:val="right" w:pos="9639"/>
        </w:tabs>
        <w:jc w:val="both"/>
        <w:rPr>
          <w:color w:val="000000"/>
        </w:rPr>
      </w:pPr>
    </w:p>
    <w:p w:rsidR="00DC6EEF" w:rsidRPr="000413FC" w:rsidRDefault="00DC6EEF" w:rsidP="00DC6EEF">
      <w:pPr>
        <w:tabs>
          <w:tab w:val="left" w:pos="1418"/>
        </w:tabs>
        <w:ind w:left="567"/>
        <w:jc w:val="both"/>
        <w:rPr>
          <w:color w:val="000000"/>
        </w:rPr>
      </w:pPr>
    </w:p>
    <w:p w:rsidR="00381899" w:rsidRDefault="00381899" w:rsidP="00381899">
      <w:pPr>
        <w:spacing w:before="360"/>
        <w:rPr>
          <w:u w:val="single"/>
        </w:rPr>
      </w:pPr>
      <w:r w:rsidRPr="001145C0">
        <w:rPr>
          <w:u w:val="single"/>
        </w:rPr>
        <w:t>Az előterjesztést láttam:</w:t>
      </w:r>
    </w:p>
    <w:p w:rsidR="007F434B" w:rsidRDefault="007F434B" w:rsidP="00381899">
      <w:pPr>
        <w:spacing w:before="360"/>
        <w:rPr>
          <w:u w:val="single"/>
        </w:rPr>
      </w:pPr>
    </w:p>
    <w:p w:rsidR="007F434B" w:rsidRDefault="007F434B" w:rsidP="00381899">
      <w:pPr>
        <w:spacing w:before="360"/>
        <w:rPr>
          <w:u w:val="single"/>
        </w:rPr>
      </w:pPr>
      <w:bookmarkStart w:id="0" w:name="_GoBack"/>
      <w:bookmarkEnd w:id="0"/>
    </w:p>
    <w:p w:rsidR="00381899" w:rsidRPr="001145C0" w:rsidRDefault="00381899" w:rsidP="00381899">
      <w:pPr>
        <w:pStyle w:val="llb"/>
        <w:tabs>
          <w:tab w:val="clear" w:pos="4536"/>
          <w:tab w:val="clear" w:pos="9072"/>
          <w:tab w:val="center" w:pos="3261"/>
        </w:tabs>
      </w:pPr>
      <w:r w:rsidRPr="001145C0">
        <w:tab/>
        <w:t>Dr. Diósgyőri Gitta</w:t>
      </w:r>
    </w:p>
    <w:p w:rsidR="00381899" w:rsidRPr="001145C0" w:rsidRDefault="00381899" w:rsidP="00381899">
      <w:pPr>
        <w:pStyle w:val="llb"/>
        <w:tabs>
          <w:tab w:val="clear" w:pos="4536"/>
          <w:tab w:val="clear" w:pos="9072"/>
          <w:tab w:val="center" w:pos="3261"/>
        </w:tabs>
      </w:pPr>
      <w:r w:rsidRPr="001145C0">
        <w:tab/>
        <w:t>címzetes főjegyző</w:t>
      </w:r>
    </w:p>
    <w:sectPr w:rsidR="00381899" w:rsidRPr="001145C0" w:rsidSect="00CF2421">
      <w:footerReference w:type="even" r:id="rId9"/>
      <w:footerReference w:type="default" r:id="rId10"/>
      <w:pgSz w:w="11906" w:h="16838" w:code="9"/>
      <w:pgMar w:top="1418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D6" w:rsidRDefault="009B67D6">
      <w:r>
        <w:separator/>
      </w:r>
    </w:p>
  </w:endnote>
  <w:endnote w:type="continuationSeparator" w:id="0">
    <w:p w:rsidR="009B67D6" w:rsidRDefault="009B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00C" w:rsidRDefault="00DC100C" w:rsidP="00802F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C100C" w:rsidRDefault="00DC100C" w:rsidP="00DC100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F15" w:rsidRDefault="00802F15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5502C">
      <w:rPr>
        <w:rStyle w:val="Oldalszm"/>
        <w:noProof/>
      </w:rPr>
      <w:t>3</w:t>
    </w:r>
    <w:r>
      <w:rPr>
        <w:rStyle w:val="Oldalszm"/>
      </w:rPr>
      <w:fldChar w:fldCharType="end"/>
    </w:r>
  </w:p>
  <w:p w:rsidR="00DC100C" w:rsidRDefault="00DC100C" w:rsidP="00DC100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D6" w:rsidRDefault="009B67D6">
      <w:r>
        <w:separator/>
      </w:r>
    </w:p>
  </w:footnote>
  <w:footnote w:type="continuationSeparator" w:id="0">
    <w:p w:rsidR="009B67D6" w:rsidRDefault="009B6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A4032"/>
    <w:multiLevelType w:val="hybridMultilevel"/>
    <w:tmpl w:val="D7628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64CF"/>
    <w:multiLevelType w:val="hybridMultilevel"/>
    <w:tmpl w:val="5A525296"/>
    <w:lvl w:ilvl="0" w:tplc="56F2F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57150"/>
    <w:multiLevelType w:val="hybridMultilevel"/>
    <w:tmpl w:val="9C3C156A"/>
    <w:lvl w:ilvl="0" w:tplc="C2E8F0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22C2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9538EC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6" w15:restartNumberingAfterBreak="0">
    <w:nsid w:val="1FFD5C10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140F3C"/>
    <w:multiLevelType w:val="hybridMultilevel"/>
    <w:tmpl w:val="4FE6C1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E12FB"/>
    <w:multiLevelType w:val="multilevel"/>
    <w:tmpl w:val="985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3C01FD"/>
    <w:multiLevelType w:val="hybridMultilevel"/>
    <w:tmpl w:val="FAA6632C"/>
    <w:lvl w:ilvl="0" w:tplc="06E60918">
      <w:start w:val="1"/>
      <w:numFmt w:val="decimal"/>
      <w:lvlText w:val="%1."/>
      <w:lvlJc w:val="left"/>
      <w:pPr>
        <w:tabs>
          <w:tab w:val="num" w:pos="-1136"/>
        </w:tabs>
        <w:ind w:left="-113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-416"/>
        </w:tabs>
        <w:ind w:left="-41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04"/>
        </w:tabs>
        <w:ind w:left="3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024"/>
        </w:tabs>
        <w:ind w:left="10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744"/>
        </w:tabs>
        <w:ind w:left="17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464"/>
        </w:tabs>
        <w:ind w:left="24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184"/>
        </w:tabs>
        <w:ind w:left="31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904"/>
        </w:tabs>
        <w:ind w:left="39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624"/>
        </w:tabs>
        <w:ind w:left="4624" w:hanging="180"/>
      </w:pPr>
    </w:lvl>
  </w:abstractNum>
  <w:abstractNum w:abstractNumId="10" w15:restartNumberingAfterBreak="0">
    <w:nsid w:val="443032DA"/>
    <w:multiLevelType w:val="hybridMultilevel"/>
    <w:tmpl w:val="7E249C68"/>
    <w:lvl w:ilvl="0" w:tplc="C106876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4BB78B3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0C25B7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519340A5"/>
    <w:multiLevelType w:val="hybridMultilevel"/>
    <w:tmpl w:val="A4F0230A"/>
    <w:lvl w:ilvl="0" w:tplc="040E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F553BF"/>
    <w:multiLevelType w:val="hybridMultilevel"/>
    <w:tmpl w:val="FD96FD18"/>
    <w:lvl w:ilvl="0" w:tplc="56F2F38A">
      <w:start w:val="1"/>
      <w:numFmt w:val="bullet"/>
      <w:lvlText w:val=""/>
      <w:lvlJc w:val="left"/>
      <w:pPr>
        <w:tabs>
          <w:tab w:val="num" w:pos="51"/>
        </w:tabs>
        <w:ind w:left="5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71"/>
        </w:tabs>
        <w:ind w:left="77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91"/>
        </w:tabs>
        <w:ind w:left="149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931"/>
        </w:tabs>
        <w:ind w:left="293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51"/>
        </w:tabs>
        <w:ind w:left="365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71"/>
        </w:tabs>
        <w:ind w:left="437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91"/>
        </w:tabs>
        <w:ind w:left="509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811"/>
        </w:tabs>
        <w:ind w:left="5811" w:hanging="360"/>
      </w:pPr>
      <w:rPr>
        <w:rFonts w:ascii="Wingdings" w:hAnsi="Wingdings" w:hint="default"/>
      </w:rPr>
    </w:lvl>
  </w:abstractNum>
  <w:abstractNum w:abstractNumId="15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FB3BFC"/>
    <w:multiLevelType w:val="hybridMultilevel"/>
    <w:tmpl w:val="5CB88C28"/>
    <w:lvl w:ilvl="0" w:tplc="6B3EB3E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18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833C59"/>
    <w:multiLevelType w:val="hybridMultilevel"/>
    <w:tmpl w:val="F7D6723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5F22373"/>
    <w:multiLevelType w:val="hybridMultilevel"/>
    <w:tmpl w:val="4D260D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37037"/>
    <w:multiLevelType w:val="hybridMultilevel"/>
    <w:tmpl w:val="1B945B6A"/>
    <w:lvl w:ilvl="0" w:tplc="53543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AB1E24"/>
    <w:multiLevelType w:val="hybridMultilevel"/>
    <w:tmpl w:val="8438F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15"/>
  </w:num>
  <w:num w:numId="5">
    <w:abstractNumId w:val="18"/>
  </w:num>
  <w:num w:numId="6">
    <w:abstractNumId w:val="20"/>
  </w:num>
  <w:num w:numId="7">
    <w:abstractNumId w:val="1"/>
  </w:num>
  <w:num w:numId="8">
    <w:abstractNumId w:val="14"/>
  </w:num>
  <w:num w:numId="9">
    <w:abstractNumId w:val="9"/>
  </w:num>
  <w:num w:numId="10">
    <w:abstractNumId w:val="23"/>
  </w:num>
  <w:num w:numId="11">
    <w:abstractNumId w:val="8"/>
  </w:num>
  <w:num w:numId="12">
    <w:abstractNumId w:val="13"/>
  </w:num>
  <w:num w:numId="13">
    <w:abstractNumId w:val="10"/>
  </w:num>
  <w:num w:numId="14">
    <w:abstractNumId w:val="0"/>
  </w:num>
  <w:num w:numId="15">
    <w:abstractNumId w:val="21"/>
  </w:num>
  <w:num w:numId="16">
    <w:abstractNumId w:val="2"/>
  </w:num>
  <w:num w:numId="17">
    <w:abstractNumId w:val="11"/>
  </w:num>
  <w:num w:numId="18">
    <w:abstractNumId w:val="16"/>
  </w:num>
  <w:num w:numId="19">
    <w:abstractNumId w:val="12"/>
  </w:num>
  <w:num w:numId="20">
    <w:abstractNumId w:val="3"/>
  </w:num>
  <w:num w:numId="21">
    <w:abstractNumId w:val="19"/>
  </w:num>
  <w:num w:numId="22">
    <w:abstractNumId w:val="6"/>
  </w:num>
  <w:num w:numId="23">
    <w:abstractNumId w:val="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D2"/>
    <w:rsid w:val="000000FB"/>
    <w:rsid w:val="00012336"/>
    <w:rsid w:val="0001306E"/>
    <w:rsid w:val="000144C3"/>
    <w:rsid w:val="00020738"/>
    <w:rsid w:val="0002148A"/>
    <w:rsid w:val="0003211A"/>
    <w:rsid w:val="0003306D"/>
    <w:rsid w:val="000359FD"/>
    <w:rsid w:val="00040153"/>
    <w:rsid w:val="000413FC"/>
    <w:rsid w:val="000422DA"/>
    <w:rsid w:val="00047678"/>
    <w:rsid w:val="0005759B"/>
    <w:rsid w:val="0006258B"/>
    <w:rsid w:val="00070009"/>
    <w:rsid w:val="00070730"/>
    <w:rsid w:val="000722B5"/>
    <w:rsid w:val="00073A65"/>
    <w:rsid w:val="000770F1"/>
    <w:rsid w:val="00077446"/>
    <w:rsid w:val="00077934"/>
    <w:rsid w:val="000839EC"/>
    <w:rsid w:val="00085C81"/>
    <w:rsid w:val="00086ECE"/>
    <w:rsid w:val="00090C06"/>
    <w:rsid w:val="000934AA"/>
    <w:rsid w:val="000945E5"/>
    <w:rsid w:val="000A1420"/>
    <w:rsid w:val="000A1680"/>
    <w:rsid w:val="000B066B"/>
    <w:rsid w:val="000B333F"/>
    <w:rsid w:val="000B4871"/>
    <w:rsid w:val="000C1AF3"/>
    <w:rsid w:val="000C2AE7"/>
    <w:rsid w:val="000C461D"/>
    <w:rsid w:val="000C613F"/>
    <w:rsid w:val="000D1DB3"/>
    <w:rsid w:val="000D4DAC"/>
    <w:rsid w:val="000D62D3"/>
    <w:rsid w:val="000D633B"/>
    <w:rsid w:val="000E77AC"/>
    <w:rsid w:val="000F22CB"/>
    <w:rsid w:val="000F5699"/>
    <w:rsid w:val="000F7FFA"/>
    <w:rsid w:val="001001AF"/>
    <w:rsid w:val="00100729"/>
    <w:rsid w:val="001115D4"/>
    <w:rsid w:val="0011292C"/>
    <w:rsid w:val="0011364E"/>
    <w:rsid w:val="001145C0"/>
    <w:rsid w:val="00125D3D"/>
    <w:rsid w:val="00125FCA"/>
    <w:rsid w:val="001260F9"/>
    <w:rsid w:val="001339F9"/>
    <w:rsid w:val="00134327"/>
    <w:rsid w:val="00134856"/>
    <w:rsid w:val="0013508C"/>
    <w:rsid w:val="00137FA9"/>
    <w:rsid w:val="00142502"/>
    <w:rsid w:val="001516A3"/>
    <w:rsid w:val="00151886"/>
    <w:rsid w:val="001724AC"/>
    <w:rsid w:val="001752EE"/>
    <w:rsid w:val="001764A2"/>
    <w:rsid w:val="00181F08"/>
    <w:rsid w:val="00187B40"/>
    <w:rsid w:val="00194186"/>
    <w:rsid w:val="00194B31"/>
    <w:rsid w:val="001A1FB1"/>
    <w:rsid w:val="001A23D3"/>
    <w:rsid w:val="001A4CAF"/>
    <w:rsid w:val="001B0BCE"/>
    <w:rsid w:val="001B2705"/>
    <w:rsid w:val="001B4857"/>
    <w:rsid w:val="001C308B"/>
    <w:rsid w:val="001C5877"/>
    <w:rsid w:val="001D2547"/>
    <w:rsid w:val="001E2725"/>
    <w:rsid w:val="001E4DA9"/>
    <w:rsid w:val="001E6F82"/>
    <w:rsid w:val="001E72AB"/>
    <w:rsid w:val="001F14C8"/>
    <w:rsid w:val="001F29A9"/>
    <w:rsid w:val="001F3B7C"/>
    <w:rsid w:val="001F68C2"/>
    <w:rsid w:val="001F6D7C"/>
    <w:rsid w:val="00204E55"/>
    <w:rsid w:val="00205E38"/>
    <w:rsid w:val="00215C95"/>
    <w:rsid w:val="00216C30"/>
    <w:rsid w:val="0022466B"/>
    <w:rsid w:val="00231D7B"/>
    <w:rsid w:val="002340AE"/>
    <w:rsid w:val="0024430B"/>
    <w:rsid w:val="002444E4"/>
    <w:rsid w:val="002463F9"/>
    <w:rsid w:val="00250890"/>
    <w:rsid w:val="0025510B"/>
    <w:rsid w:val="00256EEB"/>
    <w:rsid w:val="002571B1"/>
    <w:rsid w:val="00257661"/>
    <w:rsid w:val="002577AB"/>
    <w:rsid w:val="002611D9"/>
    <w:rsid w:val="00261895"/>
    <w:rsid w:val="00264A75"/>
    <w:rsid w:val="00264B12"/>
    <w:rsid w:val="002653B2"/>
    <w:rsid w:val="002718E6"/>
    <w:rsid w:val="002818EB"/>
    <w:rsid w:val="00284EBF"/>
    <w:rsid w:val="00295C21"/>
    <w:rsid w:val="00296903"/>
    <w:rsid w:val="002970C6"/>
    <w:rsid w:val="002A14E8"/>
    <w:rsid w:val="002A7E1E"/>
    <w:rsid w:val="002B0453"/>
    <w:rsid w:val="002B34F0"/>
    <w:rsid w:val="002B3AD3"/>
    <w:rsid w:val="002C69F5"/>
    <w:rsid w:val="002C6E6C"/>
    <w:rsid w:val="002C703B"/>
    <w:rsid w:val="002C716A"/>
    <w:rsid w:val="002D021F"/>
    <w:rsid w:val="002D5B18"/>
    <w:rsid w:val="002E2325"/>
    <w:rsid w:val="00302C16"/>
    <w:rsid w:val="00303073"/>
    <w:rsid w:val="00306CD9"/>
    <w:rsid w:val="003072E4"/>
    <w:rsid w:val="003162EE"/>
    <w:rsid w:val="0032291D"/>
    <w:rsid w:val="00331CCA"/>
    <w:rsid w:val="00333B86"/>
    <w:rsid w:val="003365EB"/>
    <w:rsid w:val="003465DA"/>
    <w:rsid w:val="00351293"/>
    <w:rsid w:val="003530C6"/>
    <w:rsid w:val="00357BEB"/>
    <w:rsid w:val="00361949"/>
    <w:rsid w:val="003675FB"/>
    <w:rsid w:val="00373F92"/>
    <w:rsid w:val="003752CE"/>
    <w:rsid w:val="00376185"/>
    <w:rsid w:val="00381899"/>
    <w:rsid w:val="00384340"/>
    <w:rsid w:val="00385FFA"/>
    <w:rsid w:val="00386EE0"/>
    <w:rsid w:val="00390C1B"/>
    <w:rsid w:val="00392049"/>
    <w:rsid w:val="003972A0"/>
    <w:rsid w:val="003A06A8"/>
    <w:rsid w:val="003A3A2A"/>
    <w:rsid w:val="003A7DE3"/>
    <w:rsid w:val="003B3465"/>
    <w:rsid w:val="003B37E5"/>
    <w:rsid w:val="003B6C4A"/>
    <w:rsid w:val="003C0B17"/>
    <w:rsid w:val="003C1E01"/>
    <w:rsid w:val="003C2FEB"/>
    <w:rsid w:val="003D0117"/>
    <w:rsid w:val="003D05AA"/>
    <w:rsid w:val="003D0B50"/>
    <w:rsid w:val="003E1E1F"/>
    <w:rsid w:val="003E6434"/>
    <w:rsid w:val="003F190F"/>
    <w:rsid w:val="003F51D5"/>
    <w:rsid w:val="00405DC3"/>
    <w:rsid w:val="0040625C"/>
    <w:rsid w:val="00406BCC"/>
    <w:rsid w:val="0040729F"/>
    <w:rsid w:val="00412A3E"/>
    <w:rsid w:val="00415418"/>
    <w:rsid w:val="00420D10"/>
    <w:rsid w:val="00421782"/>
    <w:rsid w:val="00423B91"/>
    <w:rsid w:val="004310AA"/>
    <w:rsid w:val="00432676"/>
    <w:rsid w:val="004338D2"/>
    <w:rsid w:val="004409DD"/>
    <w:rsid w:val="00444D1A"/>
    <w:rsid w:val="004461C4"/>
    <w:rsid w:val="00447003"/>
    <w:rsid w:val="004502EF"/>
    <w:rsid w:val="0045100F"/>
    <w:rsid w:val="004530B5"/>
    <w:rsid w:val="00453D38"/>
    <w:rsid w:val="00457D3A"/>
    <w:rsid w:val="004631EF"/>
    <w:rsid w:val="004633A6"/>
    <w:rsid w:val="00466171"/>
    <w:rsid w:val="00485693"/>
    <w:rsid w:val="004900D6"/>
    <w:rsid w:val="00491AAC"/>
    <w:rsid w:val="0049689E"/>
    <w:rsid w:val="00497173"/>
    <w:rsid w:val="004A1729"/>
    <w:rsid w:val="004A6666"/>
    <w:rsid w:val="004B422F"/>
    <w:rsid w:val="004B4E31"/>
    <w:rsid w:val="004C1790"/>
    <w:rsid w:val="004D342B"/>
    <w:rsid w:val="004D3B72"/>
    <w:rsid w:val="004D5766"/>
    <w:rsid w:val="004D673E"/>
    <w:rsid w:val="004D7B61"/>
    <w:rsid w:val="004E0940"/>
    <w:rsid w:val="004E3263"/>
    <w:rsid w:val="004E4553"/>
    <w:rsid w:val="004F007F"/>
    <w:rsid w:val="004F164A"/>
    <w:rsid w:val="004F5F04"/>
    <w:rsid w:val="0050024B"/>
    <w:rsid w:val="00505CD6"/>
    <w:rsid w:val="00512AC4"/>
    <w:rsid w:val="00515382"/>
    <w:rsid w:val="00516ED2"/>
    <w:rsid w:val="005264C9"/>
    <w:rsid w:val="0053289B"/>
    <w:rsid w:val="005355E8"/>
    <w:rsid w:val="00537867"/>
    <w:rsid w:val="00537CF8"/>
    <w:rsid w:val="005413E5"/>
    <w:rsid w:val="0054360C"/>
    <w:rsid w:val="00543807"/>
    <w:rsid w:val="00544E98"/>
    <w:rsid w:val="00550BC5"/>
    <w:rsid w:val="00552DB4"/>
    <w:rsid w:val="005567DB"/>
    <w:rsid w:val="00565AAD"/>
    <w:rsid w:val="00570A31"/>
    <w:rsid w:val="005710FF"/>
    <w:rsid w:val="005720B0"/>
    <w:rsid w:val="005752B3"/>
    <w:rsid w:val="005754B0"/>
    <w:rsid w:val="00582312"/>
    <w:rsid w:val="00584157"/>
    <w:rsid w:val="00594AA3"/>
    <w:rsid w:val="00594DFC"/>
    <w:rsid w:val="00595A50"/>
    <w:rsid w:val="005B18C0"/>
    <w:rsid w:val="005B59A6"/>
    <w:rsid w:val="005B68DC"/>
    <w:rsid w:val="005B722F"/>
    <w:rsid w:val="005C1C6E"/>
    <w:rsid w:val="005C22EE"/>
    <w:rsid w:val="005C512C"/>
    <w:rsid w:val="005C62EA"/>
    <w:rsid w:val="005D04CE"/>
    <w:rsid w:val="005D202A"/>
    <w:rsid w:val="005E1229"/>
    <w:rsid w:val="005E3765"/>
    <w:rsid w:val="005F0A3B"/>
    <w:rsid w:val="005F37D1"/>
    <w:rsid w:val="005F3BC9"/>
    <w:rsid w:val="006048D3"/>
    <w:rsid w:val="00604C26"/>
    <w:rsid w:val="006054BD"/>
    <w:rsid w:val="006138E0"/>
    <w:rsid w:val="00620078"/>
    <w:rsid w:val="006254D4"/>
    <w:rsid w:val="00625B19"/>
    <w:rsid w:val="00627B3F"/>
    <w:rsid w:val="00650FF0"/>
    <w:rsid w:val="00653FD9"/>
    <w:rsid w:val="006673AB"/>
    <w:rsid w:val="00667406"/>
    <w:rsid w:val="00667DA8"/>
    <w:rsid w:val="006727A1"/>
    <w:rsid w:val="00672D55"/>
    <w:rsid w:val="00674E39"/>
    <w:rsid w:val="006841C1"/>
    <w:rsid w:val="00687AC6"/>
    <w:rsid w:val="006931CD"/>
    <w:rsid w:val="006961B1"/>
    <w:rsid w:val="006A00D9"/>
    <w:rsid w:val="006A33D9"/>
    <w:rsid w:val="006A71FA"/>
    <w:rsid w:val="006B41D1"/>
    <w:rsid w:val="006B4AE2"/>
    <w:rsid w:val="006D1227"/>
    <w:rsid w:val="006D1B84"/>
    <w:rsid w:val="006E19CA"/>
    <w:rsid w:val="006E2D75"/>
    <w:rsid w:val="006F55B6"/>
    <w:rsid w:val="006F7DF4"/>
    <w:rsid w:val="007035D6"/>
    <w:rsid w:val="007050B8"/>
    <w:rsid w:val="0071049A"/>
    <w:rsid w:val="00712828"/>
    <w:rsid w:val="00713C0B"/>
    <w:rsid w:val="00717FDA"/>
    <w:rsid w:val="00725110"/>
    <w:rsid w:val="00732AE0"/>
    <w:rsid w:val="00732CBF"/>
    <w:rsid w:val="007416A1"/>
    <w:rsid w:val="00741F61"/>
    <w:rsid w:val="0074222A"/>
    <w:rsid w:val="00742A61"/>
    <w:rsid w:val="00746805"/>
    <w:rsid w:val="00747114"/>
    <w:rsid w:val="007478D7"/>
    <w:rsid w:val="0075369B"/>
    <w:rsid w:val="0075502C"/>
    <w:rsid w:val="00755383"/>
    <w:rsid w:val="0075623E"/>
    <w:rsid w:val="0076622C"/>
    <w:rsid w:val="00774385"/>
    <w:rsid w:val="00775131"/>
    <w:rsid w:val="00777C84"/>
    <w:rsid w:val="00785316"/>
    <w:rsid w:val="00793C2C"/>
    <w:rsid w:val="00797D86"/>
    <w:rsid w:val="007A2A81"/>
    <w:rsid w:val="007A3438"/>
    <w:rsid w:val="007A4F96"/>
    <w:rsid w:val="007A6877"/>
    <w:rsid w:val="007B7FFC"/>
    <w:rsid w:val="007C1AD8"/>
    <w:rsid w:val="007C3516"/>
    <w:rsid w:val="007D0A48"/>
    <w:rsid w:val="007D116E"/>
    <w:rsid w:val="007D17C6"/>
    <w:rsid w:val="007D22A2"/>
    <w:rsid w:val="007D7AB2"/>
    <w:rsid w:val="007E442E"/>
    <w:rsid w:val="007E4F53"/>
    <w:rsid w:val="007F15EA"/>
    <w:rsid w:val="007F278E"/>
    <w:rsid w:val="007F434B"/>
    <w:rsid w:val="00802CB5"/>
    <w:rsid w:val="00802D16"/>
    <w:rsid w:val="00802F15"/>
    <w:rsid w:val="00804B67"/>
    <w:rsid w:val="00806329"/>
    <w:rsid w:val="00806783"/>
    <w:rsid w:val="00816CC6"/>
    <w:rsid w:val="008224B1"/>
    <w:rsid w:val="00822EB4"/>
    <w:rsid w:val="008232E1"/>
    <w:rsid w:val="00853C56"/>
    <w:rsid w:val="00854990"/>
    <w:rsid w:val="00854B94"/>
    <w:rsid w:val="00862402"/>
    <w:rsid w:val="00864EBB"/>
    <w:rsid w:val="00866CD2"/>
    <w:rsid w:val="00867E13"/>
    <w:rsid w:val="008704D9"/>
    <w:rsid w:val="00870780"/>
    <w:rsid w:val="00874BBF"/>
    <w:rsid w:val="00874C72"/>
    <w:rsid w:val="0088039D"/>
    <w:rsid w:val="0088322D"/>
    <w:rsid w:val="008A2780"/>
    <w:rsid w:val="008A6ABF"/>
    <w:rsid w:val="008A7419"/>
    <w:rsid w:val="008B0B13"/>
    <w:rsid w:val="008B26C5"/>
    <w:rsid w:val="008B4A6A"/>
    <w:rsid w:val="008C014A"/>
    <w:rsid w:val="008C116F"/>
    <w:rsid w:val="008C19CA"/>
    <w:rsid w:val="008C22A2"/>
    <w:rsid w:val="008D48EA"/>
    <w:rsid w:val="008D543A"/>
    <w:rsid w:val="008E5B8C"/>
    <w:rsid w:val="008F2B95"/>
    <w:rsid w:val="00902983"/>
    <w:rsid w:val="00902AAD"/>
    <w:rsid w:val="00913DA8"/>
    <w:rsid w:val="0092224C"/>
    <w:rsid w:val="00925D84"/>
    <w:rsid w:val="0092634F"/>
    <w:rsid w:val="00927BC4"/>
    <w:rsid w:val="0094394F"/>
    <w:rsid w:val="00953CB3"/>
    <w:rsid w:val="00972FAB"/>
    <w:rsid w:val="009812D9"/>
    <w:rsid w:val="009826C7"/>
    <w:rsid w:val="00982F1A"/>
    <w:rsid w:val="0098647A"/>
    <w:rsid w:val="00987840"/>
    <w:rsid w:val="00990656"/>
    <w:rsid w:val="009918B7"/>
    <w:rsid w:val="009A1014"/>
    <w:rsid w:val="009B14C9"/>
    <w:rsid w:val="009B3031"/>
    <w:rsid w:val="009B441B"/>
    <w:rsid w:val="009B67D6"/>
    <w:rsid w:val="009C6A8F"/>
    <w:rsid w:val="009D1A7C"/>
    <w:rsid w:val="009D250E"/>
    <w:rsid w:val="009D5570"/>
    <w:rsid w:val="009E112F"/>
    <w:rsid w:val="009E1691"/>
    <w:rsid w:val="009E17AF"/>
    <w:rsid w:val="009E39EE"/>
    <w:rsid w:val="009E6043"/>
    <w:rsid w:val="009E65E7"/>
    <w:rsid w:val="009E71EF"/>
    <w:rsid w:val="009F3D05"/>
    <w:rsid w:val="009F7809"/>
    <w:rsid w:val="009F787E"/>
    <w:rsid w:val="009F7901"/>
    <w:rsid w:val="00A001FF"/>
    <w:rsid w:val="00A02DF4"/>
    <w:rsid w:val="00A0759E"/>
    <w:rsid w:val="00A10C0D"/>
    <w:rsid w:val="00A17917"/>
    <w:rsid w:val="00A22E22"/>
    <w:rsid w:val="00A31EDB"/>
    <w:rsid w:val="00A32CB0"/>
    <w:rsid w:val="00A3570B"/>
    <w:rsid w:val="00A37450"/>
    <w:rsid w:val="00A42291"/>
    <w:rsid w:val="00A42D5B"/>
    <w:rsid w:val="00A430AE"/>
    <w:rsid w:val="00A4448B"/>
    <w:rsid w:val="00A45368"/>
    <w:rsid w:val="00A47D2B"/>
    <w:rsid w:val="00A50F6A"/>
    <w:rsid w:val="00A573C3"/>
    <w:rsid w:val="00A60244"/>
    <w:rsid w:val="00A6474E"/>
    <w:rsid w:val="00A64B35"/>
    <w:rsid w:val="00A64D55"/>
    <w:rsid w:val="00A65EB3"/>
    <w:rsid w:val="00A66774"/>
    <w:rsid w:val="00A71011"/>
    <w:rsid w:val="00A74B3E"/>
    <w:rsid w:val="00A754F1"/>
    <w:rsid w:val="00A7714A"/>
    <w:rsid w:val="00A77EDB"/>
    <w:rsid w:val="00A87AAF"/>
    <w:rsid w:val="00A90389"/>
    <w:rsid w:val="00A9089A"/>
    <w:rsid w:val="00A90C25"/>
    <w:rsid w:val="00A945CA"/>
    <w:rsid w:val="00AA0082"/>
    <w:rsid w:val="00AA09E7"/>
    <w:rsid w:val="00AA13DF"/>
    <w:rsid w:val="00AA7030"/>
    <w:rsid w:val="00AB0047"/>
    <w:rsid w:val="00AB238F"/>
    <w:rsid w:val="00AB23E0"/>
    <w:rsid w:val="00AB2D3B"/>
    <w:rsid w:val="00AB469C"/>
    <w:rsid w:val="00AC3481"/>
    <w:rsid w:val="00AC49A3"/>
    <w:rsid w:val="00AD0687"/>
    <w:rsid w:val="00AD52EA"/>
    <w:rsid w:val="00AE1888"/>
    <w:rsid w:val="00AE3C6B"/>
    <w:rsid w:val="00AF09EE"/>
    <w:rsid w:val="00AF173D"/>
    <w:rsid w:val="00AF1B16"/>
    <w:rsid w:val="00AF6042"/>
    <w:rsid w:val="00B0047C"/>
    <w:rsid w:val="00B0116F"/>
    <w:rsid w:val="00B04EDA"/>
    <w:rsid w:val="00B063C0"/>
    <w:rsid w:val="00B12DAD"/>
    <w:rsid w:val="00B13589"/>
    <w:rsid w:val="00B20A47"/>
    <w:rsid w:val="00B25C97"/>
    <w:rsid w:val="00B32187"/>
    <w:rsid w:val="00B3281C"/>
    <w:rsid w:val="00B40138"/>
    <w:rsid w:val="00B429EB"/>
    <w:rsid w:val="00B53401"/>
    <w:rsid w:val="00B53FF7"/>
    <w:rsid w:val="00B71A59"/>
    <w:rsid w:val="00B71C88"/>
    <w:rsid w:val="00B734D9"/>
    <w:rsid w:val="00B80DA4"/>
    <w:rsid w:val="00B829A5"/>
    <w:rsid w:val="00B86071"/>
    <w:rsid w:val="00B93A44"/>
    <w:rsid w:val="00B95A4E"/>
    <w:rsid w:val="00B97A8A"/>
    <w:rsid w:val="00BA100E"/>
    <w:rsid w:val="00BA2F27"/>
    <w:rsid w:val="00BB4614"/>
    <w:rsid w:val="00BB78BC"/>
    <w:rsid w:val="00BB7C27"/>
    <w:rsid w:val="00BD04C8"/>
    <w:rsid w:val="00BD0E9D"/>
    <w:rsid w:val="00BD5EBF"/>
    <w:rsid w:val="00BE2C50"/>
    <w:rsid w:val="00BF06DA"/>
    <w:rsid w:val="00BF33FC"/>
    <w:rsid w:val="00BF4014"/>
    <w:rsid w:val="00C01C64"/>
    <w:rsid w:val="00C02932"/>
    <w:rsid w:val="00C03369"/>
    <w:rsid w:val="00C07371"/>
    <w:rsid w:val="00C11DB3"/>
    <w:rsid w:val="00C149D5"/>
    <w:rsid w:val="00C1589E"/>
    <w:rsid w:val="00C16449"/>
    <w:rsid w:val="00C2510C"/>
    <w:rsid w:val="00C26366"/>
    <w:rsid w:val="00C30E53"/>
    <w:rsid w:val="00C37584"/>
    <w:rsid w:val="00C42A2C"/>
    <w:rsid w:val="00C461E0"/>
    <w:rsid w:val="00C503BB"/>
    <w:rsid w:val="00C56E44"/>
    <w:rsid w:val="00C60550"/>
    <w:rsid w:val="00C6229A"/>
    <w:rsid w:val="00C62DC3"/>
    <w:rsid w:val="00C65113"/>
    <w:rsid w:val="00C703DF"/>
    <w:rsid w:val="00C717AD"/>
    <w:rsid w:val="00C7547E"/>
    <w:rsid w:val="00C76A39"/>
    <w:rsid w:val="00C8183D"/>
    <w:rsid w:val="00C840EB"/>
    <w:rsid w:val="00C85285"/>
    <w:rsid w:val="00C91677"/>
    <w:rsid w:val="00C95EAF"/>
    <w:rsid w:val="00CB2251"/>
    <w:rsid w:val="00CB2D60"/>
    <w:rsid w:val="00CB42F4"/>
    <w:rsid w:val="00CC5258"/>
    <w:rsid w:val="00CD00F0"/>
    <w:rsid w:val="00CD065F"/>
    <w:rsid w:val="00CD30A2"/>
    <w:rsid w:val="00CF2421"/>
    <w:rsid w:val="00D14A81"/>
    <w:rsid w:val="00D14E7B"/>
    <w:rsid w:val="00D16885"/>
    <w:rsid w:val="00D20443"/>
    <w:rsid w:val="00D2199A"/>
    <w:rsid w:val="00D42049"/>
    <w:rsid w:val="00D42169"/>
    <w:rsid w:val="00D51D48"/>
    <w:rsid w:val="00D53AC7"/>
    <w:rsid w:val="00D53FA1"/>
    <w:rsid w:val="00D54EB0"/>
    <w:rsid w:val="00D5567F"/>
    <w:rsid w:val="00D56A32"/>
    <w:rsid w:val="00D57F73"/>
    <w:rsid w:val="00D645AA"/>
    <w:rsid w:val="00D64C90"/>
    <w:rsid w:val="00D65195"/>
    <w:rsid w:val="00D66246"/>
    <w:rsid w:val="00D74215"/>
    <w:rsid w:val="00D7701D"/>
    <w:rsid w:val="00D82712"/>
    <w:rsid w:val="00D8374F"/>
    <w:rsid w:val="00D869A8"/>
    <w:rsid w:val="00D919DA"/>
    <w:rsid w:val="00D92B67"/>
    <w:rsid w:val="00DA4941"/>
    <w:rsid w:val="00DA4DA2"/>
    <w:rsid w:val="00DA6878"/>
    <w:rsid w:val="00DB23E4"/>
    <w:rsid w:val="00DC0978"/>
    <w:rsid w:val="00DC100C"/>
    <w:rsid w:val="00DC45A9"/>
    <w:rsid w:val="00DC4BA3"/>
    <w:rsid w:val="00DC5CED"/>
    <w:rsid w:val="00DC6EEF"/>
    <w:rsid w:val="00DD460F"/>
    <w:rsid w:val="00DE773F"/>
    <w:rsid w:val="00DF7375"/>
    <w:rsid w:val="00E0068F"/>
    <w:rsid w:val="00E051A7"/>
    <w:rsid w:val="00E06812"/>
    <w:rsid w:val="00E16DEA"/>
    <w:rsid w:val="00E203BB"/>
    <w:rsid w:val="00E20765"/>
    <w:rsid w:val="00E21A15"/>
    <w:rsid w:val="00E31237"/>
    <w:rsid w:val="00E35049"/>
    <w:rsid w:val="00E372DE"/>
    <w:rsid w:val="00E41EF6"/>
    <w:rsid w:val="00E5359D"/>
    <w:rsid w:val="00E54A5A"/>
    <w:rsid w:val="00E61FAE"/>
    <w:rsid w:val="00E62C20"/>
    <w:rsid w:val="00E833C7"/>
    <w:rsid w:val="00E84295"/>
    <w:rsid w:val="00E90A1F"/>
    <w:rsid w:val="00E9173E"/>
    <w:rsid w:val="00E93B67"/>
    <w:rsid w:val="00E97CDC"/>
    <w:rsid w:val="00EA2A31"/>
    <w:rsid w:val="00EA408B"/>
    <w:rsid w:val="00EA704E"/>
    <w:rsid w:val="00EB2FB5"/>
    <w:rsid w:val="00EB4EC5"/>
    <w:rsid w:val="00EB7152"/>
    <w:rsid w:val="00EB7407"/>
    <w:rsid w:val="00EC0A40"/>
    <w:rsid w:val="00ED2D4B"/>
    <w:rsid w:val="00EE37C1"/>
    <w:rsid w:val="00EE41C5"/>
    <w:rsid w:val="00EE48BE"/>
    <w:rsid w:val="00EE6429"/>
    <w:rsid w:val="00EE6836"/>
    <w:rsid w:val="00EE6EB2"/>
    <w:rsid w:val="00EE7E27"/>
    <w:rsid w:val="00EF0908"/>
    <w:rsid w:val="00EF21B0"/>
    <w:rsid w:val="00EF2617"/>
    <w:rsid w:val="00EF3F5F"/>
    <w:rsid w:val="00EF6B77"/>
    <w:rsid w:val="00EF7F56"/>
    <w:rsid w:val="00F014F5"/>
    <w:rsid w:val="00F067F0"/>
    <w:rsid w:val="00F1260B"/>
    <w:rsid w:val="00F12B68"/>
    <w:rsid w:val="00F17088"/>
    <w:rsid w:val="00F208BC"/>
    <w:rsid w:val="00F230EC"/>
    <w:rsid w:val="00F31590"/>
    <w:rsid w:val="00F34FB1"/>
    <w:rsid w:val="00F43DE0"/>
    <w:rsid w:val="00F50360"/>
    <w:rsid w:val="00F508C3"/>
    <w:rsid w:val="00F51C77"/>
    <w:rsid w:val="00F51EF0"/>
    <w:rsid w:val="00F52748"/>
    <w:rsid w:val="00F53A3E"/>
    <w:rsid w:val="00F6022C"/>
    <w:rsid w:val="00F6043F"/>
    <w:rsid w:val="00F6061B"/>
    <w:rsid w:val="00F64FB5"/>
    <w:rsid w:val="00F704CB"/>
    <w:rsid w:val="00F7122F"/>
    <w:rsid w:val="00F71A64"/>
    <w:rsid w:val="00F723F6"/>
    <w:rsid w:val="00F75ECF"/>
    <w:rsid w:val="00F818AD"/>
    <w:rsid w:val="00F83020"/>
    <w:rsid w:val="00F861E5"/>
    <w:rsid w:val="00F86A74"/>
    <w:rsid w:val="00F87C0A"/>
    <w:rsid w:val="00F938A5"/>
    <w:rsid w:val="00F95F9A"/>
    <w:rsid w:val="00F96833"/>
    <w:rsid w:val="00F96F16"/>
    <w:rsid w:val="00FA40CC"/>
    <w:rsid w:val="00FB0878"/>
    <w:rsid w:val="00FB33EF"/>
    <w:rsid w:val="00FC0852"/>
    <w:rsid w:val="00FC474C"/>
    <w:rsid w:val="00FD2A75"/>
    <w:rsid w:val="00FD3492"/>
    <w:rsid w:val="00FD3657"/>
    <w:rsid w:val="00FE1067"/>
    <w:rsid w:val="00FE44F2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8D326B"/>
  <w15:chartTrackingRefBased/>
  <w15:docId w15:val="{B2F6FAC7-53D3-4D65-8366-44577107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 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E917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basedOn w:val="Norml"/>
    <w:rsid w:val="00086ECE"/>
    <w:pPr>
      <w:spacing w:before="100" w:beforeAutospacing="1" w:after="100" w:afterAutospacing="1"/>
    </w:pPr>
  </w:style>
  <w:style w:type="character" w:styleId="Hiperhivatkozs">
    <w:name w:val="Hyperlink"/>
    <w:uiPriority w:val="99"/>
    <w:unhideWhenUsed/>
    <w:rsid w:val="00777C84"/>
    <w:rPr>
      <w:color w:val="0000FF"/>
      <w:u w:val="single"/>
    </w:rPr>
  </w:style>
  <w:style w:type="character" w:styleId="Kiemels">
    <w:name w:val="Emphasis"/>
    <w:uiPriority w:val="20"/>
    <w:qFormat/>
    <w:rsid w:val="006F7DF4"/>
    <w:rPr>
      <w:i/>
      <w:iCs/>
    </w:rPr>
  </w:style>
  <w:style w:type="character" w:customStyle="1" w:styleId="ui-grid-col-10">
    <w:name w:val="ui-grid-col-10"/>
    <w:rsid w:val="007A3438"/>
  </w:style>
  <w:style w:type="paragraph" w:styleId="Listaszerbekezds">
    <w:name w:val="List Paragraph"/>
    <w:aliases w:val="Welt L,lista_2,Színes lista – 1. jelölőszín1,List Paragraph à moi,Dot pt,No Spacing1,List Paragraph Char Char Char,Indicator Text,Numbered Para 1,Számozott lista 1,Eszeri felsorolás,Bullet_1,Bullet List,FooterText,numbered,列出段落"/>
    <w:basedOn w:val="Norml"/>
    <w:link w:val="ListaszerbekezdsChar"/>
    <w:uiPriority w:val="34"/>
    <w:qFormat/>
    <w:rsid w:val="009A101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hk-c7">
    <w:name w:val="mhk-c7"/>
    <w:basedOn w:val="Norml"/>
    <w:rsid w:val="004D673E"/>
    <w:pPr>
      <w:spacing w:before="100" w:beforeAutospacing="1" w:after="100" w:afterAutospacing="1"/>
    </w:pPr>
  </w:style>
  <w:style w:type="character" w:customStyle="1" w:styleId="highlighted">
    <w:name w:val="highlighted"/>
    <w:rsid w:val="004D673E"/>
  </w:style>
  <w:style w:type="paragraph" w:customStyle="1" w:styleId="uj">
    <w:name w:val="uj"/>
    <w:basedOn w:val="Norml"/>
    <w:rsid w:val="004D673E"/>
    <w:pPr>
      <w:spacing w:before="100" w:beforeAutospacing="1" w:after="100" w:afterAutospacing="1"/>
    </w:pPr>
  </w:style>
  <w:style w:type="character" w:customStyle="1" w:styleId="null">
    <w:name w:val="null"/>
    <w:rsid w:val="00D645AA"/>
  </w:style>
  <w:style w:type="character" w:customStyle="1" w:styleId="ListaszerbekezdsChar">
    <w:name w:val="Listaszerű bekezdés Char"/>
    <w:aliases w:val="Welt L Char,lista_2 Char,Színes lista – 1. jelölőszín1 Char,List Paragraph à moi Char,Dot pt Char,No Spacing1 Char,List Paragraph Char Char Char Char,Indicator Text Char,Numbered Para 1 Char,Számozott lista 1 Char,Bullet_1 Char"/>
    <w:link w:val="Listaszerbekezds"/>
    <w:uiPriority w:val="34"/>
    <w:qFormat/>
    <w:locked/>
    <w:rsid w:val="00412A3E"/>
    <w:rPr>
      <w:rFonts w:ascii="Calibri" w:eastAsia="Calibri" w:hAnsi="Calibri"/>
      <w:sz w:val="22"/>
      <w:szCs w:val="22"/>
      <w:lang w:eastAsia="en-US"/>
    </w:rPr>
  </w:style>
  <w:style w:type="character" w:customStyle="1" w:styleId="cjsz">
    <w:name w:val="cjsz"/>
    <w:rsid w:val="000F7FFA"/>
  </w:style>
  <w:style w:type="character" w:customStyle="1" w:styleId="szekhely">
    <w:name w:val="szekhely"/>
    <w:rsid w:val="000F7FFA"/>
  </w:style>
  <w:style w:type="character" w:customStyle="1" w:styleId="WW8Num1z0">
    <w:name w:val="WW8Num1z0"/>
    <w:rsid w:val="00DC4BA3"/>
    <w:rPr>
      <w:rFonts w:ascii="Symbol" w:hAnsi="Symbol" w:cs="Symbol"/>
      <w:sz w:val="20"/>
    </w:rPr>
  </w:style>
  <w:style w:type="paragraph" w:styleId="Vltozat">
    <w:name w:val="Revision"/>
    <w:hidden/>
    <w:uiPriority w:val="99"/>
    <w:semiHidden/>
    <w:rsid w:val="00296903"/>
    <w:rPr>
      <w:sz w:val="24"/>
      <w:szCs w:val="24"/>
    </w:rPr>
  </w:style>
  <w:style w:type="paragraph" w:customStyle="1" w:styleId="CharChar1Char">
    <w:name w:val=" Char Char1 Char"/>
    <w:basedOn w:val="Norml"/>
    <w:link w:val="Bekezdsalapbettpusa"/>
    <w:rsid w:val="003162EE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FD7F-8A9B-4B11-9D6F-2E2E5768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2</Pages>
  <Words>365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cp:lastModifiedBy>Sipos Ágnes</cp:lastModifiedBy>
  <cp:revision>2</cp:revision>
  <cp:lastPrinted>2025-09-11T06:17:00Z</cp:lastPrinted>
  <dcterms:created xsi:type="dcterms:W3CDTF">2025-09-11T06:17:00Z</dcterms:created>
  <dcterms:modified xsi:type="dcterms:W3CDTF">2025-09-11T06:17:00Z</dcterms:modified>
</cp:coreProperties>
</file>