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9B6E4" w14:textId="77777777" w:rsidR="009521CA" w:rsidRPr="006376F9" w:rsidRDefault="004A4610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31C496" wp14:editId="13FF3F08">
                <wp:simplePos x="0" y="0"/>
                <wp:positionH relativeFrom="column">
                  <wp:posOffset>1111885</wp:posOffset>
                </wp:positionH>
                <wp:positionV relativeFrom="paragraph">
                  <wp:posOffset>-573792</wp:posOffset>
                </wp:positionV>
                <wp:extent cx="4597842" cy="834887"/>
                <wp:effectExtent l="0" t="0" r="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842" cy="8348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32014" w14:textId="1AE43C02" w:rsidR="00A23848" w:rsidRDefault="00A23848" w:rsidP="005B18C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A360B5">
                              <w:rPr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1C52931B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26E2459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51951A22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1C49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87.55pt;margin-top:-45.2pt;width:362.05pt;height:6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" filled="f" stroked="f">
                <v:textbox>
                  <w:txbxContent>
                    <w:p w14:paraId="58E32014" w14:textId="1AE43C02" w:rsidR="00A23848" w:rsidRDefault="00A23848" w:rsidP="005B18C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A360B5">
                        <w:rPr>
                          <w:sz w:val="28"/>
                          <w:szCs w:val="28"/>
                        </w:rPr>
                        <w:t xml:space="preserve">Önkormányzatának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1C52931B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26E2459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51951A22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3C0C6EF" wp14:editId="159C6CFC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909320" cy="934085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6F7C9" w14:textId="77777777" w:rsidR="00A23848" w:rsidRDefault="004A46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D2D5F0" wp14:editId="39663241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0C6EF" id="Text Box 10" o:spid="_x0000_s1027" type="#_x0000_t202" style="position:absolute;margin-left:-36pt;margin-top:-4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" filled="f" stroked="f">
                <v:textbox style="mso-fit-shape-to-text:t">
                  <w:txbxContent>
                    <w:p w14:paraId="2346F7C9" w14:textId="77777777" w:rsidR="00A23848" w:rsidRDefault="004A4610">
                      <w:r>
                        <w:rPr>
                          <w:noProof/>
                        </w:rPr>
                        <w:drawing>
                          <wp:inline distT="0" distB="0" distL="0" distR="0" wp14:anchorId="3ED2D5F0" wp14:editId="39663241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6376F9">
        <w:t xml:space="preserve"> </w:t>
      </w:r>
    </w:p>
    <w:p w14:paraId="5C1A4E0D" w14:textId="77777777" w:rsidR="009521CA" w:rsidRPr="006376F9" w:rsidRDefault="004A4610" w:rsidP="009521C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0DAED4" wp14:editId="00F8C619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5257800" cy="0"/>
                <wp:effectExtent l="9525" t="5715" r="9525" b="1333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8C864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3.2pt" to="450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"/>
            </w:pict>
          </mc:Fallback>
        </mc:AlternateContent>
      </w:r>
    </w:p>
    <w:tbl>
      <w:tblPr>
        <w:tblStyle w:val="Rcsostblzat"/>
        <w:tblW w:w="920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3981"/>
      </w:tblGrid>
      <w:tr w:rsidR="006C6EE2" w:rsidRPr="004066A2" w14:paraId="4080A47B" w14:textId="77777777" w:rsidTr="008231E4">
        <w:trPr>
          <w:trHeight w:val="1214"/>
        </w:trPr>
        <w:tc>
          <w:tcPr>
            <w:tcW w:w="5228" w:type="dxa"/>
          </w:tcPr>
          <w:p w14:paraId="27E118A3" w14:textId="77777777" w:rsidR="006C6EE2" w:rsidRPr="004066A2" w:rsidRDefault="006C6EE2" w:rsidP="00FB1F1E">
            <w:pPr>
              <w:rPr>
                <w:sz w:val="22"/>
              </w:rPr>
            </w:pPr>
          </w:p>
          <w:p w14:paraId="13C31233" w14:textId="13445AEB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 xml:space="preserve">Ügyiratszám: </w:t>
            </w:r>
            <w:r w:rsidR="005F2EC4" w:rsidRPr="004066A2">
              <w:rPr>
                <w:sz w:val="22"/>
              </w:rPr>
              <w:t>C</w:t>
            </w:r>
            <w:r w:rsidR="00991B2F">
              <w:rPr>
                <w:sz w:val="22"/>
              </w:rPr>
              <w:t>/2469</w:t>
            </w:r>
            <w:r w:rsidR="008B1548" w:rsidRPr="004066A2">
              <w:rPr>
                <w:sz w:val="22"/>
              </w:rPr>
              <w:t>/</w:t>
            </w:r>
            <w:r w:rsidR="005F2EC4" w:rsidRPr="004066A2">
              <w:rPr>
                <w:sz w:val="22"/>
              </w:rPr>
              <w:t>202</w:t>
            </w:r>
            <w:r w:rsidR="00227C39">
              <w:rPr>
                <w:sz w:val="22"/>
              </w:rPr>
              <w:t>5</w:t>
            </w:r>
            <w:r w:rsidR="005F2EC4" w:rsidRPr="004066A2">
              <w:rPr>
                <w:sz w:val="22"/>
              </w:rPr>
              <w:t>.</w:t>
            </w:r>
          </w:p>
          <w:p w14:paraId="3D9DDFAE" w14:textId="77777777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>Előterjesztő: dr. Csáky András polgármester</w:t>
            </w:r>
          </w:p>
          <w:p w14:paraId="6C9AF60B" w14:textId="68A460AC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>Szakmai előterjesztő: Sipos Nikolett</w:t>
            </w:r>
            <w:r w:rsidR="0056174E" w:rsidRPr="004066A2">
              <w:rPr>
                <w:sz w:val="22"/>
              </w:rPr>
              <w:t>a</w:t>
            </w:r>
            <w:r w:rsidRPr="004066A2">
              <w:rPr>
                <w:sz w:val="22"/>
              </w:rPr>
              <w:t xml:space="preserve"> pénzügyi irodavezető</w:t>
            </w:r>
          </w:p>
          <w:p w14:paraId="7F53E3D0" w14:textId="45103A52" w:rsidR="002A3A00" w:rsidRPr="004066A2" w:rsidRDefault="002A3A00" w:rsidP="00FB1F1E">
            <w:pPr>
              <w:rPr>
                <w:sz w:val="22"/>
              </w:rPr>
            </w:pPr>
          </w:p>
        </w:tc>
        <w:tc>
          <w:tcPr>
            <w:tcW w:w="3981" w:type="dxa"/>
          </w:tcPr>
          <w:p w14:paraId="65193EF5" w14:textId="77777777" w:rsidR="006C6EE2" w:rsidRPr="004066A2" w:rsidRDefault="006C6EE2" w:rsidP="00FB1F1E">
            <w:pPr>
              <w:rPr>
                <w:sz w:val="22"/>
                <w:szCs w:val="22"/>
              </w:rPr>
            </w:pPr>
          </w:p>
          <w:p w14:paraId="4D794609" w14:textId="7C14D2A7" w:rsidR="006C6EE2" w:rsidRPr="004066A2" w:rsidRDefault="006C6EE2" w:rsidP="009F1CEC">
            <w:pPr>
              <w:rPr>
                <w:sz w:val="22"/>
              </w:rPr>
            </w:pPr>
            <w:r w:rsidRPr="004066A2">
              <w:rPr>
                <w:sz w:val="22"/>
                <w:szCs w:val="22"/>
              </w:rPr>
              <w:t xml:space="preserve">Tárgy: </w:t>
            </w:r>
            <w:r w:rsidR="009F1CEC">
              <w:rPr>
                <w:sz w:val="22"/>
                <w:szCs w:val="22"/>
              </w:rPr>
              <w:t>visszatérítendő rendkívüli támogatás igénylése</w:t>
            </w:r>
          </w:p>
        </w:tc>
      </w:tr>
    </w:tbl>
    <w:p w14:paraId="1C978717" w14:textId="595DFA8F" w:rsidR="00B13451" w:rsidRPr="00217CC5" w:rsidRDefault="000C2CB8" w:rsidP="00217CC5">
      <w:pPr>
        <w:jc w:val="center"/>
        <w:rPr>
          <w:b/>
          <w:noProof/>
          <w:sz w:val="23"/>
          <w:szCs w:val="23"/>
        </w:rPr>
      </w:pPr>
      <w:r w:rsidRPr="00217CC5">
        <w:rPr>
          <w:b/>
          <w:noProof/>
          <w:sz w:val="23"/>
          <w:szCs w:val="23"/>
        </w:rPr>
        <w:t>ELŐTERJESZTÉS</w:t>
      </w:r>
    </w:p>
    <w:p w14:paraId="08A3437C" w14:textId="6DA66C0E" w:rsidR="006C6EE2" w:rsidRPr="00217CC5" w:rsidRDefault="000C2CB8" w:rsidP="00FB1F1E">
      <w:pPr>
        <w:jc w:val="center"/>
        <w:rPr>
          <w:noProof/>
          <w:sz w:val="23"/>
          <w:szCs w:val="23"/>
        </w:rPr>
      </w:pPr>
      <w:r w:rsidRPr="00217CC5">
        <w:rPr>
          <w:noProof/>
          <w:sz w:val="23"/>
          <w:szCs w:val="23"/>
        </w:rPr>
        <w:t>Cegléd Város Önkormányzata Képviselő-testületének 20</w:t>
      </w:r>
      <w:r w:rsidR="00E12411" w:rsidRPr="00217CC5">
        <w:rPr>
          <w:noProof/>
          <w:sz w:val="23"/>
          <w:szCs w:val="23"/>
        </w:rPr>
        <w:t>2</w:t>
      </w:r>
      <w:r w:rsidR="00227C39" w:rsidRPr="00217CC5">
        <w:rPr>
          <w:noProof/>
          <w:sz w:val="23"/>
          <w:szCs w:val="23"/>
        </w:rPr>
        <w:t>5</w:t>
      </w:r>
      <w:r w:rsidRPr="00217CC5">
        <w:rPr>
          <w:noProof/>
          <w:sz w:val="23"/>
          <w:szCs w:val="23"/>
        </w:rPr>
        <w:t>.</w:t>
      </w:r>
      <w:r w:rsidR="003578E9" w:rsidRPr="00217CC5">
        <w:rPr>
          <w:noProof/>
          <w:sz w:val="23"/>
          <w:szCs w:val="23"/>
        </w:rPr>
        <w:t xml:space="preserve"> </w:t>
      </w:r>
      <w:r w:rsidR="0012540F" w:rsidRPr="00217CC5">
        <w:rPr>
          <w:noProof/>
          <w:sz w:val="23"/>
          <w:szCs w:val="23"/>
        </w:rPr>
        <w:t>május</w:t>
      </w:r>
      <w:r w:rsidR="00DC4716" w:rsidRPr="00217CC5">
        <w:rPr>
          <w:noProof/>
          <w:sz w:val="23"/>
          <w:szCs w:val="23"/>
        </w:rPr>
        <w:t xml:space="preserve"> </w:t>
      </w:r>
      <w:r w:rsidR="009F1CEC" w:rsidRPr="00217CC5">
        <w:rPr>
          <w:noProof/>
          <w:sz w:val="23"/>
          <w:szCs w:val="23"/>
        </w:rPr>
        <w:t>29</w:t>
      </w:r>
      <w:r w:rsidRPr="00217CC5">
        <w:rPr>
          <w:noProof/>
          <w:sz w:val="23"/>
          <w:szCs w:val="23"/>
        </w:rPr>
        <w:t>-</w:t>
      </w:r>
      <w:r w:rsidR="00217CC5" w:rsidRPr="00217CC5">
        <w:rPr>
          <w:noProof/>
          <w:sz w:val="23"/>
          <w:szCs w:val="23"/>
        </w:rPr>
        <w:t>ei rendkívüli</w:t>
      </w:r>
      <w:r w:rsidRPr="00217CC5">
        <w:rPr>
          <w:noProof/>
          <w:sz w:val="23"/>
          <w:szCs w:val="23"/>
        </w:rPr>
        <w:t xml:space="preserve"> ülésére</w:t>
      </w:r>
    </w:p>
    <w:p w14:paraId="26FF4FCF" w14:textId="77777777" w:rsidR="004512C3" w:rsidRPr="00217CC5" w:rsidRDefault="004512C3" w:rsidP="00FB1F1E">
      <w:pPr>
        <w:jc w:val="center"/>
        <w:rPr>
          <w:noProof/>
          <w:sz w:val="23"/>
          <w:szCs w:val="23"/>
        </w:rPr>
      </w:pPr>
    </w:p>
    <w:p w14:paraId="66E10FDB" w14:textId="77777777" w:rsidR="000C2CB8" w:rsidRPr="00217CC5" w:rsidRDefault="000C2CB8" w:rsidP="00FB1F1E">
      <w:pPr>
        <w:jc w:val="center"/>
        <w:rPr>
          <w:b/>
          <w:bCs/>
          <w:noProof/>
          <w:sz w:val="23"/>
          <w:szCs w:val="23"/>
        </w:rPr>
      </w:pPr>
      <w:r w:rsidRPr="00217CC5">
        <w:rPr>
          <w:b/>
          <w:bCs/>
          <w:noProof/>
          <w:sz w:val="23"/>
          <w:szCs w:val="23"/>
        </w:rPr>
        <w:t>Tisztelt Képviselő-testület!</w:t>
      </w:r>
    </w:p>
    <w:p w14:paraId="49DE62B3" w14:textId="77777777" w:rsidR="009F1CEC" w:rsidRPr="00217CC5" w:rsidRDefault="009F1CEC" w:rsidP="009F1CEC">
      <w:pPr>
        <w:pStyle w:val="Szvegtrzs"/>
        <w:rPr>
          <w:bCs/>
          <w:sz w:val="23"/>
          <w:szCs w:val="23"/>
        </w:rPr>
      </w:pPr>
    </w:p>
    <w:p w14:paraId="29D4F026" w14:textId="4F6092E8" w:rsidR="009F1CEC" w:rsidRPr="00217CC5" w:rsidRDefault="009F1CEC" w:rsidP="009F1CEC">
      <w:pPr>
        <w:pStyle w:val="Szvegtrzs"/>
        <w:rPr>
          <w:bCs/>
          <w:sz w:val="23"/>
          <w:szCs w:val="23"/>
        </w:rPr>
      </w:pPr>
      <w:r w:rsidRPr="00217CC5">
        <w:rPr>
          <w:bCs/>
          <w:sz w:val="23"/>
          <w:szCs w:val="23"/>
        </w:rPr>
        <w:t>Magyarország 2025. évi központi költségvetésének megalapozásáról szóló 2024. LXXIV.</w:t>
      </w:r>
      <w:r w:rsidR="007A639A">
        <w:rPr>
          <w:bCs/>
          <w:sz w:val="23"/>
          <w:szCs w:val="23"/>
        </w:rPr>
        <w:t xml:space="preserve"> évi</w:t>
      </w:r>
      <w:r w:rsidRPr="00217CC5">
        <w:rPr>
          <w:bCs/>
          <w:sz w:val="23"/>
          <w:szCs w:val="23"/>
        </w:rPr>
        <w:t xml:space="preserve"> törvénye szabályozza a helyi iparűzési adóbevétel többlete alapján meghatározandó fizetési kötelezettséggel  kapcsolatos szabályokat. </w:t>
      </w:r>
    </w:p>
    <w:p w14:paraId="49FBAB21" w14:textId="77777777" w:rsidR="001A0670" w:rsidRPr="00217CC5" w:rsidRDefault="001A0670" w:rsidP="009F1CEC">
      <w:pPr>
        <w:pStyle w:val="Szvegtrzs"/>
        <w:rPr>
          <w:bCs/>
          <w:sz w:val="23"/>
          <w:szCs w:val="23"/>
        </w:rPr>
      </w:pPr>
    </w:p>
    <w:p w14:paraId="15DEDAB7" w14:textId="0B8E48CA" w:rsidR="001A0670" w:rsidRPr="00217CC5" w:rsidRDefault="009F1CEC" w:rsidP="009F1CEC">
      <w:pPr>
        <w:pStyle w:val="Szvegtrzs"/>
        <w:rPr>
          <w:bCs/>
          <w:sz w:val="23"/>
          <w:szCs w:val="23"/>
        </w:rPr>
      </w:pPr>
      <w:r w:rsidRPr="00217CC5">
        <w:rPr>
          <w:bCs/>
          <w:sz w:val="23"/>
          <w:szCs w:val="23"/>
        </w:rPr>
        <w:t>A Magyar Közlöny 2025. évi 56. számában megjelent a települési önkormányzatok helyi iparűzési adóbevétel többlete alapján 2025. május hónapban teljesítendő fizetési kötelezettségről szóló 13/2025. (V.14.) NGM rendelet</w:t>
      </w:r>
      <w:r w:rsidR="00AB173D" w:rsidRPr="00217CC5">
        <w:rPr>
          <w:bCs/>
          <w:sz w:val="23"/>
          <w:szCs w:val="23"/>
        </w:rPr>
        <w:t>, m</w:t>
      </w:r>
      <w:r w:rsidR="007A639A">
        <w:rPr>
          <w:bCs/>
          <w:sz w:val="23"/>
          <w:szCs w:val="23"/>
        </w:rPr>
        <w:t>ely</w:t>
      </w:r>
      <w:r w:rsidR="00AB173D" w:rsidRPr="00217CC5">
        <w:rPr>
          <w:bCs/>
          <w:sz w:val="23"/>
          <w:szCs w:val="23"/>
        </w:rPr>
        <w:t xml:space="preserve"> Cegléd Város Önkormányzata esetében 118.484.610 Ft normatíva elvonást jelent.</w:t>
      </w:r>
    </w:p>
    <w:p w14:paraId="3A7C25EF" w14:textId="1D7975CC" w:rsidR="00095064" w:rsidRPr="00217CC5" w:rsidRDefault="007A639A" w:rsidP="009F1CEC">
      <w:pPr>
        <w:pStyle w:val="Szvegtrzs"/>
        <w:rPr>
          <w:bCs/>
          <w:sz w:val="23"/>
          <w:szCs w:val="23"/>
        </w:rPr>
      </w:pPr>
      <w:r>
        <w:rPr>
          <w:bCs/>
          <w:sz w:val="23"/>
          <w:szCs w:val="23"/>
        </w:rPr>
        <w:t>Ö</w:t>
      </w:r>
      <w:r w:rsidR="00095064" w:rsidRPr="00217CC5">
        <w:rPr>
          <w:bCs/>
          <w:sz w:val="23"/>
          <w:szCs w:val="23"/>
        </w:rPr>
        <w:t>nkormányzatunk</w:t>
      </w:r>
      <w:r>
        <w:rPr>
          <w:bCs/>
          <w:sz w:val="23"/>
          <w:szCs w:val="23"/>
        </w:rPr>
        <w:t>nak</w:t>
      </w:r>
      <w:r w:rsidR="00095064" w:rsidRPr="00217CC5">
        <w:rPr>
          <w:bCs/>
          <w:sz w:val="23"/>
          <w:szCs w:val="23"/>
        </w:rPr>
        <w:t xml:space="preserve"> a rendszer túlterheltsége miatt nem sikerült feladni </w:t>
      </w:r>
      <w:r w:rsidR="00AE0460">
        <w:rPr>
          <w:bCs/>
          <w:sz w:val="23"/>
          <w:szCs w:val="23"/>
        </w:rPr>
        <w:t>a 2025. első negyedévi</w:t>
      </w:r>
      <w:r w:rsidR="00095064" w:rsidRPr="00217CC5">
        <w:rPr>
          <w:bCs/>
          <w:sz w:val="23"/>
          <w:szCs w:val="23"/>
        </w:rPr>
        <w:t xml:space="preserve"> </w:t>
      </w:r>
      <w:r w:rsidR="00E81EDE" w:rsidRPr="00217CC5">
        <w:rPr>
          <w:bCs/>
          <w:sz w:val="23"/>
          <w:szCs w:val="23"/>
        </w:rPr>
        <w:t xml:space="preserve">időközi költségvetési </w:t>
      </w:r>
      <w:r w:rsidR="002054AC" w:rsidRPr="00217CC5">
        <w:rPr>
          <w:bCs/>
          <w:sz w:val="23"/>
          <w:szCs w:val="23"/>
        </w:rPr>
        <w:t>és mérleg</w:t>
      </w:r>
      <w:r w:rsidR="00E81EDE" w:rsidRPr="00217CC5">
        <w:rPr>
          <w:bCs/>
          <w:sz w:val="23"/>
          <w:szCs w:val="23"/>
        </w:rPr>
        <w:t>jelentést</w:t>
      </w:r>
      <w:r w:rsidR="00095064" w:rsidRPr="00217CC5">
        <w:rPr>
          <w:bCs/>
          <w:sz w:val="23"/>
          <w:szCs w:val="23"/>
        </w:rPr>
        <w:t xml:space="preserve">. </w:t>
      </w:r>
      <w:r>
        <w:rPr>
          <w:bCs/>
          <w:sz w:val="23"/>
          <w:szCs w:val="23"/>
        </w:rPr>
        <w:t>A pénzügyi iroda f</w:t>
      </w:r>
      <w:r w:rsidR="00095064" w:rsidRPr="00217CC5">
        <w:rPr>
          <w:bCs/>
          <w:sz w:val="23"/>
          <w:szCs w:val="23"/>
        </w:rPr>
        <w:t>olyamatosan egyeztet</w:t>
      </w:r>
      <w:r>
        <w:rPr>
          <w:bCs/>
          <w:sz w:val="23"/>
          <w:szCs w:val="23"/>
        </w:rPr>
        <w:t>ett</w:t>
      </w:r>
      <w:r w:rsidR="00095064" w:rsidRPr="00217CC5">
        <w:rPr>
          <w:bCs/>
          <w:sz w:val="23"/>
          <w:szCs w:val="23"/>
        </w:rPr>
        <w:t xml:space="preserve"> a</w:t>
      </w:r>
      <w:r>
        <w:rPr>
          <w:bCs/>
          <w:sz w:val="23"/>
          <w:szCs w:val="23"/>
        </w:rPr>
        <w:t>z adatszolgáltató</w:t>
      </w:r>
      <w:r w:rsidR="00095064" w:rsidRPr="00217CC5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felületet kezelő </w:t>
      </w:r>
      <w:r w:rsidR="00095064" w:rsidRPr="00217CC5">
        <w:rPr>
          <w:bCs/>
          <w:sz w:val="23"/>
          <w:szCs w:val="23"/>
        </w:rPr>
        <w:t xml:space="preserve">Kincstárral, aki azt az </w:t>
      </w:r>
      <w:r>
        <w:rPr>
          <w:bCs/>
          <w:sz w:val="23"/>
          <w:szCs w:val="23"/>
        </w:rPr>
        <w:t xml:space="preserve">általános </w:t>
      </w:r>
      <w:r w:rsidR="00095064" w:rsidRPr="00217CC5">
        <w:rPr>
          <w:bCs/>
          <w:sz w:val="23"/>
          <w:szCs w:val="23"/>
        </w:rPr>
        <w:t xml:space="preserve">információt </w:t>
      </w:r>
      <w:r>
        <w:rPr>
          <w:bCs/>
          <w:sz w:val="23"/>
          <w:szCs w:val="23"/>
        </w:rPr>
        <w:t>adt</w:t>
      </w:r>
      <w:r w:rsidR="00302A4F">
        <w:rPr>
          <w:bCs/>
          <w:sz w:val="23"/>
          <w:szCs w:val="23"/>
        </w:rPr>
        <w:t>a</w:t>
      </w:r>
      <w:r w:rsidR="00095064" w:rsidRPr="00217CC5">
        <w:rPr>
          <w:bCs/>
          <w:sz w:val="23"/>
          <w:szCs w:val="23"/>
        </w:rPr>
        <w:t xml:space="preserve"> valamennyi hasonló helyzetben lévő önkormányzat </w:t>
      </w:r>
      <w:r>
        <w:rPr>
          <w:bCs/>
          <w:sz w:val="23"/>
          <w:szCs w:val="23"/>
        </w:rPr>
        <w:t>számára</w:t>
      </w:r>
      <w:r w:rsidR="00095064" w:rsidRPr="00217CC5">
        <w:rPr>
          <w:bCs/>
          <w:sz w:val="23"/>
          <w:szCs w:val="23"/>
        </w:rPr>
        <w:t>, hogy 1-2 nap</w:t>
      </w:r>
      <w:r>
        <w:rPr>
          <w:bCs/>
          <w:sz w:val="23"/>
          <w:szCs w:val="23"/>
        </w:rPr>
        <w:t xml:space="preserve"> türelmi idő fennáll még a</w:t>
      </w:r>
      <w:r w:rsidR="00302A4F">
        <w:rPr>
          <w:bCs/>
          <w:sz w:val="23"/>
          <w:szCs w:val="23"/>
        </w:rPr>
        <w:t>z adatszolgáltatás</w:t>
      </w:r>
      <w:r>
        <w:rPr>
          <w:bCs/>
          <w:sz w:val="23"/>
          <w:szCs w:val="23"/>
        </w:rPr>
        <w:t xml:space="preserve"> feladásra</w:t>
      </w:r>
      <w:r w:rsidR="001A0670" w:rsidRPr="00217CC5">
        <w:rPr>
          <w:bCs/>
          <w:sz w:val="23"/>
          <w:szCs w:val="23"/>
        </w:rPr>
        <w:t>.</w:t>
      </w:r>
      <w:r w:rsidR="00095064" w:rsidRPr="00217CC5">
        <w:rPr>
          <w:bCs/>
          <w:sz w:val="23"/>
          <w:szCs w:val="23"/>
        </w:rPr>
        <w:t xml:space="preserve"> </w:t>
      </w:r>
    </w:p>
    <w:p w14:paraId="0B955019" w14:textId="77777777" w:rsidR="001A0670" w:rsidRPr="00217CC5" w:rsidRDefault="001A0670" w:rsidP="009F1CEC">
      <w:pPr>
        <w:pStyle w:val="Szvegtrzs"/>
        <w:rPr>
          <w:bCs/>
          <w:sz w:val="23"/>
          <w:szCs w:val="23"/>
        </w:rPr>
      </w:pPr>
    </w:p>
    <w:p w14:paraId="42D4A93D" w14:textId="524FD6F1" w:rsidR="00AB173D" w:rsidRPr="00217CC5" w:rsidRDefault="00AB173D" w:rsidP="009F1CEC">
      <w:pPr>
        <w:pStyle w:val="Szvegtrzs"/>
        <w:rPr>
          <w:bCs/>
          <w:sz w:val="23"/>
          <w:szCs w:val="23"/>
        </w:rPr>
      </w:pPr>
      <w:r w:rsidRPr="00217CC5">
        <w:rPr>
          <w:bCs/>
          <w:sz w:val="23"/>
          <w:szCs w:val="23"/>
        </w:rPr>
        <w:t>A Közigazgatási és Területfejlesztési Minisztérium</w:t>
      </w:r>
      <w:r w:rsidR="001A0670" w:rsidRPr="00217CC5">
        <w:rPr>
          <w:bCs/>
          <w:sz w:val="23"/>
          <w:szCs w:val="23"/>
        </w:rPr>
        <w:t xml:space="preserve"> körlevelet küldött az érintett önkormányzatoknak, mely szerint lehetőség nyílik visszatérítendő</w:t>
      </w:r>
      <w:r w:rsidRPr="00217CC5">
        <w:rPr>
          <w:bCs/>
          <w:sz w:val="23"/>
          <w:szCs w:val="23"/>
        </w:rPr>
        <w:t xml:space="preserve"> rendkívüli önkormányzati támogatás igénylésére, amennyiben a fizetési kötelezettség teljesítése az önkormányzat gazdálkodásában pénzügyi feszültséget okoz.</w:t>
      </w:r>
      <w:r w:rsidR="001A0670" w:rsidRPr="00217CC5">
        <w:rPr>
          <w:bCs/>
          <w:sz w:val="23"/>
          <w:szCs w:val="23"/>
        </w:rPr>
        <w:t xml:space="preserve"> A támogatási igényt május 30-ig szükséges benyújtani. </w:t>
      </w:r>
    </w:p>
    <w:p w14:paraId="02E101EB" w14:textId="77777777" w:rsidR="001A0670" w:rsidRPr="00217CC5" w:rsidRDefault="001A0670" w:rsidP="009F1CEC">
      <w:pPr>
        <w:pStyle w:val="Szvegtrzs"/>
        <w:rPr>
          <w:bCs/>
          <w:sz w:val="23"/>
          <w:szCs w:val="23"/>
        </w:rPr>
      </w:pPr>
    </w:p>
    <w:p w14:paraId="368F967C" w14:textId="0761115E" w:rsidR="001A0670" w:rsidRPr="00217CC5" w:rsidRDefault="001A0670" w:rsidP="009F1CEC">
      <w:pPr>
        <w:pStyle w:val="Szvegtrzs"/>
        <w:rPr>
          <w:bCs/>
          <w:sz w:val="23"/>
          <w:szCs w:val="23"/>
        </w:rPr>
      </w:pPr>
      <w:r w:rsidRPr="00217CC5">
        <w:rPr>
          <w:bCs/>
          <w:sz w:val="23"/>
          <w:szCs w:val="23"/>
        </w:rPr>
        <w:t xml:space="preserve">Tekintettel arra, hogy a </w:t>
      </w:r>
      <w:r w:rsidR="004004CF">
        <w:rPr>
          <w:bCs/>
          <w:sz w:val="23"/>
          <w:szCs w:val="23"/>
        </w:rPr>
        <w:t>118.484.610</w:t>
      </w:r>
      <w:r w:rsidRPr="00217CC5">
        <w:rPr>
          <w:bCs/>
          <w:sz w:val="23"/>
          <w:szCs w:val="23"/>
        </w:rPr>
        <w:t xml:space="preserve"> Ft a májusi normatívából kerül elvonásra, mely az önkormányzat működtetésének alapjául szolgál, mindenképpen szükségesnek látom a támogatási igény benyújtását. A visszatérítendő támogatás</w:t>
      </w:r>
      <w:r w:rsidR="007A639A">
        <w:rPr>
          <w:bCs/>
          <w:sz w:val="23"/>
          <w:szCs w:val="23"/>
        </w:rPr>
        <w:t xml:space="preserve"> </w:t>
      </w:r>
      <w:r w:rsidR="00302A4F">
        <w:rPr>
          <w:bCs/>
          <w:sz w:val="23"/>
          <w:szCs w:val="23"/>
        </w:rPr>
        <w:t xml:space="preserve">a </w:t>
      </w:r>
      <w:r w:rsidR="007A639A">
        <w:rPr>
          <w:bCs/>
          <w:sz w:val="23"/>
          <w:szCs w:val="23"/>
        </w:rPr>
        <w:t>normatíva visszapótlását szolgálja</w:t>
      </w:r>
      <w:r w:rsidR="00302A4F">
        <w:rPr>
          <w:bCs/>
          <w:sz w:val="23"/>
          <w:szCs w:val="23"/>
        </w:rPr>
        <w:t>,</w:t>
      </w:r>
      <w:r w:rsidRPr="00217CC5">
        <w:rPr>
          <w:bCs/>
          <w:sz w:val="23"/>
          <w:szCs w:val="23"/>
        </w:rPr>
        <w:t xml:space="preserve"> </w:t>
      </w:r>
      <w:r w:rsidR="00302A4F">
        <w:rPr>
          <w:bCs/>
          <w:sz w:val="23"/>
          <w:szCs w:val="23"/>
        </w:rPr>
        <w:t xml:space="preserve">amely </w:t>
      </w:r>
      <w:r w:rsidRPr="00217CC5">
        <w:rPr>
          <w:bCs/>
          <w:sz w:val="23"/>
          <w:szCs w:val="23"/>
        </w:rPr>
        <w:t xml:space="preserve">csak a kötelezően ellátandó önkormányzati feladatok finanszírozására fordítható, és 2026. júniusában kell azt visszafizetni. </w:t>
      </w:r>
    </w:p>
    <w:p w14:paraId="5F9432BA" w14:textId="77777777" w:rsidR="001A0670" w:rsidRPr="00217CC5" w:rsidRDefault="001A0670" w:rsidP="009F1CEC">
      <w:pPr>
        <w:pStyle w:val="Szvegtrzs"/>
        <w:rPr>
          <w:bCs/>
          <w:sz w:val="23"/>
          <w:szCs w:val="23"/>
        </w:rPr>
      </w:pPr>
    </w:p>
    <w:p w14:paraId="1F44BC39" w14:textId="61B2CF3E" w:rsidR="001A0670" w:rsidRPr="00217CC5" w:rsidRDefault="001A0670" w:rsidP="009F1CEC">
      <w:pPr>
        <w:pStyle w:val="Szvegtrzs"/>
        <w:rPr>
          <w:bCs/>
          <w:sz w:val="23"/>
          <w:szCs w:val="23"/>
        </w:rPr>
      </w:pPr>
      <w:r w:rsidRPr="00217CC5">
        <w:rPr>
          <w:bCs/>
          <w:sz w:val="23"/>
          <w:szCs w:val="23"/>
        </w:rPr>
        <w:t xml:space="preserve">Kérem a Képviselő-testületet, hogy a határozati javaslatot támogatni szíveskedjen.  </w:t>
      </w:r>
    </w:p>
    <w:p w14:paraId="1425D793" w14:textId="77777777" w:rsidR="005052D9" w:rsidRPr="00217CC5" w:rsidRDefault="005052D9" w:rsidP="00E46A24">
      <w:pPr>
        <w:pStyle w:val="Szvegtrzs"/>
        <w:rPr>
          <w:bCs/>
          <w:sz w:val="23"/>
          <w:szCs w:val="23"/>
        </w:rPr>
      </w:pPr>
    </w:p>
    <w:p w14:paraId="2CF14A7E" w14:textId="7513FD0F" w:rsidR="00217CC5" w:rsidRPr="00217CC5" w:rsidRDefault="00217CC5" w:rsidP="00E46A24">
      <w:pPr>
        <w:pStyle w:val="Szvegtrzs"/>
        <w:rPr>
          <w:bCs/>
          <w:sz w:val="23"/>
          <w:szCs w:val="23"/>
        </w:rPr>
      </w:pPr>
      <w:r w:rsidRPr="00217CC5">
        <w:rPr>
          <w:bCs/>
          <w:sz w:val="23"/>
          <w:szCs w:val="23"/>
        </w:rPr>
        <w:t>Az idő rövidségére tekintettel az előterjesztést a bizottságok nem tárgyalták</w:t>
      </w:r>
    </w:p>
    <w:p w14:paraId="23BB2978" w14:textId="77777777" w:rsidR="00217CC5" w:rsidRPr="00217CC5" w:rsidRDefault="00217CC5" w:rsidP="00E46A24">
      <w:pPr>
        <w:pStyle w:val="Szvegtrzs"/>
        <w:rPr>
          <w:b/>
          <w:sz w:val="23"/>
          <w:szCs w:val="23"/>
        </w:rPr>
      </w:pPr>
    </w:p>
    <w:p w14:paraId="4F3FB47E" w14:textId="77777777" w:rsidR="009E1EA3" w:rsidRPr="00217CC5" w:rsidRDefault="009E1EA3" w:rsidP="009E1EA3">
      <w:pPr>
        <w:pStyle w:val="Szvegtrzs"/>
        <w:widowControl w:val="0"/>
        <w:ind w:right="-52"/>
        <w:rPr>
          <w:sz w:val="23"/>
          <w:szCs w:val="23"/>
        </w:rPr>
      </w:pPr>
      <w:r w:rsidRPr="00217CC5">
        <w:rPr>
          <w:sz w:val="23"/>
          <w:szCs w:val="23"/>
        </w:rPr>
        <w:t xml:space="preserve">A döntéshozatal a Magyarország helyi önkormányzatairól szóló 2011. évi CLXXXIX. törvény (Mötv.) 46. § (1) bekezdése, valamint (2) bekezdésben foglaltakra figyelemmel, </w:t>
      </w:r>
      <w:r w:rsidRPr="00217CC5">
        <w:rPr>
          <w:b/>
          <w:sz w:val="23"/>
          <w:szCs w:val="23"/>
        </w:rPr>
        <w:t>nyilvános ülés</w:t>
      </w:r>
      <w:r w:rsidRPr="00217CC5">
        <w:rPr>
          <w:sz w:val="23"/>
          <w:szCs w:val="23"/>
        </w:rPr>
        <w:t xml:space="preserve"> keretében, az 50. § alapján – figyelemmel a 42. § 7. pontjára - </w:t>
      </w:r>
      <w:r w:rsidRPr="00217CC5">
        <w:rPr>
          <w:b/>
          <w:sz w:val="23"/>
          <w:szCs w:val="23"/>
        </w:rPr>
        <w:t>minősített szavazati arány</w:t>
      </w:r>
      <w:r w:rsidRPr="00217CC5">
        <w:rPr>
          <w:sz w:val="23"/>
          <w:szCs w:val="23"/>
        </w:rPr>
        <w:t>t igényel.</w:t>
      </w:r>
    </w:p>
    <w:p w14:paraId="371969EF" w14:textId="77777777" w:rsidR="009E1EA3" w:rsidRPr="00217CC5" w:rsidRDefault="009E1EA3" w:rsidP="00E46A24">
      <w:pPr>
        <w:pStyle w:val="Szvegtrzs"/>
        <w:widowControl w:val="0"/>
        <w:rPr>
          <w:sz w:val="23"/>
          <w:szCs w:val="23"/>
        </w:rPr>
      </w:pPr>
    </w:p>
    <w:p w14:paraId="4AB79B0C" w14:textId="623E5D62" w:rsidR="000C2CB8" w:rsidRPr="00217CC5" w:rsidRDefault="00474E72" w:rsidP="00E46A24">
      <w:pPr>
        <w:tabs>
          <w:tab w:val="left" w:pos="8280"/>
        </w:tabs>
        <w:jc w:val="both"/>
        <w:rPr>
          <w:sz w:val="23"/>
          <w:szCs w:val="23"/>
        </w:rPr>
      </w:pPr>
      <w:r w:rsidRPr="00217CC5">
        <w:rPr>
          <w:sz w:val="23"/>
          <w:szCs w:val="23"/>
        </w:rPr>
        <w:t>Cegléd, 20</w:t>
      </w:r>
      <w:r w:rsidR="002677AB" w:rsidRPr="00217CC5">
        <w:rPr>
          <w:sz w:val="23"/>
          <w:szCs w:val="23"/>
        </w:rPr>
        <w:t>2</w:t>
      </w:r>
      <w:r w:rsidR="00E26E64" w:rsidRPr="00217CC5">
        <w:rPr>
          <w:sz w:val="23"/>
          <w:szCs w:val="23"/>
        </w:rPr>
        <w:t>5</w:t>
      </w:r>
      <w:r w:rsidR="000B198E" w:rsidRPr="00217CC5">
        <w:rPr>
          <w:sz w:val="23"/>
          <w:szCs w:val="23"/>
        </w:rPr>
        <w:t>.</w:t>
      </w:r>
      <w:r w:rsidR="006420B6" w:rsidRPr="00217CC5">
        <w:rPr>
          <w:sz w:val="23"/>
          <w:szCs w:val="23"/>
        </w:rPr>
        <w:t xml:space="preserve"> </w:t>
      </w:r>
      <w:r w:rsidR="00B80E51" w:rsidRPr="00217CC5">
        <w:rPr>
          <w:sz w:val="23"/>
          <w:szCs w:val="23"/>
        </w:rPr>
        <w:t>május</w:t>
      </w:r>
      <w:r w:rsidR="0049497E" w:rsidRPr="00217CC5">
        <w:rPr>
          <w:sz w:val="23"/>
          <w:szCs w:val="23"/>
        </w:rPr>
        <w:t xml:space="preserve"> </w:t>
      </w:r>
      <w:r w:rsidR="004004CF">
        <w:rPr>
          <w:sz w:val="23"/>
          <w:szCs w:val="23"/>
        </w:rPr>
        <w:t>28</w:t>
      </w:r>
      <w:r w:rsidR="00D8037B" w:rsidRPr="00217CC5">
        <w:rPr>
          <w:sz w:val="23"/>
          <w:szCs w:val="23"/>
        </w:rPr>
        <w:t>.</w:t>
      </w:r>
    </w:p>
    <w:p w14:paraId="00C3EF5C" w14:textId="6E23B3FA" w:rsidR="000C2CB8" w:rsidRPr="00217CC5" w:rsidRDefault="002677AB" w:rsidP="00E46A24">
      <w:pPr>
        <w:tabs>
          <w:tab w:val="left" w:pos="7560"/>
        </w:tabs>
        <w:jc w:val="both"/>
        <w:rPr>
          <w:sz w:val="23"/>
          <w:szCs w:val="23"/>
        </w:rPr>
      </w:pPr>
      <w:r w:rsidRPr="00217CC5">
        <w:rPr>
          <w:sz w:val="23"/>
          <w:szCs w:val="23"/>
        </w:rPr>
        <w:t xml:space="preserve">                                                                                                                   </w:t>
      </w:r>
      <w:r w:rsidR="007D7877" w:rsidRPr="00217CC5">
        <w:rPr>
          <w:sz w:val="23"/>
          <w:szCs w:val="23"/>
        </w:rPr>
        <w:t>D</w:t>
      </w:r>
      <w:r w:rsidRPr="00217CC5">
        <w:rPr>
          <w:sz w:val="23"/>
          <w:szCs w:val="23"/>
        </w:rPr>
        <w:t>r. Csáky András</w:t>
      </w:r>
    </w:p>
    <w:p w14:paraId="77C24149" w14:textId="14B01282" w:rsidR="000C2CB8" w:rsidRPr="00217CC5" w:rsidRDefault="00E94330" w:rsidP="00E46A24">
      <w:pPr>
        <w:tabs>
          <w:tab w:val="left" w:pos="7560"/>
        </w:tabs>
        <w:ind w:right="72"/>
        <w:jc w:val="both"/>
        <w:rPr>
          <w:sz w:val="23"/>
          <w:szCs w:val="23"/>
        </w:rPr>
      </w:pPr>
      <w:r w:rsidRPr="00217CC5">
        <w:rPr>
          <w:sz w:val="23"/>
          <w:szCs w:val="23"/>
        </w:rPr>
        <w:t xml:space="preserve">                                                                                                                     </w:t>
      </w:r>
      <w:r w:rsidR="0040393A" w:rsidRPr="00217CC5">
        <w:rPr>
          <w:sz w:val="23"/>
          <w:szCs w:val="23"/>
        </w:rPr>
        <w:t xml:space="preserve">   </w:t>
      </w:r>
      <w:r w:rsidR="000C2CB8" w:rsidRPr="00217CC5">
        <w:rPr>
          <w:sz w:val="23"/>
          <w:szCs w:val="23"/>
        </w:rPr>
        <w:t>polgármester</w:t>
      </w:r>
    </w:p>
    <w:p w14:paraId="2EA7C69D" w14:textId="77777777" w:rsidR="00B80E51" w:rsidRPr="00217CC5" w:rsidRDefault="00B80E51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52C9344E" w14:textId="15916858" w:rsidR="00266AE9" w:rsidRDefault="00266AE9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0A4A3903" w14:textId="77777777" w:rsidR="007A639A" w:rsidRPr="00217CC5" w:rsidRDefault="007A639A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755075EA" w14:textId="568ADC80" w:rsidR="004303EC" w:rsidRDefault="003F558A" w:rsidP="00387535">
      <w:pPr>
        <w:tabs>
          <w:tab w:val="left" w:pos="7560"/>
        </w:tabs>
        <w:ind w:right="72"/>
        <w:jc w:val="center"/>
        <w:rPr>
          <w:b/>
          <w:bCs/>
          <w:sz w:val="23"/>
          <w:szCs w:val="23"/>
        </w:rPr>
      </w:pPr>
      <w:r w:rsidRPr="00217CC5">
        <w:rPr>
          <w:b/>
          <w:bCs/>
          <w:sz w:val="23"/>
          <w:szCs w:val="23"/>
        </w:rPr>
        <w:t>H</w:t>
      </w:r>
      <w:r w:rsidR="004303EC" w:rsidRPr="00217CC5">
        <w:rPr>
          <w:b/>
          <w:bCs/>
          <w:sz w:val="23"/>
          <w:szCs w:val="23"/>
        </w:rPr>
        <w:t>atározati javaslat</w:t>
      </w:r>
    </w:p>
    <w:p w14:paraId="1D6D4FB2" w14:textId="77777777" w:rsidR="004004CF" w:rsidRPr="00217CC5" w:rsidRDefault="004004CF" w:rsidP="00387535">
      <w:pPr>
        <w:tabs>
          <w:tab w:val="left" w:pos="7560"/>
        </w:tabs>
        <w:ind w:right="72"/>
        <w:jc w:val="center"/>
        <w:rPr>
          <w:b/>
          <w:bCs/>
          <w:sz w:val="23"/>
          <w:szCs w:val="23"/>
        </w:rPr>
      </w:pPr>
    </w:p>
    <w:p w14:paraId="7A42B353" w14:textId="77777777" w:rsidR="00096DF1" w:rsidRPr="00217CC5" w:rsidRDefault="00096DF1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6C8F6880" w14:textId="77777777" w:rsidR="000B198E" w:rsidRPr="00217CC5" w:rsidRDefault="004303EC" w:rsidP="00E46A24">
      <w:pPr>
        <w:jc w:val="both"/>
        <w:rPr>
          <w:b/>
          <w:bCs/>
          <w:sz w:val="23"/>
          <w:szCs w:val="23"/>
        </w:rPr>
      </w:pPr>
      <w:r w:rsidRPr="00217CC5">
        <w:rPr>
          <w:b/>
          <w:bCs/>
          <w:sz w:val="23"/>
          <w:szCs w:val="23"/>
        </w:rPr>
        <w:t>Cegléd Város Önkormányzatának K</w:t>
      </w:r>
      <w:r w:rsidR="00FD7525" w:rsidRPr="00217CC5">
        <w:rPr>
          <w:b/>
          <w:bCs/>
          <w:sz w:val="23"/>
          <w:szCs w:val="23"/>
        </w:rPr>
        <w:t>épviselő-testülete</w:t>
      </w:r>
      <w:r w:rsidRPr="00217CC5">
        <w:rPr>
          <w:b/>
          <w:bCs/>
          <w:sz w:val="23"/>
          <w:szCs w:val="23"/>
        </w:rPr>
        <w:t xml:space="preserve"> </w:t>
      </w:r>
    </w:p>
    <w:p w14:paraId="54A8D5F5" w14:textId="77777777" w:rsidR="004303EC" w:rsidRPr="00217CC5" w:rsidRDefault="004303EC" w:rsidP="00E46A24">
      <w:pPr>
        <w:jc w:val="both"/>
        <w:rPr>
          <w:b/>
          <w:bCs/>
          <w:sz w:val="23"/>
          <w:szCs w:val="23"/>
        </w:rPr>
      </w:pPr>
      <w:r w:rsidRPr="00217CC5">
        <w:rPr>
          <w:b/>
          <w:bCs/>
          <w:sz w:val="23"/>
          <w:szCs w:val="23"/>
        </w:rPr>
        <w:t xml:space="preserve"> </w:t>
      </w:r>
    </w:p>
    <w:p w14:paraId="2ABDC1A8" w14:textId="254801DE" w:rsidR="00217CC5" w:rsidRDefault="007A639A" w:rsidP="00E46A24">
      <w:pPr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Visszatérítendő rendkívüli önkormányzati támogatást igényel</w:t>
      </w:r>
      <w:r w:rsidR="00217CC5">
        <w:rPr>
          <w:sz w:val="23"/>
          <w:szCs w:val="23"/>
        </w:rPr>
        <w:t xml:space="preserve"> 118.848.610 Ft </w:t>
      </w:r>
      <w:r>
        <w:rPr>
          <w:sz w:val="23"/>
          <w:szCs w:val="23"/>
        </w:rPr>
        <w:t>összegben</w:t>
      </w:r>
      <w:r w:rsidR="00217CC5">
        <w:rPr>
          <w:sz w:val="23"/>
          <w:szCs w:val="23"/>
        </w:rPr>
        <w:t xml:space="preserve"> a helyi iparűzési adóbevétel többlet alapján meghatározott fizetési kötelezettség teljesítésére. </w:t>
      </w:r>
    </w:p>
    <w:p w14:paraId="413C809E" w14:textId="210D0C1E" w:rsidR="00217CC5" w:rsidRPr="004004CF" w:rsidRDefault="00217CC5" w:rsidP="004004CF">
      <w:pPr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Felhatalmazza a polgármestert </w:t>
      </w:r>
      <w:r w:rsidR="007A639A">
        <w:rPr>
          <w:sz w:val="23"/>
          <w:szCs w:val="23"/>
        </w:rPr>
        <w:t xml:space="preserve">az 1. pontban meghatározott támogatás iránti </w:t>
      </w:r>
      <w:r>
        <w:rPr>
          <w:sz w:val="23"/>
          <w:szCs w:val="23"/>
        </w:rPr>
        <w:t>pályázat</w:t>
      </w:r>
      <w:r w:rsidR="007A639A">
        <w:rPr>
          <w:sz w:val="23"/>
          <w:szCs w:val="23"/>
        </w:rPr>
        <w:t xml:space="preserve"> Közigazgatási és Területfejlesztési, valamint a Nemzetgazdasági Minisztériumhoz történő</w:t>
      </w:r>
      <w:r>
        <w:rPr>
          <w:sz w:val="23"/>
          <w:szCs w:val="23"/>
        </w:rPr>
        <w:t xml:space="preserve"> benyújtására, </w:t>
      </w:r>
      <w:r w:rsidR="004004CF">
        <w:rPr>
          <w:sz w:val="23"/>
          <w:szCs w:val="23"/>
        </w:rPr>
        <w:t xml:space="preserve">a </w:t>
      </w:r>
      <w:r w:rsidRPr="004004CF">
        <w:rPr>
          <w:sz w:val="23"/>
          <w:szCs w:val="23"/>
        </w:rPr>
        <w:t>szükséges nyilatkozatok megtételére,</w:t>
      </w:r>
      <w:r w:rsidR="004004CF">
        <w:rPr>
          <w:sz w:val="23"/>
          <w:szCs w:val="23"/>
        </w:rPr>
        <w:t xml:space="preserve"> eredményes pályázat esetén a</w:t>
      </w:r>
      <w:r w:rsidRPr="004004CF">
        <w:rPr>
          <w:sz w:val="23"/>
          <w:szCs w:val="23"/>
        </w:rPr>
        <w:t xml:space="preserve"> visszatérítendő támogatás felhasználására. </w:t>
      </w:r>
    </w:p>
    <w:p w14:paraId="62C021B9" w14:textId="77777777" w:rsidR="00265EAF" w:rsidRPr="00217CC5" w:rsidRDefault="000E5663" w:rsidP="00E46A24">
      <w:pPr>
        <w:numPr>
          <w:ilvl w:val="0"/>
          <w:numId w:val="1"/>
        </w:numPr>
        <w:jc w:val="both"/>
        <w:rPr>
          <w:sz w:val="23"/>
          <w:szCs w:val="23"/>
        </w:rPr>
      </w:pPr>
      <w:r w:rsidRPr="00217CC5">
        <w:rPr>
          <w:sz w:val="23"/>
          <w:szCs w:val="23"/>
        </w:rPr>
        <w:t>Utasítja a Ceglédi Közös Önkormányzati Hivatalt,</w:t>
      </w:r>
      <w:r w:rsidR="007A2AC8" w:rsidRPr="00217CC5">
        <w:rPr>
          <w:sz w:val="23"/>
          <w:szCs w:val="23"/>
        </w:rPr>
        <w:t xml:space="preserve"> hogy a határozatról az érintetteket értesítse</w:t>
      </w:r>
      <w:r w:rsidR="004303EC" w:rsidRPr="00217CC5">
        <w:rPr>
          <w:sz w:val="23"/>
          <w:szCs w:val="23"/>
        </w:rPr>
        <w:t>.</w:t>
      </w:r>
    </w:p>
    <w:p w14:paraId="43581735" w14:textId="77777777" w:rsidR="007D7877" w:rsidRPr="00217CC5" w:rsidRDefault="007D7877" w:rsidP="00E46A24">
      <w:pPr>
        <w:tabs>
          <w:tab w:val="left" w:pos="5400"/>
        </w:tabs>
        <w:jc w:val="both"/>
        <w:rPr>
          <w:b/>
          <w:sz w:val="23"/>
          <w:szCs w:val="23"/>
        </w:rPr>
      </w:pPr>
    </w:p>
    <w:p w14:paraId="7FDA986F" w14:textId="686AEA93" w:rsidR="000C2CB8" w:rsidRPr="007A639A" w:rsidRDefault="000C2CB8" w:rsidP="00E46A24">
      <w:pPr>
        <w:tabs>
          <w:tab w:val="left" w:pos="5400"/>
        </w:tabs>
        <w:jc w:val="both"/>
        <w:rPr>
          <w:b/>
          <w:sz w:val="23"/>
          <w:szCs w:val="23"/>
        </w:rPr>
      </w:pPr>
      <w:r w:rsidRPr="007A639A">
        <w:rPr>
          <w:b/>
          <w:sz w:val="23"/>
          <w:szCs w:val="23"/>
        </w:rPr>
        <w:t>Határidő</w:t>
      </w:r>
      <w:r w:rsidR="007A639A">
        <w:rPr>
          <w:b/>
          <w:sz w:val="23"/>
          <w:szCs w:val="23"/>
        </w:rPr>
        <w:t xml:space="preserve"> az</w:t>
      </w:r>
      <w:r w:rsidRPr="007A639A">
        <w:rPr>
          <w:b/>
          <w:sz w:val="23"/>
          <w:szCs w:val="23"/>
        </w:rPr>
        <w:t xml:space="preserve"> </w:t>
      </w:r>
      <w:r w:rsidR="004004CF" w:rsidRPr="007A639A">
        <w:rPr>
          <w:sz w:val="23"/>
          <w:szCs w:val="23"/>
        </w:rPr>
        <w:t xml:space="preserve">1. </w:t>
      </w:r>
      <w:r w:rsidR="007A639A">
        <w:rPr>
          <w:sz w:val="23"/>
          <w:szCs w:val="23"/>
        </w:rPr>
        <w:t xml:space="preserve">pontban: </w:t>
      </w:r>
      <w:r w:rsidR="004004CF" w:rsidRPr="007A639A">
        <w:rPr>
          <w:sz w:val="23"/>
          <w:szCs w:val="23"/>
        </w:rPr>
        <w:t>2025. május 30.</w:t>
      </w:r>
      <w:r w:rsidR="00D8037B" w:rsidRPr="007A639A">
        <w:rPr>
          <w:b/>
          <w:sz w:val="23"/>
          <w:szCs w:val="23"/>
        </w:rPr>
        <w:t xml:space="preserve">                                                     </w:t>
      </w:r>
      <w:r w:rsidRPr="007A639A">
        <w:rPr>
          <w:bCs/>
          <w:sz w:val="23"/>
          <w:szCs w:val="23"/>
        </w:rPr>
        <w:t xml:space="preserve">Felelős: </w:t>
      </w:r>
      <w:r w:rsidR="003C164A" w:rsidRPr="007A639A">
        <w:rPr>
          <w:bCs/>
          <w:sz w:val="23"/>
          <w:szCs w:val="23"/>
        </w:rPr>
        <w:t>D</w:t>
      </w:r>
      <w:r w:rsidR="00D8037B" w:rsidRPr="007A639A">
        <w:rPr>
          <w:bCs/>
          <w:sz w:val="23"/>
          <w:szCs w:val="23"/>
        </w:rPr>
        <w:t>r. Csáky András</w:t>
      </w:r>
      <w:r w:rsidRPr="007A639A">
        <w:rPr>
          <w:sz w:val="23"/>
          <w:szCs w:val="23"/>
        </w:rPr>
        <w:t xml:space="preserve"> </w:t>
      </w:r>
    </w:p>
    <w:p w14:paraId="0016DF8D" w14:textId="68B5EE07" w:rsidR="004303EC" w:rsidRPr="007A639A" w:rsidRDefault="007A639A" w:rsidP="00E46A24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      a 2. pontban:</w:t>
      </w:r>
      <w:r w:rsidR="004004CF" w:rsidRPr="007A639A">
        <w:rPr>
          <w:sz w:val="23"/>
          <w:szCs w:val="23"/>
        </w:rPr>
        <w:t xml:space="preserve"> folyamatos</w:t>
      </w:r>
    </w:p>
    <w:p w14:paraId="40DE0975" w14:textId="26798093" w:rsidR="004004CF" w:rsidRDefault="007A639A" w:rsidP="00E46A24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      a </w:t>
      </w:r>
      <w:r w:rsidR="004004CF" w:rsidRPr="007A639A">
        <w:rPr>
          <w:sz w:val="23"/>
          <w:szCs w:val="23"/>
        </w:rPr>
        <w:t>3.</w:t>
      </w:r>
      <w:r>
        <w:rPr>
          <w:sz w:val="23"/>
          <w:szCs w:val="23"/>
        </w:rPr>
        <w:t xml:space="preserve"> pontban:</w:t>
      </w:r>
      <w:r w:rsidR="004004CF" w:rsidRPr="007A639A">
        <w:rPr>
          <w:sz w:val="23"/>
          <w:szCs w:val="23"/>
        </w:rPr>
        <w:t xml:space="preserve"> azonnal</w:t>
      </w:r>
    </w:p>
    <w:p w14:paraId="0546BBFA" w14:textId="77777777" w:rsidR="004004CF" w:rsidRPr="00217CC5" w:rsidRDefault="004004CF" w:rsidP="00E46A24">
      <w:pPr>
        <w:jc w:val="both"/>
        <w:rPr>
          <w:sz w:val="23"/>
          <w:szCs w:val="23"/>
        </w:rPr>
      </w:pPr>
    </w:p>
    <w:p w14:paraId="088AD634" w14:textId="77777777" w:rsidR="0087396C" w:rsidRPr="00217CC5" w:rsidRDefault="007154FC" w:rsidP="00E46A24">
      <w:pPr>
        <w:jc w:val="both"/>
        <w:rPr>
          <w:sz w:val="23"/>
          <w:szCs w:val="23"/>
          <w:u w:val="single"/>
        </w:rPr>
      </w:pPr>
      <w:r w:rsidRPr="00217CC5">
        <w:rPr>
          <w:sz w:val="23"/>
          <w:szCs w:val="23"/>
          <w:u w:val="single"/>
        </w:rPr>
        <w:t>A határozatot kapja:</w:t>
      </w:r>
    </w:p>
    <w:p w14:paraId="51484249" w14:textId="77777777" w:rsidR="001C584C" w:rsidRPr="00217CC5" w:rsidRDefault="007154FC" w:rsidP="00E46A24">
      <w:pPr>
        <w:jc w:val="both"/>
        <w:rPr>
          <w:sz w:val="23"/>
          <w:szCs w:val="23"/>
        </w:rPr>
      </w:pPr>
      <w:r w:rsidRPr="00217CC5">
        <w:rPr>
          <w:sz w:val="23"/>
          <w:szCs w:val="23"/>
        </w:rPr>
        <w:tab/>
        <w:t xml:space="preserve">1. Pénzügyi </w:t>
      </w:r>
      <w:r w:rsidR="00265EAF" w:rsidRPr="00217CC5">
        <w:rPr>
          <w:sz w:val="23"/>
          <w:szCs w:val="23"/>
        </w:rPr>
        <w:t>I</w:t>
      </w:r>
      <w:r w:rsidRPr="00217CC5">
        <w:rPr>
          <w:sz w:val="23"/>
          <w:szCs w:val="23"/>
        </w:rPr>
        <w:t>roda</w:t>
      </w:r>
    </w:p>
    <w:p w14:paraId="5C23D742" w14:textId="77777777" w:rsidR="007154FC" w:rsidRPr="00217CC5" w:rsidRDefault="007154FC" w:rsidP="00E46A24">
      <w:pPr>
        <w:jc w:val="both"/>
        <w:rPr>
          <w:sz w:val="23"/>
          <w:szCs w:val="23"/>
        </w:rPr>
      </w:pPr>
    </w:p>
    <w:p w14:paraId="6605E673" w14:textId="77777777" w:rsidR="001C584C" w:rsidRPr="00217CC5" w:rsidRDefault="00ED5FA2" w:rsidP="00E46A24">
      <w:pPr>
        <w:jc w:val="both"/>
        <w:rPr>
          <w:sz w:val="23"/>
          <w:szCs w:val="23"/>
        </w:rPr>
      </w:pPr>
      <w:r w:rsidRPr="00217CC5">
        <w:rPr>
          <w:sz w:val="23"/>
          <w:szCs w:val="23"/>
        </w:rPr>
        <w:t xml:space="preserve">Láttam: </w:t>
      </w:r>
    </w:p>
    <w:p w14:paraId="0B66C410" w14:textId="77777777" w:rsidR="004303EC" w:rsidRPr="00217CC5" w:rsidRDefault="004303EC" w:rsidP="00E46A24">
      <w:pPr>
        <w:ind w:firstLine="708"/>
        <w:jc w:val="both"/>
        <w:rPr>
          <w:sz w:val="23"/>
          <w:szCs w:val="23"/>
        </w:rPr>
      </w:pPr>
      <w:r w:rsidRPr="00217CC5">
        <w:rPr>
          <w:sz w:val="23"/>
          <w:szCs w:val="23"/>
        </w:rPr>
        <w:t xml:space="preserve">Dr. </w:t>
      </w:r>
      <w:r w:rsidR="00FD7525" w:rsidRPr="00217CC5">
        <w:rPr>
          <w:sz w:val="23"/>
          <w:szCs w:val="23"/>
        </w:rPr>
        <w:t xml:space="preserve">Diósgyőri Gitta </w:t>
      </w:r>
    </w:p>
    <w:p w14:paraId="007C5E14" w14:textId="77777777" w:rsidR="006D6AF5" w:rsidRPr="00217CC5" w:rsidRDefault="004303EC" w:rsidP="00063D5E">
      <w:pPr>
        <w:jc w:val="both"/>
        <w:rPr>
          <w:sz w:val="23"/>
          <w:szCs w:val="23"/>
        </w:rPr>
      </w:pPr>
      <w:r w:rsidRPr="00217CC5">
        <w:rPr>
          <w:sz w:val="23"/>
          <w:szCs w:val="23"/>
        </w:rPr>
        <w:t xml:space="preserve">             </w:t>
      </w:r>
      <w:r w:rsidR="001D2138" w:rsidRPr="00217CC5">
        <w:rPr>
          <w:sz w:val="23"/>
          <w:szCs w:val="23"/>
        </w:rPr>
        <w:t>címzetes fő</w:t>
      </w:r>
      <w:r w:rsidRPr="00217CC5">
        <w:rPr>
          <w:sz w:val="23"/>
          <w:szCs w:val="23"/>
        </w:rPr>
        <w:t>jegyző</w:t>
      </w:r>
    </w:p>
    <w:sectPr w:rsidR="006D6AF5" w:rsidRPr="00217CC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46B95" w14:textId="77777777" w:rsidR="00101C8D" w:rsidRDefault="00101C8D">
      <w:r>
        <w:separator/>
      </w:r>
    </w:p>
  </w:endnote>
  <w:endnote w:type="continuationSeparator" w:id="0">
    <w:p w14:paraId="49DE1773" w14:textId="77777777" w:rsidR="00101C8D" w:rsidRDefault="00101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40748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55D8160B" w14:textId="77777777" w:rsidR="00A23848" w:rsidRDefault="00A23848" w:rsidP="00BC678A">
    <w:pPr>
      <w:pStyle w:val="llb"/>
      <w:jc w:val="right"/>
      <w:rPr>
        <w:rStyle w:val="Oldalszm"/>
      </w:rPr>
    </w:pPr>
  </w:p>
  <w:p w14:paraId="5DD2895F" w14:textId="77777777" w:rsidR="00A23848" w:rsidRPr="006376F9" w:rsidRDefault="00A23848" w:rsidP="00BC678A">
    <w:pPr>
      <w:pStyle w:val="llb"/>
      <w:jc w:val="right"/>
      <w:rPr>
        <w:sz w:val="20"/>
        <w:szCs w:val="20"/>
      </w:rPr>
    </w:pPr>
    <w:r w:rsidRPr="006376F9">
      <w:rPr>
        <w:rStyle w:val="Oldalszm"/>
        <w:sz w:val="20"/>
        <w:szCs w:val="20"/>
      </w:rPr>
      <w:fldChar w:fldCharType="begin"/>
    </w:r>
    <w:r w:rsidRPr="006376F9">
      <w:rPr>
        <w:rStyle w:val="Oldalszm"/>
        <w:sz w:val="20"/>
        <w:szCs w:val="20"/>
      </w:rPr>
      <w:instrText xml:space="preserve"> PAGE </w:instrText>
    </w:r>
    <w:r w:rsidRPr="006376F9">
      <w:rPr>
        <w:rStyle w:val="Oldalszm"/>
        <w:sz w:val="20"/>
        <w:szCs w:val="20"/>
      </w:rPr>
      <w:fldChar w:fldCharType="separate"/>
    </w:r>
    <w:r w:rsidR="0040393A">
      <w:rPr>
        <w:rStyle w:val="Oldalszm"/>
        <w:noProof/>
        <w:sz w:val="20"/>
        <w:szCs w:val="20"/>
      </w:rPr>
      <w:t>5</w:t>
    </w:r>
    <w:r w:rsidRPr="006376F9">
      <w:rPr>
        <w:rStyle w:val="Oldalszm"/>
        <w:sz w:val="20"/>
        <w:szCs w:val="20"/>
      </w:rPr>
      <w:fldChar w:fldCharType="end"/>
    </w:r>
    <w:r w:rsidRPr="006376F9">
      <w:rPr>
        <w:rStyle w:val="Oldalszm"/>
        <w:sz w:val="20"/>
        <w:szCs w:val="20"/>
      </w:rPr>
      <w:t>/</w:t>
    </w:r>
    <w:r w:rsidRPr="006376F9">
      <w:rPr>
        <w:rStyle w:val="Oldalszm"/>
        <w:sz w:val="20"/>
        <w:szCs w:val="20"/>
      </w:rPr>
      <w:fldChar w:fldCharType="begin"/>
    </w:r>
    <w:r w:rsidRPr="006376F9">
      <w:rPr>
        <w:rStyle w:val="Oldalszm"/>
        <w:sz w:val="20"/>
        <w:szCs w:val="20"/>
      </w:rPr>
      <w:instrText xml:space="preserve"> NUMPAGES </w:instrText>
    </w:r>
    <w:r w:rsidRPr="006376F9">
      <w:rPr>
        <w:rStyle w:val="Oldalszm"/>
        <w:sz w:val="20"/>
        <w:szCs w:val="20"/>
      </w:rPr>
      <w:fldChar w:fldCharType="separate"/>
    </w:r>
    <w:r w:rsidR="0040393A">
      <w:rPr>
        <w:rStyle w:val="Oldalszm"/>
        <w:noProof/>
        <w:sz w:val="20"/>
        <w:szCs w:val="20"/>
      </w:rPr>
      <w:t>5</w:t>
    </w:r>
    <w:r w:rsidRPr="006376F9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2F933" w14:textId="77777777" w:rsidR="00101C8D" w:rsidRDefault="00101C8D">
      <w:r>
        <w:separator/>
      </w:r>
    </w:p>
  </w:footnote>
  <w:footnote w:type="continuationSeparator" w:id="0">
    <w:p w14:paraId="76A7730C" w14:textId="77777777" w:rsidR="00101C8D" w:rsidRDefault="00101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D7E47"/>
    <w:multiLevelType w:val="hybridMultilevel"/>
    <w:tmpl w:val="DEF4B9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3337"/>
    <w:multiLevelType w:val="hybridMultilevel"/>
    <w:tmpl w:val="811813EE"/>
    <w:lvl w:ilvl="0" w:tplc="6F2A2D26">
      <w:start w:val="1"/>
      <w:numFmt w:val="decimal"/>
      <w:lvlText w:val="%1.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75914"/>
    <w:multiLevelType w:val="hybridMultilevel"/>
    <w:tmpl w:val="DA881E14"/>
    <w:lvl w:ilvl="0" w:tplc="B38A260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0F4C"/>
    <w:multiLevelType w:val="hybridMultilevel"/>
    <w:tmpl w:val="015A2A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80596"/>
    <w:multiLevelType w:val="hybridMultilevel"/>
    <w:tmpl w:val="B69E4930"/>
    <w:lvl w:ilvl="0" w:tplc="5B8A54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E616F"/>
    <w:multiLevelType w:val="hybridMultilevel"/>
    <w:tmpl w:val="F80440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60E07"/>
    <w:multiLevelType w:val="hybridMultilevel"/>
    <w:tmpl w:val="39D4ECC4"/>
    <w:lvl w:ilvl="0" w:tplc="69D0E9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267E1"/>
    <w:multiLevelType w:val="hybridMultilevel"/>
    <w:tmpl w:val="9A146726"/>
    <w:lvl w:ilvl="0" w:tplc="7188F96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DA1000"/>
    <w:multiLevelType w:val="hybridMultilevel"/>
    <w:tmpl w:val="32AC36D0"/>
    <w:lvl w:ilvl="0" w:tplc="09EC13C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FB2FE7"/>
    <w:multiLevelType w:val="hybridMultilevel"/>
    <w:tmpl w:val="D1461156"/>
    <w:lvl w:ilvl="0" w:tplc="8D04423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B24609"/>
    <w:multiLevelType w:val="hybridMultilevel"/>
    <w:tmpl w:val="AD1EE1D2"/>
    <w:lvl w:ilvl="0" w:tplc="486E1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72813"/>
    <w:multiLevelType w:val="hybridMultilevel"/>
    <w:tmpl w:val="2C228D74"/>
    <w:lvl w:ilvl="0" w:tplc="107483F0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97D20"/>
    <w:multiLevelType w:val="hybridMultilevel"/>
    <w:tmpl w:val="B55AD4AC"/>
    <w:lvl w:ilvl="0" w:tplc="220C6DB8">
      <w:start w:val="2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0B3DCC"/>
    <w:multiLevelType w:val="hybridMultilevel"/>
    <w:tmpl w:val="35B8271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E2374"/>
    <w:multiLevelType w:val="hybridMultilevel"/>
    <w:tmpl w:val="68A27A7C"/>
    <w:lvl w:ilvl="0" w:tplc="45961C5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060448C"/>
    <w:multiLevelType w:val="hybridMultilevel"/>
    <w:tmpl w:val="B0D8D3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43A4B"/>
    <w:multiLevelType w:val="hybridMultilevel"/>
    <w:tmpl w:val="1F6CB2E2"/>
    <w:lvl w:ilvl="0" w:tplc="298667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07389D"/>
    <w:multiLevelType w:val="hybridMultilevel"/>
    <w:tmpl w:val="93E43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2F22AB"/>
    <w:multiLevelType w:val="hybridMultilevel"/>
    <w:tmpl w:val="62A24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60036"/>
    <w:multiLevelType w:val="hybridMultilevel"/>
    <w:tmpl w:val="0922A4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426F14"/>
    <w:multiLevelType w:val="hybridMultilevel"/>
    <w:tmpl w:val="B2501710"/>
    <w:lvl w:ilvl="0" w:tplc="32569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DF7872"/>
    <w:multiLevelType w:val="hybridMultilevel"/>
    <w:tmpl w:val="8806EDBA"/>
    <w:lvl w:ilvl="0" w:tplc="58C01204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A063C36"/>
    <w:multiLevelType w:val="multilevel"/>
    <w:tmpl w:val="E3BAF5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 w:val="0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CD752FB"/>
    <w:multiLevelType w:val="hybridMultilevel"/>
    <w:tmpl w:val="E12CEC7E"/>
    <w:lvl w:ilvl="0" w:tplc="AE1C042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63AC7"/>
    <w:multiLevelType w:val="multilevel"/>
    <w:tmpl w:val="03866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0485918"/>
    <w:multiLevelType w:val="hybridMultilevel"/>
    <w:tmpl w:val="F1948444"/>
    <w:lvl w:ilvl="0" w:tplc="295E67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4626D7"/>
    <w:multiLevelType w:val="hybridMultilevel"/>
    <w:tmpl w:val="E9E0CF1A"/>
    <w:lvl w:ilvl="0" w:tplc="28ACCE1E">
      <w:start w:val="43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917C5B"/>
    <w:multiLevelType w:val="hybridMultilevel"/>
    <w:tmpl w:val="5BC2AFC8"/>
    <w:lvl w:ilvl="0" w:tplc="486E1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A1786F"/>
    <w:multiLevelType w:val="hybridMultilevel"/>
    <w:tmpl w:val="07F24D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929108">
    <w:abstractNumId w:val="9"/>
  </w:num>
  <w:num w:numId="2" w16cid:durableId="641808521">
    <w:abstractNumId w:val="2"/>
  </w:num>
  <w:num w:numId="3" w16cid:durableId="1372848649">
    <w:abstractNumId w:val="16"/>
  </w:num>
  <w:num w:numId="4" w16cid:durableId="2031368720">
    <w:abstractNumId w:val="26"/>
  </w:num>
  <w:num w:numId="5" w16cid:durableId="1039742996">
    <w:abstractNumId w:val="28"/>
  </w:num>
  <w:num w:numId="6" w16cid:durableId="1191066036">
    <w:abstractNumId w:val="22"/>
  </w:num>
  <w:num w:numId="7" w16cid:durableId="1485468376">
    <w:abstractNumId w:val="3"/>
  </w:num>
  <w:num w:numId="8" w16cid:durableId="2104523821">
    <w:abstractNumId w:val="24"/>
  </w:num>
  <w:num w:numId="9" w16cid:durableId="630475540">
    <w:abstractNumId w:val="10"/>
  </w:num>
  <w:num w:numId="10" w16cid:durableId="2124029157">
    <w:abstractNumId w:val="19"/>
  </w:num>
  <w:num w:numId="11" w16cid:durableId="1414158104">
    <w:abstractNumId w:val="0"/>
  </w:num>
  <w:num w:numId="12" w16cid:durableId="1715350683">
    <w:abstractNumId w:val="27"/>
  </w:num>
  <w:num w:numId="13" w16cid:durableId="1770812637">
    <w:abstractNumId w:val="20"/>
  </w:num>
  <w:num w:numId="14" w16cid:durableId="1958098557">
    <w:abstractNumId w:val="4"/>
  </w:num>
  <w:num w:numId="15" w16cid:durableId="1272274220">
    <w:abstractNumId w:val="6"/>
  </w:num>
  <w:num w:numId="16" w16cid:durableId="351154621">
    <w:abstractNumId w:val="15"/>
  </w:num>
  <w:num w:numId="17" w16cid:durableId="1446845576">
    <w:abstractNumId w:val="5"/>
  </w:num>
  <w:num w:numId="18" w16cid:durableId="1863587551">
    <w:abstractNumId w:val="13"/>
  </w:num>
  <w:num w:numId="19" w16cid:durableId="809175038">
    <w:abstractNumId w:val="17"/>
  </w:num>
  <w:num w:numId="20" w16cid:durableId="325716442">
    <w:abstractNumId w:val="14"/>
  </w:num>
  <w:num w:numId="21" w16cid:durableId="2042701301">
    <w:abstractNumId w:val="23"/>
  </w:num>
  <w:num w:numId="22" w16cid:durableId="131607668">
    <w:abstractNumId w:val="1"/>
  </w:num>
  <w:num w:numId="23" w16cid:durableId="1745831731">
    <w:abstractNumId w:val="21"/>
  </w:num>
  <w:num w:numId="24" w16cid:durableId="399253412">
    <w:abstractNumId w:val="18"/>
  </w:num>
  <w:num w:numId="25" w16cid:durableId="769737195">
    <w:abstractNumId w:val="25"/>
  </w:num>
  <w:num w:numId="26" w16cid:durableId="128713046">
    <w:abstractNumId w:val="12"/>
  </w:num>
  <w:num w:numId="27" w16cid:durableId="1051880171">
    <w:abstractNumId w:val="11"/>
  </w:num>
  <w:num w:numId="28" w16cid:durableId="1367751983">
    <w:abstractNumId w:val="7"/>
  </w:num>
  <w:num w:numId="29" w16cid:durableId="208417950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CA"/>
    <w:rsid w:val="000002E3"/>
    <w:rsid w:val="00001799"/>
    <w:rsid w:val="00001BA9"/>
    <w:rsid w:val="00002614"/>
    <w:rsid w:val="00002D40"/>
    <w:rsid w:val="00003D76"/>
    <w:rsid w:val="000040C1"/>
    <w:rsid w:val="000079AA"/>
    <w:rsid w:val="00007CC1"/>
    <w:rsid w:val="0001155A"/>
    <w:rsid w:val="00011F97"/>
    <w:rsid w:val="00012699"/>
    <w:rsid w:val="00012C01"/>
    <w:rsid w:val="00013B16"/>
    <w:rsid w:val="00013FE1"/>
    <w:rsid w:val="00015D34"/>
    <w:rsid w:val="00016A6C"/>
    <w:rsid w:val="00023AD3"/>
    <w:rsid w:val="00023C77"/>
    <w:rsid w:val="000241E1"/>
    <w:rsid w:val="000254B6"/>
    <w:rsid w:val="00027232"/>
    <w:rsid w:val="00031337"/>
    <w:rsid w:val="00031A5D"/>
    <w:rsid w:val="000337F7"/>
    <w:rsid w:val="0003589C"/>
    <w:rsid w:val="00035FBE"/>
    <w:rsid w:val="00036B56"/>
    <w:rsid w:val="00037A40"/>
    <w:rsid w:val="00037E3D"/>
    <w:rsid w:val="0004032C"/>
    <w:rsid w:val="00041307"/>
    <w:rsid w:val="00042786"/>
    <w:rsid w:val="000438BF"/>
    <w:rsid w:val="00045DD8"/>
    <w:rsid w:val="00045F27"/>
    <w:rsid w:val="00047A24"/>
    <w:rsid w:val="000504EC"/>
    <w:rsid w:val="00051872"/>
    <w:rsid w:val="00053E3C"/>
    <w:rsid w:val="000544B5"/>
    <w:rsid w:val="000563A2"/>
    <w:rsid w:val="00057053"/>
    <w:rsid w:val="00057517"/>
    <w:rsid w:val="00063199"/>
    <w:rsid w:val="00063D5E"/>
    <w:rsid w:val="00064614"/>
    <w:rsid w:val="000657E9"/>
    <w:rsid w:val="00066321"/>
    <w:rsid w:val="00066879"/>
    <w:rsid w:val="00067E3E"/>
    <w:rsid w:val="00073B49"/>
    <w:rsid w:val="00074EB0"/>
    <w:rsid w:val="00075282"/>
    <w:rsid w:val="000764D0"/>
    <w:rsid w:val="00076FC8"/>
    <w:rsid w:val="00077B00"/>
    <w:rsid w:val="000810CE"/>
    <w:rsid w:val="000810F4"/>
    <w:rsid w:val="0008161A"/>
    <w:rsid w:val="00083C6A"/>
    <w:rsid w:val="00083EBF"/>
    <w:rsid w:val="000844C1"/>
    <w:rsid w:val="000846C2"/>
    <w:rsid w:val="000918AD"/>
    <w:rsid w:val="00091C5D"/>
    <w:rsid w:val="00091FBC"/>
    <w:rsid w:val="00092B49"/>
    <w:rsid w:val="000938B7"/>
    <w:rsid w:val="00094D11"/>
    <w:rsid w:val="00095064"/>
    <w:rsid w:val="000955D2"/>
    <w:rsid w:val="00096DF1"/>
    <w:rsid w:val="000A0D01"/>
    <w:rsid w:val="000A1684"/>
    <w:rsid w:val="000B198E"/>
    <w:rsid w:val="000B3471"/>
    <w:rsid w:val="000B3558"/>
    <w:rsid w:val="000B46FC"/>
    <w:rsid w:val="000B553C"/>
    <w:rsid w:val="000B62E6"/>
    <w:rsid w:val="000B6825"/>
    <w:rsid w:val="000C158C"/>
    <w:rsid w:val="000C1702"/>
    <w:rsid w:val="000C1C05"/>
    <w:rsid w:val="000C2CB8"/>
    <w:rsid w:val="000C4340"/>
    <w:rsid w:val="000C6164"/>
    <w:rsid w:val="000C6422"/>
    <w:rsid w:val="000C6730"/>
    <w:rsid w:val="000D2634"/>
    <w:rsid w:val="000D3136"/>
    <w:rsid w:val="000D40FA"/>
    <w:rsid w:val="000D4FAA"/>
    <w:rsid w:val="000D534E"/>
    <w:rsid w:val="000D582F"/>
    <w:rsid w:val="000D5D28"/>
    <w:rsid w:val="000D5D49"/>
    <w:rsid w:val="000D633B"/>
    <w:rsid w:val="000D63D5"/>
    <w:rsid w:val="000D7B18"/>
    <w:rsid w:val="000E0752"/>
    <w:rsid w:val="000E5663"/>
    <w:rsid w:val="000E56FF"/>
    <w:rsid w:val="000E5872"/>
    <w:rsid w:val="000E60E6"/>
    <w:rsid w:val="000F0099"/>
    <w:rsid w:val="000F0424"/>
    <w:rsid w:val="000F0938"/>
    <w:rsid w:val="000F35CD"/>
    <w:rsid w:val="000F4868"/>
    <w:rsid w:val="000F5A1C"/>
    <w:rsid w:val="000F5DA8"/>
    <w:rsid w:val="00100904"/>
    <w:rsid w:val="00101C8D"/>
    <w:rsid w:val="00101FD1"/>
    <w:rsid w:val="00103A68"/>
    <w:rsid w:val="00105079"/>
    <w:rsid w:val="001054C0"/>
    <w:rsid w:val="001057AF"/>
    <w:rsid w:val="001059FA"/>
    <w:rsid w:val="00105BC9"/>
    <w:rsid w:val="00107229"/>
    <w:rsid w:val="00107926"/>
    <w:rsid w:val="00107ECE"/>
    <w:rsid w:val="00110D7F"/>
    <w:rsid w:val="001129EB"/>
    <w:rsid w:val="00113A1F"/>
    <w:rsid w:val="001157FB"/>
    <w:rsid w:val="00115E0D"/>
    <w:rsid w:val="00116386"/>
    <w:rsid w:val="00117576"/>
    <w:rsid w:val="00117FC6"/>
    <w:rsid w:val="0012061C"/>
    <w:rsid w:val="0012093C"/>
    <w:rsid w:val="00120ADD"/>
    <w:rsid w:val="00120D84"/>
    <w:rsid w:val="00120F4D"/>
    <w:rsid w:val="00121EC0"/>
    <w:rsid w:val="0012245D"/>
    <w:rsid w:val="00125365"/>
    <w:rsid w:val="0012540F"/>
    <w:rsid w:val="00127132"/>
    <w:rsid w:val="001276F4"/>
    <w:rsid w:val="0013041E"/>
    <w:rsid w:val="00132709"/>
    <w:rsid w:val="001331FA"/>
    <w:rsid w:val="00137207"/>
    <w:rsid w:val="001379C2"/>
    <w:rsid w:val="00137B8E"/>
    <w:rsid w:val="00137C12"/>
    <w:rsid w:val="00140724"/>
    <w:rsid w:val="00140767"/>
    <w:rsid w:val="001407DC"/>
    <w:rsid w:val="0014141A"/>
    <w:rsid w:val="00141C02"/>
    <w:rsid w:val="00141CB9"/>
    <w:rsid w:val="0014290A"/>
    <w:rsid w:val="00142B4D"/>
    <w:rsid w:val="00144E62"/>
    <w:rsid w:val="001452CF"/>
    <w:rsid w:val="00145A50"/>
    <w:rsid w:val="00151041"/>
    <w:rsid w:val="00151124"/>
    <w:rsid w:val="001537B3"/>
    <w:rsid w:val="00153867"/>
    <w:rsid w:val="00154D22"/>
    <w:rsid w:val="0015595B"/>
    <w:rsid w:val="00161491"/>
    <w:rsid w:val="00161805"/>
    <w:rsid w:val="00161C79"/>
    <w:rsid w:val="00163608"/>
    <w:rsid w:val="00164647"/>
    <w:rsid w:val="001647FF"/>
    <w:rsid w:val="00165F7E"/>
    <w:rsid w:val="0017178F"/>
    <w:rsid w:val="00171E2B"/>
    <w:rsid w:val="001724C0"/>
    <w:rsid w:val="001741FA"/>
    <w:rsid w:val="00174616"/>
    <w:rsid w:val="00174DA0"/>
    <w:rsid w:val="00175156"/>
    <w:rsid w:val="00175946"/>
    <w:rsid w:val="00175B2B"/>
    <w:rsid w:val="00176121"/>
    <w:rsid w:val="0017685D"/>
    <w:rsid w:val="001769B8"/>
    <w:rsid w:val="0018039E"/>
    <w:rsid w:val="00182069"/>
    <w:rsid w:val="001834B9"/>
    <w:rsid w:val="0018404E"/>
    <w:rsid w:val="00185B02"/>
    <w:rsid w:val="001866E8"/>
    <w:rsid w:val="00187005"/>
    <w:rsid w:val="001878BD"/>
    <w:rsid w:val="00187B51"/>
    <w:rsid w:val="0019021D"/>
    <w:rsid w:val="0019067D"/>
    <w:rsid w:val="001908CB"/>
    <w:rsid w:val="00190E47"/>
    <w:rsid w:val="00192B0D"/>
    <w:rsid w:val="00193087"/>
    <w:rsid w:val="0019323D"/>
    <w:rsid w:val="00193CAB"/>
    <w:rsid w:val="00194ECB"/>
    <w:rsid w:val="00197E91"/>
    <w:rsid w:val="001A0110"/>
    <w:rsid w:val="001A0670"/>
    <w:rsid w:val="001A08B2"/>
    <w:rsid w:val="001A409B"/>
    <w:rsid w:val="001A4CAF"/>
    <w:rsid w:val="001A4E31"/>
    <w:rsid w:val="001A504F"/>
    <w:rsid w:val="001A727E"/>
    <w:rsid w:val="001B00B9"/>
    <w:rsid w:val="001B0674"/>
    <w:rsid w:val="001B2153"/>
    <w:rsid w:val="001B28A7"/>
    <w:rsid w:val="001B5B44"/>
    <w:rsid w:val="001B605C"/>
    <w:rsid w:val="001B60C8"/>
    <w:rsid w:val="001B7904"/>
    <w:rsid w:val="001B7D62"/>
    <w:rsid w:val="001B7EFA"/>
    <w:rsid w:val="001C0258"/>
    <w:rsid w:val="001C1D2B"/>
    <w:rsid w:val="001C2A47"/>
    <w:rsid w:val="001C2E00"/>
    <w:rsid w:val="001C307D"/>
    <w:rsid w:val="001C3148"/>
    <w:rsid w:val="001C3593"/>
    <w:rsid w:val="001C3FB5"/>
    <w:rsid w:val="001C429F"/>
    <w:rsid w:val="001C584C"/>
    <w:rsid w:val="001C5B1C"/>
    <w:rsid w:val="001C605B"/>
    <w:rsid w:val="001C6D6D"/>
    <w:rsid w:val="001C7A79"/>
    <w:rsid w:val="001C7E8E"/>
    <w:rsid w:val="001C7F18"/>
    <w:rsid w:val="001D05DF"/>
    <w:rsid w:val="001D1376"/>
    <w:rsid w:val="001D2138"/>
    <w:rsid w:val="001D2802"/>
    <w:rsid w:val="001D4F35"/>
    <w:rsid w:val="001D67D3"/>
    <w:rsid w:val="001D7D16"/>
    <w:rsid w:val="001E066F"/>
    <w:rsid w:val="001E1CBD"/>
    <w:rsid w:val="001E393D"/>
    <w:rsid w:val="001E4A1F"/>
    <w:rsid w:val="001E4BE0"/>
    <w:rsid w:val="001E5B3A"/>
    <w:rsid w:val="001E66D9"/>
    <w:rsid w:val="001F1C74"/>
    <w:rsid w:val="001F221F"/>
    <w:rsid w:val="001F2C16"/>
    <w:rsid w:val="001F4330"/>
    <w:rsid w:val="001F4333"/>
    <w:rsid w:val="001F47EB"/>
    <w:rsid w:val="001F6948"/>
    <w:rsid w:val="001F6F30"/>
    <w:rsid w:val="001F7AF4"/>
    <w:rsid w:val="00200365"/>
    <w:rsid w:val="00201200"/>
    <w:rsid w:val="002012EC"/>
    <w:rsid w:val="00203F23"/>
    <w:rsid w:val="00203F96"/>
    <w:rsid w:val="002054AC"/>
    <w:rsid w:val="00207967"/>
    <w:rsid w:val="00207B07"/>
    <w:rsid w:val="0021005B"/>
    <w:rsid w:val="00213194"/>
    <w:rsid w:val="002151FE"/>
    <w:rsid w:val="00217CC5"/>
    <w:rsid w:val="00222640"/>
    <w:rsid w:val="00224B6A"/>
    <w:rsid w:val="002258A3"/>
    <w:rsid w:val="0022613C"/>
    <w:rsid w:val="00227C39"/>
    <w:rsid w:val="002311BA"/>
    <w:rsid w:val="002324C8"/>
    <w:rsid w:val="00232570"/>
    <w:rsid w:val="00232D61"/>
    <w:rsid w:val="002338A2"/>
    <w:rsid w:val="00234031"/>
    <w:rsid w:val="0023681D"/>
    <w:rsid w:val="0023779F"/>
    <w:rsid w:val="00237D01"/>
    <w:rsid w:val="0024130E"/>
    <w:rsid w:val="0024251C"/>
    <w:rsid w:val="002433B0"/>
    <w:rsid w:val="002443ED"/>
    <w:rsid w:val="0024570C"/>
    <w:rsid w:val="00245A35"/>
    <w:rsid w:val="00246DEB"/>
    <w:rsid w:val="0024771F"/>
    <w:rsid w:val="0025169F"/>
    <w:rsid w:val="00251E9D"/>
    <w:rsid w:val="00253E45"/>
    <w:rsid w:val="002541C6"/>
    <w:rsid w:val="00254307"/>
    <w:rsid w:val="002547D9"/>
    <w:rsid w:val="00255804"/>
    <w:rsid w:val="0026391F"/>
    <w:rsid w:val="00265EAF"/>
    <w:rsid w:val="00266AE9"/>
    <w:rsid w:val="002677AB"/>
    <w:rsid w:val="002679CA"/>
    <w:rsid w:val="00270138"/>
    <w:rsid w:val="00271B94"/>
    <w:rsid w:val="00273D13"/>
    <w:rsid w:val="00273D32"/>
    <w:rsid w:val="002743DF"/>
    <w:rsid w:val="00275B2C"/>
    <w:rsid w:val="002774B8"/>
    <w:rsid w:val="00277736"/>
    <w:rsid w:val="00280C49"/>
    <w:rsid w:val="00280FE3"/>
    <w:rsid w:val="00281E9E"/>
    <w:rsid w:val="00283E67"/>
    <w:rsid w:val="00286953"/>
    <w:rsid w:val="00287BA1"/>
    <w:rsid w:val="00291F14"/>
    <w:rsid w:val="00294760"/>
    <w:rsid w:val="00294FFB"/>
    <w:rsid w:val="00295C50"/>
    <w:rsid w:val="00297047"/>
    <w:rsid w:val="00297600"/>
    <w:rsid w:val="002A2FBB"/>
    <w:rsid w:val="002A31A1"/>
    <w:rsid w:val="002A322C"/>
    <w:rsid w:val="002A3A00"/>
    <w:rsid w:val="002A4B54"/>
    <w:rsid w:val="002A5BAB"/>
    <w:rsid w:val="002A61FC"/>
    <w:rsid w:val="002A6AEF"/>
    <w:rsid w:val="002A73B2"/>
    <w:rsid w:val="002A748A"/>
    <w:rsid w:val="002A7EF7"/>
    <w:rsid w:val="002B1DAB"/>
    <w:rsid w:val="002B2F59"/>
    <w:rsid w:val="002B3A11"/>
    <w:rsid w:val="002B498E"/>
    <w:rsid w:val="002B5677"/>
    <w:rsid w:val="002B5AE3"/>
    <w:rsid w:val="002C1144"/>
    <w:rsid w:val="002C1D19"/>
    <w:rsid w:val="002C2F47"/>
    <w:rsid w:val="002C4050"/>
    <w:rsid w:val="002C4E79"/>
    <w:rsid w:val="002C5DA5"/>
    <w:rsid w:val="002C70C6"/>
    <w:rsid w:val="002D02FC"/>
    <w:rsid w:val="002D0A78"/>
    <w:rsid w:val="002D215A"/>
    <w:rsid w:val="002D348F"/>
    <w:rsid w:val="002D4D51"/>
    <w:rsid w:val="002D4ED7"/>
    <w:rsid w:val="002D609E"/>
    <w:rsid w:val="002D6A09"/>
    <w:rsid w:val="002D6BB3"/>
    <w:rsid w:val="002E0530"/>
    <w:rsid w:val="002E098E"/>
    <w:rsid w:val="002E2095"/>
    <w:rsid w:val="002E2DFD"/>
    <w:rsid w:val="002E2F4F"/>
    <w:rsid w:val="002E3B96"/>
    <w:rsid w:val="002E4CD8"/>
    <w:rsid w:val="002E4D6C"/>
    <w:rsid w:val="002E66C0"/>
    <w:rsid w:val="002E77EE"/>
    <w:rsid w:val="002F0837"/>
    <w:rsid w:val="002F2A41"/>
    <w:rsid w:val="002F5042"/>
    <w:rsid w:val="002F5DF4"/>
    <w:rsid w:val="00300C14"/>
    <w:rsid w:val="00302A4F"/>
    <w:rsid w:val="0030393A"/>
    <w:rsid w:val="00303E1B"/>
    <w:rsid w:val="0030443C"/>
    <w:rsid w:val="00307EA6"/>
    <w:rsid w:val="00310278"/>
    <w:rsid w:val="00310469"/>
    <w:rsid w:val="00312E5D"/>
    <w:rsid w:val="003134E8"/>
    <w:rsid w:val="0031513A"/>
    <w:rsid w:val="00315231"/>
    <w:rsid w:val="0031597D"/>
    <w:rsid w:val="00316169"/>
    <w:rsid w:val="0031643F"/>
    <w:rsid w:val="00316912"/>
    <w:rsid w:val="00317FC9"/>
    <w:rsid w:val="00322A5D"/>
    <w:rsid w:val="00323795"/>
    <w:rsid w:val="00324B44"/>
    <w:rsid w:val="00326E3B"/>
    <w:rsid w:val="0032777E"/>
    <w:rsid w:val="003277AC"/>
    <w:rsid w:val="003306AC"/>
    <w:rsid w:val="00330B2C"/>
    <w:rsid w:val="00334039"/>
    <w:rsid w:val="00334C4E"/>
    <w:rsid w:val="00335514"/>
    <w:rsid w:val="00337BF3"/>
    <w:rsid w:val="00342020"/>
    <w:rsid w:val="00344063"/>
    <w:rsid w:val="00344B48"/>
    <w:rsid w:val="0034528C"/>
    <w:rsid w:val="00352538"/>
    <w:rsid w:val="00353B3A"/>
    <w:rsid w:val="003540AE"/>
    <w:rsid w:val="00354463"/>
    <w:rsid w:val="00355525"/>
    <w:rsid w:val="00356052"/>
    <w:rsid w:val="003567BC"/>
    <w:rsid w:val="003578E9"/>
    <w:rsid w:val="00357CE5"/>
    <w:rsid w:val="003613D0"/>
    <w:rsid w:val="00361949"/>
    <w:rsid w:val="00361ACC"/>
    <w:rsid w:val="00362AE7"/>
    <w:rsid w:val="00364006"/>
    <w:rsid w:val="00365531"/>
    <w:rsid w:val="00365954"/>
    <w:rsid w:val="00366C1D"/>
    <w:rsid w:val="00367B26"/>
    <w:rsid w:val="00370284"/>
    <w:rsid w:val="00370FFE"/>
    <w:rsid w:val="00372ABE"/>
    <w:rsid w:val="00375AA0"/>
    <w:rsid w:val="003763E3"/>
    <w:rsid w:val="003779E9"/>
    <w:rsid w:val="003803A9"/>
    <w:rsid w:val="00380710"/>
    <w:rsid w:val="00381257"/>
    <w:rsid w:val="00381775"/>
    <w:rsid w:val="00382D02"/>
    <w:rsid w:val="00383B0F"/>
    <w:rsid w:val="0038402E"/>
    <w:rsid w:val="00384243"/>
    <w:rsid w:val="003842BC"/>
    <w:rsid w:val="00386649"/>
    <w:rsid w:val="00387535"/>
    <w:rsid w:val="00387622"/>
    <w:rsid w:val="00387E49"/>
    <w:rsid w:val="0039022F"/>
    <w:rsid w:val="0039136D"/>
    <w:rsid w:val="003914EE"/>
    <w:rsid w:val="00392371"/>
    <w:rsid w:val="003926B7"/>
    <w:rsid w:val="00395650"/>
    <w:rsid w:val="00395D49"/>
    <w:rsid w:val="0039735C"/>
    <w:rsid w:val="0039765C"/>
    <w:rsid w:val="003A06AC"/>
    <w:rsid w:val="003A0BCA"/>
    <w:rsid w:val="003A5057"/>
    <w:rsid w:val="003A579B"/>
    <w:rsid w:val="003A66F5"/>
    <w:rsid w:val="003A6782"/>
    <w:rsid w:val="003A6A6B"/>
    <w:rsid w:val="003B07C7"/>
    <w:rsid w:val="003B0934"/>
    <w:rsid w:val="003B231A"/>
    <w:rsid w:val="003B5369"/>
    <w:rsid w:val="003B718C"/>
    <w:rsid w:val="003C164A"/>
    <w:rsid w:val="003C1AE5"/>
    <w:rsid w:val="003C1F63"/>
    <w:rsid w:val="003C2A22"/>
    <w:rsid w:val="003D0E80"/>
    <w:rsid w:val="003D0FA3"/>
    <w:rsid w:val="003D17AB"/>
    <w:rsid w:val="003D2E5A"/>
    <w:rsid w:val="003D3D29"/>
    <w:rsid w:val="003D531D"/>
    <w:rsid w:val="003D54C2"/>
    <w:rsid w:val="003D5A5F"/>
    <w:rsid w:val="003D6B3E"/>
    <w:rsid w:val="003E055A"/>
    <w:rsid w:val="003E0858"/>
    <w:rsid w:val="003E2A4A"/>
    <w:rsid w:val="003E3463"/>
    <w:rsid w:val="003E3B58"/>
    <w:rsid w:val="003E5AB8"/>
    <w:rsid w:val="003E6F1A"/>
    <w:rsid w:val="003E717D"/>
    <w:rsid w:val="003F0E5A"/>
    <w:rsid w:val="003F1619"/>
    <w:rsid w:val="003F4471"/>
    <w:rsid w:val="003F4B8C"/>
    <w:rsid w:val="003F4D6E"/>
    <w:rsid w:val="003F558A"/>
    <w:rsid w:val="003F5808"/>
    <w:rsid w:val="003F77FF"/>
    <w:rsid w:val="004004CF"/>
    <w:rsid w:val="00400505"/>
    <w:rsid w:val="00400D2D"/>
    <w:rsid w:val="0040393A"/>
    <w:rsid w:val="004042D7"/>
    <w:rsid w:val="004066A2"/>
    <w:rsid w:val="004071AE"/>
    <w:rsid w:val="00407B52"/>
    <w:rsid w:val="00410036"/>
    <w:rsid w:val="00410753"/>
    <w:rsid w:val="00412CE9"/>
    <w:rsid w:val="0041357A"/>
    <w:rsid w:val="00413A58"/>
    <w:rsid w:val="00414469"/>
    <w:rsid w:val="00414BA2"/>
    <w:rsid w:val="004200C2"/>
    <w:rsid w:val="00423EAE"/>
    <w:rsid w:val="00425304"/>
    <w:rsid w:val="00425F8F"/>
    <w:rsid w:val="00426B51"/>
    <w:rsid w:val="004303EC"/>
    <w:rsid w:val="00430F59"/>
    <w:rsid w:val="00432D32"/>
    <w:rsid w:val="00434916"/>
    <w:rsid w:val="00435EAC"/>
    <w:rsid w:val="004360E4"/>
    <w:rsid w:val="00436852"/>
    <w:rsid w:val="0043725E"/>
    <w:rsid w:val="00440296"/>
    <w:rsid w:val="00440FA4"/>
    <w:rsid w:val="004426A4"/>
    <w:rsid w:val="00442BFB"/>
    <w:rsid w:val="00442F79"/>
    <w:rsid w:val="004441BB"/>
    <w:rsid w:val="00444D1A"/>
    <w:rsid w:val="00450134"/>
    <w:rsid w:val="00450736"/>
    <w:rsid w:val="004508AC"/>
    <w:rsid w:val="004512C3"/>
    <w:rsid w:val="00451676"/>
    <w:rsid w:val="00451F6F"/>
    <w:rsid w:val="0045286A"/>
    <w:rsid w:val="00452AAB"/>
    <w:rsid w:val="004535D2"/>
    <w:rsid w:val="0045571A"/>
    <w:rsid w:val="00457D4D"/>
    <w:rsid w:val="004617B4"/>
    <w:rsid w:val="00461A7F"/>
    <w:rsid w:val="0046605F"/>
    <w:rsid w:val="0046636B"/>
    <w:rsid w:val="00466ADB"/>
    <w:rsid w:val="0046787B"/>
    <w:rsid w:val="00470009"/>
    <w:rsid w:val="00471F51"/>
    <w:rsid w:val="004726E0"/>
    <w:rsid w:val="0047274E"/>
    <w:rsid w:val="00474E72"/>
    <w:rsid w:val="0047649C"/>
    <w:rsid w:val="004764A9"/>
    <w:rsid w:val="00477F06"/>
    <w:rsid w:val="00477F91"/>
    <w:rsid w:val="00481423"/>
    <w:rsid w:val="00481CD2"/>
    <w:rsid w:val="004835A9"/>
    <w:rsid w:val="00483A34"/>
    <w:rsid w:val="00484069"/>
    <w:rsid w:val="00484215"/>
    <w:rsid w:val="00484F18"/>
    <w:rsid w:val="00486963"/>
    <w:rsid w:val="00487335"/>
    <w:rsid w:val="00487B9A"/>
    <w:rsid w:val="00487F55"/>
    <w:rsid w:val="00487FA7"/>
    <w:rsid w:val="004909A1"/>
    <w:rsid w:val="004910C4"/>
    <w:rsid w:val="00491478"/>
    <w:rsid w:val="00491C5D"/>
    <w:rsid w:val="00491CB5"/>
    <w:rsid w:val="0049497E"/>
    <w:rsid w:val="0049573A"/>
    <w:rsid w:val="00496AEB"/>
    <w:rsid w:val="004978BC"/>
    <w:rsid w:val="004A1E7F"/>
    <w:rsid w:val="004A216E"/>
    <w:rsid w:val="004A2F37"/>
    <w:rsid w:val="004A30F7"/>
    <w:rsid w:val="004A3E42"/>
    <w:rsid w:val="004A4610"/>
    <w:rsid w:val="004A487A"/>
    <w:rsid w:val="004A4F92"/>
    <w:rsid w:val="004A56B7"/>
    <w:rsid w:val="004A5CC8"/>
    <w:rsid w:val="004A6596"/>
    <w:rsid w:val="004B1A53"/>
    <w:rsid w:val="004B1D7F"/>
    <w:rsid w:val="004B273B"/>
    <w:rsid w:val="004B2B60"/>
    <w:rsid w:val="004B2F99"/>
    <w:rsid w:val="004B3466"/>
    <w:rsid w:val="004B35DF"/>
    <w:rsid w:val="004B6B94"/>
    <w:rsid w:val="004B73ED"/>
    <w:rsid w:val="004B74CE"/>
    <w:rsid w:val="004C0385"/>
    <w:rsid w:val="004C0603"/>
    <w:rsid w:val="004C184C"/>
    <w:rsid w:val="004C1EE4"/>
    <w:rsid w:val="004C3A31"/>
    <w:rsid w:val="004D1220"/>
    <w:rsid w:val="004D16B9"/>
    <w:rsid w:val="004D175E"/>
    <w:rsid w:val="004D1DDA"/>
    <w:rsid w:val="004D40F4"/>
    <w:rsid w:val="004D448B"/>
    <w:rsid w:val="004D59D1"/>
    <w:rsid w:val="004D5B75"/>
    <w:rsid w:val="004D6B36"/>
    <w:rsid w:val="004D7D1B"/>
    <w:rsid w:val="004D7E59"/>
    <w:rsid w:val="004E33D3"/>
    <w:rsid w:val="004E39F8"/>
    <w:rsid w:val="004E7CF0"/>
    <w:rsid w:val="004F125B"/>
    <w:rsid w:val="004F29DC"/>
    <w:rsid w:val="004F2BA6"/>
    <w:rsid w:val="004F33A3"/>
    <w:rsid w:val="004F340E"/>
    <w:rsid w:val="004F4F8E"/>
    <w:rsid w:val="004F5F31"/>
    <w:rsid w:val="004F71B5"/>
    <w:rsid w:val="004F7BC1"/>
    <w:rsid w:val="005022E8"/>
    <w:rsid w:val="0050452B"/>
    <w:rsid w:val="005052D9"/>
    <w:rsid w:val="005073FE"/>
    <w:rsid w:val="00507890"/>
    <w:rsid w:val="005120CC"/>
    <w:rsid w:val="00513C23"/>
    <w:rsid w:val="00514CB9"/>
    <w:rsid w:val="0051665F"/>
    <w:rsid w:val="00516867"/>
    <w:rsid w:val="00516A7F"/>
    <w:rsid w:val="00520AC3"/>
    <w:rsid w:val="0052120C"/>
    <w:rsid w:val="00521EB2"/>
    <w:rsid w:val="00522D39"/>
    <w:rsid w:val="00522E78"/>
    <w:rsid w:val="00524E15"/>
    <w:rsid w:val="00526E97"/>
    <w:rsid w:val="00530B70"/>
    <w:rsid w:val="00531706"/>
    <w:rsid w:val="0053209C"/>
    <w:rsid w:val="005339ED"/>
    <w:rsid w:val="00534C9A"/>
    <w:rsid w:val="0053545E"/>
    <w:rsid w:val="00537CF8"/>
    <w:rsid w:val="00540D53"/>
    <w:rsid w:val="0054124F"/>
    <w:rsid w:val="00545399"/>
    <w:rsid w:val="00545477"/>
    <w:rsid w:val="00545481"/>
    <w:rsid w:val="00550B8B"/>
    <w:rsid w:val="00552431"/>
    <w:rsid w:val="00554F71"/>
    <w:rsid w:val="005553AA"/>
    <w:rsid w:val="005565E8"/>
    <w:rsid w:val="00556EEF"/>
    <w:rsid w:val="0055720B"/>
    <w:rsid w:val="00557C0F"/>
    <w:rsid w:val="00560593"/>
    <w:rsid w:val="0056174E"/>
    <w:rsid w:val="00562996"/>
    <w:rsid w:val="0056306A"/>
    <w:rsid w:val="00564807"/>
    <w:rsid w:val="00567611"/>
    <w:rsid w:val="005709BB"/>
    <w:rsid w:val="00570AB4"/>
    <w:rsid w:val="00572BDB"/>
    <w:rsid w:val="005731F4"/>
    <w:rsid w:val="0057369A"/>
    <w:rsid w:val="005739AB"/>
    <w:rsid w:val="00573F06"/>
    <w:rsid w:val="00574093"/>
    <w:rsid w:val="005756E1"/>
    <w:rsid w:val="0057756F"/>
    <w:rsid w:val="0058044E"/>
    <w:rsid w:val="00580493"/>
    <w:rsid w:val="005809EF"/>
    <w:rsid w:val="0058134A"/>
    <w:rsid w:val="00582B0D"/>
    <w:rsid w:val="00582D11"/>
    <w:rsid w:val="00584E09"/>
    <w:rsid w:val="00584FEB"/>
    <w:rsid w:val="00586C9E"/>
    <w:rsid w:val="00590920"/>
    <w:rsid w:val="00590C2F"/>
    <w:rsid w:val="0059293D"/>
    <w:rsid w:val="00594535"/>
    <w:rsid w:val="0059481B"/>
    <w:rsid w:val="0059552E"/>
    <w:rsid w:val="005960B9"/>
    <w:rsid w:val="00596181"/>
    <w:rsid w:val="00596D4C"/>
    <w:rsid w:val="005A5423"/>
    <w:rsid w:val="005A7097"/>
    <w:rsid w:val="005B18C0"/>
    <w:rsid w:val="005B2BC2"/>
    <w:rsid w:val="005B3A5D"/>
    <w:rsid w:val="005B569A"/>
    <w:rsid w:val="005B5B84"/>
    <w:rsid w:val="005B6CE9"/>
    <w:rsid w:val="005B7225"/>
    <w:rsid w:val="005C0DE5"/>
    <w:rsid w:val="005C0FA3"/>
    <w:rsid w:val="005C2820"/>
    <w:rsid w:val="005C4B9A"/>
    <w:rsid w:val="005C5C55"/>
    <w:rsid w:val="005C62F8"/>
    <w:rsid w:val="005C635C"/>
    <w:rsid w:val="005C6B64"/>
    <w:rsid w:val="005C782E"/>
    <w:rsid w:val="005C7EC0"/>
    <w:rsid w:val="005D090C"/>
    <w:rsid w:val="005D28A4"/>
    <w:rsid w:val="005D3D2B"/>
    <w:rsid w:val="005D6AF8"/>
    <w:rsid w:val="005D7B17"/>
    <w:rsid w:val="005D7BEA"/>
    <w:rsid w:val="005E0CC8"/>
    <w:rsid w:val="005E2C2D"/>
    <w:rsid w:val="005E4282"/>
    <w:rsid w:val="005E456C"/>
    <w:rsid w:val="005E4770"/>
    <w:rsid w:val="005E579E"/>
    <w:rsid w:val="005E6234"/>
    <w:rsid w:val="005F1C09"/>
    <w:rsid w:val="005F2EC4"/>
    <w:rsid w:val="005F431A"/>
    <w:rsid w:val="005F665B"/>
    <w:rsid w:val="005F6719"/>
    <w:rsid w:val="005F7625"/>
    <w:rsid w:val="005F7717"/>
    <w:rsid w:val="005F7AFC"/>
    <w:rsid w:val="00600765"/>
    <w:rsid w:val="00600984"/>
    <w:rsid w:val="0060173D"/>
    <w:rsid w:val="006031C8"/>
    <w:rsid w:val="00604463"/>
    <w:rsid w:val="00607111"/>
    <w:rsid w:val="00607A4E"/>
    <w:rsid w:val="00607E6D"/>
    <w:rsid w:val="0061083B"/>
    <w:rsid w:val="0061279C"/>
    <w:rsid w:val="0061446D"/>
    <w:rsid w:val="00614CF6"/>
    <w:rsid w:val="00615799"/>
    <w:rsid w:val="0061671F"/>
    <w:rsid w:val="00616930"/>
    <w:rsid w:val="00616E3E"/>
    <w:rsid w:val="00617A97"/>
    <w:rsid w:val="00621883"/>
    <w:rsid w:val="00621EEB"/>
    <w:rsid w:val="00624715"/>
    <w:rsid w:val="00624BAD"/>
    <w:rsid w:val="00624E74"/>
    <w:rsid w:val="00625231"/>
    <w:rsid w:val="0062568C"/>
    <w:rsid w:val="0062693F"/>
    <w:rsid w:val="00626EA3"/>
    <w:rsid w:val="00627E69"/>
    <w:rsid w:val="006339F9"/>
    <w:rsid w:val="006355DC"/>
    <w:rsid w:val="00635BFA"/>
    <w:rsid w:val="006363E1"/>
    <w:rsid w:val="006376F9"/>
    <w:rsid w:val="006378E7"/>
    <w:rsid w:val="0064073F"/>
    <w:rsid w:val="006420B6"/>
    <w:rsid w:val="006428CC"/>
    <w:rsid w:val="00643342"/>
    <w:rsid w:val="0065005E"/>
    <w:rsid w:val="0065135B"/>
    <w:rsid w:val="006539FB"/>
    <w:rsid w:val="00653ADF"/>
    <w:rsid w:val="00655051"/>
    <w:rsid w:val="006554F5"/>
    <w:rsid w:val="00655974"/>
    <w:rsid w:val="006564CD"/>
    <w:rsid w:val="006615F9"/>
    <w:rsid w:val="00661E10"/>
    <w:rsid w:val="006637E7"/>
    <w:rsid w:val="006645D5"/>
    <w:rsid w:val="00664A60"/>
    <w:rsid w:val="00670625"/>
    <w:rsid w:val="006714A1"/>
    <w:rsid w:val="00671899"/>
    <w:rsid w:val="0067260A"/>
    <w:rsid w:val="00672A37"/>
    <w:rsid w:val="00672D95"/>
    <w:rsid w:val="00672FAF"/>
    <w:rsid w:val="00677023"/>
    <w:rsid w:val="006777BC"/>
    <w:rsid w:val="00681D18"/>
    <w:rsid w:val="006832D0"/>
    <w:rsid w:val="0068349F"/>
    <w:rsid w:val="00685898"/>
    <w:rsid w:val="00685E66"/>
    <w:rsid w:val="00690972"/>
    <w:rsid w:val="00691FB7"/>
    <w:rsid w:val="00692E5D"/>
    <w:rsid w:val="006931BE"/>
    <w:rsid w:val="006936A2"/>
    <w:rsid w:val="00693C1A"/>
    <w:rsid w:val="00694D3A"/>
    <w:rsid w:val="006950D5"/>
    <w:rsid w:val="006968C0"/>
    <w:rsid w:val="00697BD2"/>
    <w:rsid w:val="00697BE4"/>
    <w:rsid w:val="006A0334"/>
    <w:rsid w:val="006A0CD1"/>
    <w:rsid w:val="006A4C36"/>
    <w:rsid w:val="006A521C"/>
    <w:rsid w:val="006A6561"/>
    <w:rsid w:val="006A6713"/>
    <w:rsid w:val="006A7167"/>
    <w:rsid w:val="006A7DE1"/>
    <w:rsid w:val="006B2236"/>
    <w:rsid w:val="006B540B"/>
    <w:rsid w:val="006B767D"/>
    <w:rsid w:val="006C012D"/>
    <w:rsid w:val="006C1272"/>
    <w:rsid w:val="006C6EE2"/>
    <w:rsid w:val="006D03F5"/>
    <w:rsid w:val="006D193C"/>
    <w:rsid w:val="006D1E9D"/>
    <w:rsid w:val="006D278B"/>
    <w:rsid w:val="006D3006"/>
    <w:rsid w:val="006D32D6"/>
    <w:rsid w:val="006D3674"/>
    <w:rsid w:val="006D43A1"/>
    <w:rsid w:val="006D45CA"/>
    <w:rsid w:val="006D46AB"/>
    <w:rsid w:val="006D5C25"/>
    <w:rsid w:val="006D5EB9"/>
    <w:rsid w:val="006D6AF5"/>
    <w:rsid w:val="006D7D82"/>
    <w:rsid w:val="006E0015"/>
    <w:rsid w:val="006E0B1A"/>
    <w:rsid w:val="006E1E56"/>
    <w:rsid w:val="006E45FB"/>
    <w:rsid w:val="006E654B"/>
    <w:rsid w:val="006E65CE"/>
    <w:rsid w:val="006E7C70"/>
    <w:rsid w:val="006F1795"/>
    <w:rsid w:val="006F1A94"/>
    <w:rsid w:val="006F21E7"/>
    <w:rsid w:val="006F229E"/>
    <w:rsid w:val="006F2371"/>
    <w:rsid w:val="006F3683"/>
    <w:rsid w:val="006F4A62"/>
    <w:rsid w:val="006F5352"/>
    <w:rsid w:val="006F5CA7"/>
    <w:rsid w:val="006F6500"/>
    <w:rsid w:val="006F6B7E"/>
    <w:rsid w:val="0070166E"/>
    <w:rsid w:val="007037BC"/>
    <w:rsid w:val="00703E57"/>
    <w:rsid w:val="00710339"/>
    <w:rsid w:val="00710725"/>
    <w:rsid w:val="007117F1"/>
    <w:rsid w:val="0071450A"/>
    <w:rsid w:val="00714EDC"/>
    <w:rsid w:val="00714F66"/>
    <w:rsid w:val="007154FC"/>
    <w:rsid w:val="007155A0"/>
    <w:rsid w:val="0071706C"/>
    <w:rsid w:val="00717320"/>
    <w:rsid w:val="0072023D"/>
    <w:rsid w:val="00724E94"/>
    <w:rsid w:val="00725110"/>
    <w:rsid w:val="007255FB"/>
    <w:rsid w:val="007258F3"/>
    <w:rsid w:val="00730743"/>
    <w:rsid w:val="00732C92"/>
    <w:rsid w:val="007352B7"/>
    <w:rsid w:val="007353A2"/>
    <w:rsid w:val="0073604A"/>
    <w:rsid w:val="007366E8"/>
    <w:rsid w:val="007410C5"/>
    <w:rsid w:val="0074125D"/>
    <w:rsid w:val="0074213A"/>
    <w:rsid w:val="00743599"/>
    <w:rsid w:val="00744318"/>
    <w:rsid w:val="007448B7"/>
    <w:rsid w:val="0075031D"/>
    <w:rsid w:val="007531D4"/>
    <w:rsid w:val="00754209"/>
    <w:rsid w:val="007543E4"/>
    <w:rsid w:val="00755383"/>
    <w:rsid w:val="00756B92"/>
    <w:rsid w:val="007616DF"/>
    <w:rsid w:val="00761E39"/>
    <w:rsid w:val="00762487"/>
    <w:rsid w:val="007627F2"/>
    <w:rsid w:val="00763D1E"/>
    <w:rsid w:val="007640C9"/>
    <w:rsid w:val="00764649"/>
    <w:rsid w:val="007650D5"/>
    <w:rsid w:val="007654C6"/>
    <w:rsid w:val="00765F8F"/>
    <w:rsid w:val="007678FC"/>
    <w:rsid w:val="00767ED1"/>
    <w:rsid w:val="00770291"/>
    <w:rsid w:val="0077037D"/>
    <w:rsid w:val="0077114E"/>
    <w:rsid w:val="00771483"/>
    <w:rsid w:val="00772FD8"/>
    <w:rsid w:val="00772FDB"/>
    <w:rsid w:val="00773022"/>
    <w:rsid w:val="007754B9"/>
    <w:rsid w:val="00775CCA"/>
    <w:rsid w:val="007770BA"/>
    <w:rsid w:val="0078229D"/>
    <w:rsid w:val="0078262B"/>
    <w:rsid w:val="007836ED"/>
    <w:rsid w:val="00783CA8"/>
    <w:rsid w:val="0078480C"/>
    <w:rsid w:val="00784BBF"/>
    <w:rsid w:val="00784EF9"/>
    <w:rsid w:val="00785316"/>
    <w:rsid w:val="00785732"/>
    <w:rsid w:val="00786CF6"/>
    <w:rsid w:val="007870E1"/>
    <w:rsid w:val="0078735C"/>
    <w:rsid w:val="00787642"/>
    <w:rsid w:val="0079101A"/>
    <w:rsid w:val="00797B8B"/>
    <w:rsid w:val="007A279D"/>
    <w:rsid w:val="007A2914"/>
    <w:rsid w:val="007A2AC8"/>
    <w:rsid w:val="007A34FF"/>
    <w:rsid w:val="007A46BB"/>
    <w:rsid w:val="007A5539"/>
    <w:rsid w:val="007A5754"/>
    <w:rsid w:val="007A639A"/>
    <w:rsid w:val="007A7A20"/>
    <w:rsid w:val="007A7FDD"/>
    <w:rsid w:val="007B252A"/>
    <w:rsid w:val="007B298C"/>
    <w:rsid w:val="007B6498"/>
    <w:rsid w:val="007B6626"/>
    <w:rsid w:val="007B771D"/>
    <w:rsid w:val="007C107D"/>
    <w:rsid w:val="007C155F"/>
    <w:rsid w:val="007C18A6"/>
    <w:rsid w:val="007C1FAB"/>
    <w:rsid w:val="007C3421"/>
    <w:rsid w:val="007C5895"/>
    <w:rsid w:val="007C6B43"/>
    <w:rsid w:val="007C78BF"/>
    <w:rsid w:val="007D00CB"/>
    <w:rsid w:val="007D1711"/>
    <w:rsid w:val="007D18B9"/>
    <w:rsid w:val="007D21C5"/>
    <w:rsid w:val="007D2D56"/>
    <w:rsid w:val="007D4B2D"/>
    <w:rsid w:val="007D4EEE"/>
    <w:rsid w:val="007D6612"/>
    <w:rsid w:val="007D6851"/>
    <w:rsid w:val="007D7877"/>
    <w:rsid w:val="007E1AED"/>
    <w:rsid w:val="007E1DF7"/>
    <w:rsid w:val="007E2FDB"/>
    <w:rsid w:val="007E3978"/>
    <w:rsid w:val="007E7D40"/>
    <w:rsid w:val="007F2589"/>
    <w:rsid w:val="007F2F04"/>
    <w:rsid w:val="007F39F8"/>
    <w:rsid w:val="007F57D9"/>
    <w:rsid w:val="00800013"/>
    <w:rsid w:val="008000C9"/>
    <w:rsid w:val="0080348F"/>
    <w:rsid w:val="00806685"/>
    <w:rsid w:val="00806771"/>
    <w:rsid w:val="00810235"/>
    <w:rsid w:val="008105B3"/>
    <w:rsid w:val="0081095E"/>
    <w:rsid w:val="00810D3E"/>
    <w:rsid w:val="00812C9D"/>
    <w:rsid w:val="00812EFB"/>
    <w:rsid w:val="00813495"/>
    <w:rsid w:val="00813B8F"/>
    <w:rsid w:val="00813F04"/>
    <w:rsid w:val="008153C1"/>
    <w:rsid w:val="00816093"/>
    <w:rsid w:val="008169AF"/>
    <w:rsid w:val="00820A41"/>
    <w:rsid w:val="00824ADB"/>
    <w:rsid w:val="008250CB"/>
    <w:rsid w:val="00825428"/>
    <w:rsid w:val="00826634"/>
    <w:rsid w:val="00827EF0"/>
    <w:rsid w:val="00834ACF"/>
    <w:rsid w:val="00834AD9"/>
    <w:rsid w:val="00836C3B"/>
    <w:rsid w:val="00836F2A"/>
    <w:rsid w:val="008410D0"/>
    <w:rsid w:val="00842163"/>
    <w:rsid w:val="0084280E"/>
    <w:rsid w:val="00843FB7"/>
    <w:rsid w:val="00846235"/>
    <w:rsid w:val="00847354"/>
    <w:rsid w:val="0084754D"/>
    <w:rsid w:val="00847860"/>
    <w:rsid w:val="00851790"/>
    <w:rsid w:val="00852B62"/>
    <w:rsid w:val="008535E0"/>
    <w:rsid w:val="00853C56"/>
    <w:rsid w:val="008555A2"/>
    <w:rsid w:val="00855C75"/>
    <w:rsid w:val="00856813"/>
    <w:rsid w:val="0085788C"/>
    <w:rsid w:val="0086031F"/>
    <w:rsid w:val="00860583"/>
    <w:rsid w:val="008624BF"/>
    <w:rsid w:val="00862743"/>
    <w:rsid w:val="00863B0A"/>
    <w:rsid w:val="00863EA5"/>
    <w:rsid w:val="00863F8C"/>
    <w:rsid w:val="00866F8A"/>
    <w:rsid w:val="00870128"/>
    <w:rsid w:val="00870880"/>
    <w:rsid w:val="008709DD"/>
    <w:rsid w:val="00870B91"/>
    <w:rsid w:val="00870F8C"/>
    <w:rsid w:val="00871E1B"/>
    <w:rsid w:val="00872E8F"/>
    <w:rsid w:val="008731D6"/>
    <w:rsid w:val="00873218"/>
    <w:rsid w:val="0087370A"/>
    <w:rsid w:val="0087396C"/>
    <w:rsid w:val="00873B43"/>
    <w:rsid w:val="00875BD2"/>
    <w:rsid w:val="00881BA4"/>
    <w:rsid w:val="0088259B"/>
    <w:rsid w:val="00882ABA"/>
    <w:rsid w:val="00882F6D"/>
    <w:rsid w:val="00884B6A"/>
    <w:rsid w:val="0088766C"/>
    <w:rsid w:val="00887A05"/>
    <w:rsid w:val="008901BA"/>
    <w:rsid w:val="00890CE3"/>
    <w:rsid w:val="00890E8A"/>
    <w:rsid w:val="00892106"/>
    <w:rsid w:val="00892774"/>
    <w:rsid w:val="00892D3E"/>
    <w:rsid w:val="00894F8A"/>
    <w:rsid w:val="008957F3"/>
    <w:rsid w:val="00896CDA"/>
    <w:rsid w:val="0089759E"/>
    <w:rsid w:val="008A0550"/>
    <w:rsid w:val="008A103A"/>
    <w:rsid w:val="008A318A"/>
    <w:rsid w:val="008A3700"/>
    <w:rsid w:val="008A4C22"/>
    <w:rsid w:val="008A7691"/>
    <w:rsid w:val="008A7B36"/>
    <w:rsid w:val="008B13B7"/>
    <w:rsid w:val="008B1548"/>
    <w:rsid w:val="008B19D3"/>
    <w:rsid w:val="008B1DA9"/>
    <w:rsid w:val="008B2F06"/>
    <w:rsid w:val="008B682E"/>
    <w:rsid w:val="008B6B29"/>
    <w:rsid w:val="008B71AF"/>
    <w:rsid w:val="008C1166"/>
    <w:rsid w:val="008C116C"/>
    <w:rsid w:val="008C4791"/>
    <w:rsid w:val="008C549B"/>
    <w:rsid w:val="008C5E6D"/>
    <w:rsid w:val="008C6DA5"/>
    <w:rsid w:val="008C7912"/>
    <w:rsid w:val="008D0D0E"/>
    <w:rsid w:val="008D2245"/>
    <w:rsid w:val="008D284C"/>
    <w:rsid w:val="008D57AD"/>
    <w:rsid w:val="008E1041"/>
    <w:rsid w:val="008E11A2"/>
    <w:rsid w:val="008E176C"/>
    <w:rsid w:val="008E2A5D"/>
    <w:rsid w:val="008E39BF"/>
    <w:rsid w:val="008E3A78"/>
    <w:rsid w:val="008E3BF5"/>
    <w:rsid w:val="008F14A6"/>
    <w:rsid w:val="008F1737"/>
    <w:rsid w:val="008F7B39"/>
    <w:rsid w:val="00900E92"/>
    <w:rsid w:val="00902769"/>
    <w:rsid w:val="00904281"/>
    <w:rsid w:val="00905633"/>
    <w:rsid w:val="00905AD6"/>
    <w:rsid w:val="009063D6"/>
    <w:rsid w:val="0091054A"/>
    <w:rsid w:val="00910D0F"/>
    <w:rsid w:val="009112F8"/>
    <w:rsid w:val="00911556"/>
    <w:rsid w:val="00912BFF"/>
    <w:rsid w:val="009138E7"/>
    <w:rsid w:val="00913A06"/>
    <w:rsid w:val="00914382"/>
    <w:rsid w:val="00915233"/>
    <w:rsid w:val="00916D91"/>
    <w:rsid w:val="009178B5"/>
    <w:rsid w:val="00917E8B"/>
    <w:rsid w:val="00920188"/>
    <w:rsid w:val="00921D71"/>
    <w:rsid w:val="00921E6A"/>
    <w:rsid w:val="009222CC"/>
    <w:rsid w:val="009233DA"/>
    <w:rsid w:val="0092357D"/>
    <w:rsid w:val="00924ADA"/>
    <w:rsid w:val="00924BC5"/>
    <w:rsid w:val="00927DF1"/>
    <w:rsid w:val="00930601"/>
    <w:rsid w:val="00932D80"/>
    <w:rsid w:val="009330C7"/>
    <w:rsid w:val="00933DF8"/>
    <w:rsid w:val="009353ED"/>
    <w:rsid w:val="00935ADD"/>
    <w:rsid w:val="00935EF1"/>
    <w:rsid w:val="00937DF0"/>
    <w:rsid w:val="00937FE7"/>
    <w:rsid w:val="009407FA"/>
    <w:rsid w:val="00941224"/>
    <w:rsid w:val="00942433"/>
    <w:rsid w:val="00943B4B"/>
    <w:rsid w:val="00945535"/>
    <w:rsid w:val="009457A7"/>
    <w:rsid w:val="00946698"/>
    <w:rsid w:val="00946F54"/>
    <w:rsid w:val="009474E8"/>
    <w:rsid w:val="00950954"/>
    <w:rsid w:val="00950EA5"/>
    <w:rsid w:val="00950F6C"/>
    <w:rsid w:val="00951463"/>
    <w:rsid w:val="009521CA"/>
    <w:rsid w:val="00956751"/>
    <w:rsid w:val="00957A33"/>
    <w:rsid w:val="00957C86"/>
    <w:rsid w:val="00960659"/>
    <w:rsid w:val="0096097F"/>
    <w:rsid w:val="00961220"/>
    <w:rsid w:val="00962633"/>
    <w:rsid w:val="009655F0"/>
    <w:rsid w:val="00965C25"/>
    <w:rsid w:val="00965F4B"/>
    <w:rsid w:val="009662D0"/>
    <w:rsid w:val="00966938"/>
    <w:rsid w:val="00966F40"/>
    <w:rsid w:val="00970140"/>
    <w:rsid w:val="009708FA"/>
    <w:rsid w:val="00971EE0"/>
    <w:rsid w:val="0097219E"/>
    <w:rsid w:val="009747E9"/>
    <w:rsid w:val="00976EB3"/>
    <w:rsid w:val="009770A3"/>
    <w:rsid w:val="0097794E"/>
    <w:rsid w:val="00980A7E"/>
    <w:rsid w:val="00981988"/>
    <w:rsid w:val="00981A6E"/>
    <w:rsid w:val="00982F7C"/>
    <w:rsid w:val="00986BD6"/>
    <w:rsid w:val="00987D53"/>
    <w:rsid w:val="00990424"/>
    <w:rsid w:val="00991B2F"/>
    <w:rsid w:val="00992F83"/>
    <w:rsid w:val="009937B7"/>
    <w:rsid w:val="009944EE"/>
    <w:rsid w:val="00994BE9"/>
    <w:rsid w:val="00995A24"/>
    <w:rsid w:val="00995B48"/>
    <w:rsid w:val="009A03EC"/>
    <w:rsid w:val="009A0E1B"/>
    <w:rsid w:val="009A0EAF"/>
    <w:rsid w:val="009A2693"/>
    <w:rsid w:val="009A3D09"/>
    <w:rsid w:val="009A55DE"/>
    <w:rsid w:val="009A626B"/>
    <w:rsid w:val="009A7484"/>
    <w:rsid w:val="009A76BC"/>
    <w:rsid w:val="009B13E8"/>
    <w:rsid w:val="009B1C95"/>
    <w:rsid w:val="009B4803"/>
    <w:rsid w:val="009B756E"/>
    <w:rsid w:val="009B79B2"/>
    <w:rsid w:val="009B7FC2"/>
    <w:rsid w:val="009C056D"/>
    <w:rsid w:val="009C0DE9"/>
    <w:rsid w:val="009C10B7"/>
    <w:rsid w:val="009C1D65"/>
    <w:rsid w:val="009C3E00"/>
    <w:rsid w:val="009C5672"/>
    <w:rsid w:val="009C5AE3"/>
    <w:rsid w:val="009C5D51"/>
    <w:rsid w:val="009C654C"/>
    <w:rsid w:val="009C74BD"/>
    <w:rsid w:val="009D0BD6"/>
    <w:rsid w:val="009D1B5D"/>
    <w:rsid w:val="009D1C39"/>
    <w:rsid w:val="009D2338"/>
    <w:rsid w:val="009D24D9"/>
    <w:rsid w:val="009D257E"/>
    <w:rsid w:val="009E1EA3"/>
    <w:rsid w:val="009E39CD"/>
    <w:rsid w:val="009E3E25"/>
    <w:rsid w:val="009E43B2"/>
    <w:rsid w:val="009E654B"/>
    <w:rsid w:val="009E794F"/>
    <w:rsid w:val="009F0ACA"/>
    <w:rsid w:val="009F14F5"/>
    <w:rsid w:val="009F1CEC"/>
    <w:rsid w:val="009F2034"/>
    <w:rsid w:val="009F55B0"/>
    <w:rsid w:val="009F5FD9"/>
    <w:rsid w:val="009F64E5"/>
    <w:rsid w:val="009F6D75"/>
    <w:rsid w:val="009F72F4"/>
    <w:rsid w:val="00A00226"/>
    <w:rsid w:val="00A006ED"/>
    <w:rsid w:val="00A009CB"/>
    <w:rsid w:val="00A01A0F"/>
    <w:rsid w:val="00A02EF3"/>
    <w:rsid w:val="00A045B1"/>
    <w:rsid w:val="00A04B28"/>
    <w:rsid w:val="00A04CD2"/>
    <w:rsid w:val="00A074AD"/>
    <w:rsid w:val="00A075A5"/>
    <w:rsid w:val="00A10FEF"/>
    <w:rsid w:val="00A11377"/>
    <w:rsid w:val="00A119F7"/>
    <w:rsid w:val="00A14648"/>
    <w:rsid w:val="00A174CB"/>
    <w:rsid w:val="00A1768D"/>
    <w:rsid w:val="00A201EB"/>
    <w:rsid w:val="00A21311"/>
    <w:rsid w:val="00A2174A"/>
    <w:rsid w:val="00A2203E"/>
    <w:rsid w:val="00A228B3"/>
    <w:rsid w:val="00A2309C"/>
    <w:rsid w:val="00A23848"/>
    <w:rsid w:val="00A24932"/>
    <w:rsid w:val="00A262ED"/>
    <w:rsid w:val="00A2664C"/>
    <w:rsid w:val="00A27454"/>
    <w:rsid w:val="00A30A1A"/>
    <w:rsid w:val="00A30B81"/>
    <w:rsid w:val="00A31FEC"/>
    <w:rsid w:val="00A33905"/>
    <w:rsid w:val="00A339B8"/>
    <w:rsid w:val="00A33A3E"/>
    <w:rsid w:val="00A360B5"/>
    <w:rsid w:val="00A362CA"/>
    <w:rsid w:val="00A37CC4"/>
    <w:rsid w:val="00A41AA3"/>
    <w:rsid w:val="00A4328F"/>
    <w:rsid w:val="00A43E6C"/>
    <w:rsid w:val="00A44E9C"/>
    <w:rsid w:val="00A45A70"/>
    <w:rsid w:val="00A47EAD"/>
    <w:rsid w:val="00A513CC"/>
    <w:rsid w:val="00A51B12"/>
    <w:rsid w:val="00A5477D"/>
    <w:rsid w:val="00A54AD5"/>
    <w:rsid w:val="00A54BF1"/>
    <w:rsid w:val="00A63B88"/>
    <w:rsid w:val="00A667E4"/>
    <w:rsid w:val="00A66D92"/>
    <w:rsid w:val="00A70744"/>
    <w:rsid w:val="00A7121B"/>
    <w:rsid w:val="00A71488"/>
    <w:rsid w:val="00A7170D"/>
    <w:rsid w:val="00A746BC"/>
    <w:rsid w:val="00A74B3E"/>
    <w:rsid w:val="00A75323"/>
    <w:rsid w:val="00A77A9D"/>
    <w:rsid w:val="00A80C21"/>
    <w:rsid w:val="00A819DC"/>
    <w:rsid w:val="00A81A01"/>
    <w:rsid w:val="00A81FA2"/>
    <w:rsid w:val="00A84DE8"/>
    <w:rsid w:val="00A8766D"/>
    <w:rsid w:val="00A90D1A"/>
    <w:rsid w:val="00A920A5"/>
    <w:rsid w:val="00A92D58"/>
    <w:rsid w:val="00A9329E"/>
    <w:rsid w:val="00A93C59"/>
    <w:rsid w:val="00A952FE"/>
    <w:rsid w:val="00A970C6"/>
    <w:rsid w:val="00A9755E"/>
    <w:rsid w:val="00A97BD6"/>
    <w:rsid w:val="00AA0DAD"/>
    <w:rsid w:val="00AA26DE"/>
    <w:rsid w:val="00AA338A"/>
    <w:rsid w:val="00AA5513"/>
    <w:rsid w:val="00AA56E9"/>
    <w:rsid w:val="00AA76C1"/>
    <w:rsid w:val="00AA7CC0"/>
    <w:rsid w:val="00AB173D"/>
    <w:rsid w:val="00AB2A0B"/>
    <w:rsid w:val="00AB2A9B"/>
    <w:rsid w:val="00AB2D70"/>
    <w:rsid w:val="00AB488A"/>
    <w:rsid w:val="00AB4E87"/>
    <w:rsid w:val="00AB5001"/>
    <w:rsid w:val="00AB5759"/>
    <w:rsid w:val="00AC0625"/>
    <w:rsid w:val="00AC10E8"/>
    <w:rsid w:val="00AC1CFD"/>
    <w:rsid w:val="00AC1FB5"/>
    <w:rsid w:val="00AC26CA"/>
    <w:rsid w:val="00AC4340"/>
    <w:rsid w:val="00AC57F5"/>
    <w:rsid w:val="00AC59CB"/>
    <w:rsid w:val="00AC5AF3"/>
    <w:rsid w:val="00AC79EA"/>
    <w:rsid w:val="00AD0388"/>
    <w:rsid w:val="00AD16FC"/>
    <w:rsid w:val="00AD28EA"/>
    <w:rsid w:val="00AD3457"/>
    <w:rsid w:val="00AD3ED0"/>
    <w:rsid w:val="00AD4619"/>
    <w:rsid w:val="00AD56D1"/>
    <w:rsid w:val="00AD5AC1"/>
    <w:rsid w:val="00AD663C"/>
    <w:rsid w:val="00AD7552"/>
    <w:rsid w:val="00AE00E9"/>
    <w:rsid w:val="00AE0460"/>
    <w:rsid w:val="00AE171F"/>
    <w:rsid w:val="00AE39D2"/>
    <w:rsid w:val="00AE4737"/>
    <w:rsid w:val="00AE4B80"/>
    <w:rsid w:val="00AE5DCF"/>
    <w:rsid w:val="00AE701D"/>
    <w:rsid w:val="00AE7521"/>
    <w:rsid w:val="00AF0706"/>
    <w:rsid w:val="00AF0BAA"/>
    <w:rsid w:val="00AF6324"/>
    <w:rsid w:val="00AF7649"/>
    <w:rsid w:val="00AF7DC5"/>
    <w:rsid w:val="00AF7FD3"/>
    <w:rsid w:val="00B007EF"/>
    <w:rsid w:val="00B0108D"/>
    <w:rsid w:val="00B01B03"/>
    <w:rsid w:val="00B0203A"/>
    <w:rsid w:val="00B02274"/>
    <w:rsid w:val="00B0350E"/>
    <w:rsid w:val="00B07A4B"/>
    <w:rsid w:val="00B100DD"/>
    <w:rsid w:val="00B1045D"/>
    <w:rsid w:val="00B106D7"/>
    <w:rsid w:val="00B10AFF"/>
    <w:rsid w:val="00B117A7"/>
    <w:rsid w:val="00B13451"/>
    <w:rsid w:val="00B14E2E"/>
    <w:rsid w:val="00B17FCC"/>
    <w:rsid w:val="00B17FE9"/>
    <w:rsid w:val="00B20516"/>
    <w:rsid w:val="00B216D6"/>
    <w:rsid w:val="00B23049"/>
    <w:rsid w:val="00B27FC4"/>
    <w:rsid w:val="00B30017"/>
    <w:rsid w:val="00B30F3F"/>
    <w:rsid w:val="00B32FA3"/>
    <w:rsid w:val="00B3375D"/>
    <w:rsid w:val="00B34792"/>
    <w:rsid w:val="00B36A86"/>
    <w:rsid w:val="00B376CE"/>
    <w:rsid w:val="00B4133C"/>
    <w:rsid w:val="00B414E6"/>
    <w:rsid w:val="00B4246A"/>
    <w:rsid w:val="00B43EC7"/>
    <w:rsid w:val="00B47E96"/>
    <w:rsid w:val="00B5102C"/>
    <w:rsid w:val="00B54FB1"/>
    <w:rsid w:val="00B55014"/>
    <w:rsid w:val="00B56612"/>
    <w:rsid w:val="00B57C6C"/>
    <w:rsid w:val="00B60527"/>
    <w:rsid w:val="00B636F0"/>
    <w:rsid w:val="00B64E60"/>
    <w:rsid w:val="00B65E2B"/>
    <w:rsid w:val="00B668FF"/>
    <w:rsid w:val="00B66CD1"/>
    <w:rsid w:val="00B702E2"/>
    <w:rsid w:val="00B70629"/>
    <w:rsid w:val="00B72A1F"/>
    <w:rsid w:val="00B72E4D"/>
    <w:rsid w:val="00B75692"/>
    <w:rsid w:val="00B76204"/>
    <w:rsid w:val="00B76DB2"/>
    <w:rsid w:val="00B80C2D"/>
    <w:rsid w:val="00B80E51"/>
    <w:rsid w:val="00B80E87"/>
    <w:rsid w:val="00B8135D"/>
    <w:rsid w:val="00B81E68"/>
    <w:rsid w:val="00B84F95"/>
    <w:rsid w:val="00B854F6"/>
    <w:rsid w:val="00B86071"/>
    <w:rsid w:val="00B860EA"/>
    <w:rsid w:val="00B8686D"/>
    <w:rsid w:val="00B872A8"/>
    <w:rsid w:val="00B878A6"/>
    <w:rsid w:val="00B90C60"/>
    <w:rsid w:val="00B94D5B"/>
    <w:rsid w:val="00B968F8"/>
    <w:rsid w:val="00B96DDB"/>
    <w:rsid w:val="00B974B6"/>
    <w:rsid w:val="00BA0BA5"/>
    <w:rsid w:val="00BA10DC"/>
    <w:rsid w:val="00BA1982"/>
    <w:rsid w:val="00BA1EA1"/>
    <w:rsid w:val="00BA3384"/>
    <w:rsid w:val="00BA627D"/>
    <w:rsid w:val="00BA6DC2"/>
    <w:rsid w:val="00BA7448"/>
    <w:rsid w:val="00BB022E"/>
    <w:rsid w:val="00BB065E"/>
    <w:rsid w:val="00BB0DBF"/>
    <w:rsid w:val="00BB160F"/>
    <w:rsid w:val="00BB2EB9"/>
    <w:rsid w:val="00BB3F91"/>
    <w:rsid w:val="00BB4D35"/>
    <w:rsid w:val="00BB5619"/>
    <w:rsid w:val="00BC27A2"/>
    <w:rsid w:val="00BC3758"/>
    <w:rsid w:val="00BC678A"/>
    <w:rsid w:val="00BD185C"/>
    <w:rsid w:val="00BD4E1D"/>
    <w:rsid w:val="00BD56E6"/>
    <w:rsid w:val="00BD6159"/>
    <w:rsid w:val="00BD6B6A"/>
    <w:rsid w:val="00BD7644"/>
    <w:rsid w:val="00BE0009"/>
    <w:rsid w:val="00BE054F"/>
    <w:rsid w:val="00BE081E"/>
    <w:rsid w:val="00BE15BE"/>
    <w:rsid w:val="00BE1840"/>
    <w:rsid w:val="00BE1C67"/>
    <w:rsid w:val="00BE2E89"/>
    <w:rsid w:val="00BE5637"/>
    <w:rsid w:val="00BE6AE1"/>
    <w:rsid w:val="00BF14B3"/>
    <w:rsid w:val="00BF288E"/>
    <w:rsid w:val="00BF4986"/>
    <w:rsid w:val="00BF4AD1"/>
    <w:rsid w:val="00BF6885"/>
    <w:rsid w:val="00BF6C8C"/>
    <w:rsid w:val="00C011E9"/>
    <w:rsid w:val="00C01428"/>
    <w:rsid w:val="00C01B5F"/>
    <w:rsid w:val="00C02FA0"/>
    <w:rsid w:val="00C037B2"/>
    <w:rsid w:val="00C03BB5"/>
    <w:rsid w:val="00C03D10"/>
    <w:rsid w:val="00C107C3"/>
    <w:rsid w:val="00C115BD"/>
    <w:rsid w:val="00C13928"/>
    <w:rsid w:val="00C1393F"/>
    <w:rsid w:val="00C13945"/>
    <w:rsid w:val="00C13A80"/>
    <w:rsid w:val="00C1429C"/>
    <w:rsid w:val="00C1485C"/>
    <w:rsid w:val="00C15679"/>
    <w:rsid w:val="00C15D7C"/>
    <w:rsid w:val="00C160E2"/>
    <w:rsid w:val="00C172C7"/>
    <w:rsid w:val="00C21A28"/>
    <w:rsid w:val="00C2280B"/>
    <w:rsid w:val="00C232DB"/>
    <w:rsid w:val="00C2341B"/>
    <w:rsid w:val="00C23634"/>
    <w:rsid w:val="00C23E98"/>
    <w:rsid w:val="00C244A8"/>
    <w:rsid w:val="00C250DD"/>
    <w:rsid w:val="00C25DE7"/>
    <w:rsid w:val="00C27DE1"/>
    <w:rsid w:val="00C3056A"/>
    <w:rsid w:val="00C305AE"/>
    <w:rsid w:val="00C3183B"/>
    <w:rsid w:val="00C31B25"/>
    <w:rsid w:val="00C327CA"/>
    <w:rsid w:val="00C329E1"/>
    <w:rsid w:val="00C344A7"/>
    <w:rsid w:val="00C34CF5"/>
    <w:rsid w:val="00C3563B"/>
    <w:rsid w:val="00C35736"/>
    <w:rsid w:val="00C37548"/>
    <w:rsid w:val="00C37891"/>
    <w:rsid w:val="00C401B8"/>
    <w:rsid w:val="00C42EF9"/>
    <w:rsid w:val="00C44E9D"/>
    <w:rsid w:val="00C46461"/>
    <w:rsid w:val="00C46C00"/>
    <w:rsid w:val="00C46F0B"/>
    <w:rsid w:val="00C50946"/>
    <w:rsid w:val="00C52101"/>
    <w:rsid w:val="00C524EA"/>
    <w:rsid w:val="00C53BDE"/>
    <w:rsid w:val="00C54BDD"/>
    <w:rsid w:val="00C55A8D"/>
    <w:rsid w:val="00C563FC"/>
    <w:rsid w:val="00C601EA"/>
    <w:rsid w:val="00C604DE"/>
    <w:rsid w:val="00C61B77"/>
    <w:rsid w:val="00C628DB"/>
    <w:rsid w:val="00C62BFF"/>
    <w:rsid w:val="00C64654"/>
    <w:rsid w:val="00C6472D"/>
    <w:rsid w:val="00C67713"/>
    <w:rsid w:val="00C7064B"/>
    <w:rsid w:val="00C71BE3"/>
    <w:rsid w:val="00C73C23"/>
    <w:rsid w:val="00C747B7"/>
    <w:rsid w:val="00C81B11"/>
    <w:rsid w:val="00C83888"/>
    <w:rsid w:val="00C8614F"/>
    <w:rsid w:val="00C86C4D"/>
    <w:rsid w:val="00C91820"/>
    <w:rsid w:val="00C92D08"/>
    <w:rsid w:val="00C94C40"/>
    <w:rsid w:val="00C950D4"/>
    <w:rsid w:val="00C960DD"/>
    <w:rsid w:val="00C9620A"/>
    <w:rsid w:val="00C96EF4"/>
    <w:rsid w:val="00CA1413"/>
    <w:rsid w:val="00CA20B1"/>
    <w:rsid w:val="00CA2DDD"/>
    <w:rsid w:val="00CA2DFC"/>
    <w:rsid w:val="00CA47A4"/>
    <w:rsid w:val="00CA5A70"/>
    <w:rsid w:val="00CA5A89"/>
    <w:rsid w:val="00CB12D5"/>
    <w:rsid w:val="00CB210C"/>
    <w:rsid w:val="00CB41BC"/>
    <w:rsid w:val="00CB4375"/>
    <w:rsid w:val="00CB56A1"/>
    <w:rsid w:val="00CB63CC"/>
    <w:rsid w:val="00CB6B12"/>
    <w:rsid w:val="00CB6F4F"/>
    <w:rsid w:val="00CB788E"/>
    <w:rsid w:val="00CB7AB1"/>
    <w:rsid w:val="00CC0ABC"/>
    <w:rsid w:val="00CC1CD3"/>
    <w:rsid w:val="00CC209D"/>
    <w:rsid w:val="00CC4628"/>
    <w:rsid w:val="00CC6837"/>
    <w:rsid w:val="00CC6F97"/>
    <w:rsid w:val="00CC7764"/>
    <w:rsid w:val="00CD08E2"/>
    <w:rsid w:val="00CD7EAC"/>
    <w:rsid w:val="00CE1702"/>
    <w:rsid w:val="00CE2571"/>
    <w:rsid w:val="00CE30C8"/>
    <w:rsid w:val="00CE3115"/>
    <w:rsid w:val="00CE4272"/>
    <w:rsid w:val="00CE50C1"/>
    <w:rsid w:val="00CE599B"/>
    <w:rsid w:val="00CE5ABC"/>
    <w:rsid w:val="00CE5E45"/>
    <w:rsid w:val="00CF0FF9"/>
    <w:rsid w:val="00CF1371"/>
    <w:rsid w:val="00CF1DF8"/>
    <w:rsid w:val="00CF3BE2"/>
    <w:rsid w:val="00CF3CDE"/>
    <w:rsid w:val="00CF4374"/>
    <w:rsid w:val="00CF49D5"/>
    <w:rsid w:val="00CF5C51"/>
    <w:rsid w:val="00CF6B63"/>
    <w:rsid w:val="00CF7A75"/>
    <w:rsid w:val="00CF7E7C"/>
    <w:rsid w:val="00D011AC"/>
    <w:rsid w:val="00D0201A"/>
    <w:rsid w:val="00D05119"/>
    <w:rsid w:val="00D0561E"/>
    <w:rsid w:val="00D07DDD"/>
    <w:rsid w:val="00D10561"/>
    <w:rsid w:val="00D109E7"/>
    <w:rsid w:val="00D112EA"/>
    <w:rsid w:val="00D124F1"/>
    <w:rsid w:val="00D13476"/>
    <w:rsid w:val="00D14516"/>
    <w:rsid w:val="00D1686E"/>
    <w:rsid w:val="00D16E2B"/>
    <w:rsid w:val="00D16ECF"/>
    <w:rsid w:val="00D221C7"/>
    <w:rsid w:val="00D257D6"/>
    <w:rsid w:val="00D268A2"/>
    <w:rsid w:val="00D27E65"/>
    <w:rsid w:val="00D27FDD"/>
    <w:rsid w:val="00D27FEC"/>
    <w:rsid w:val="00D31729"/>
    <w:rsid w:val="00D32277"/>
    <w:rsid w:val="00D3386B"/>
    <w:rsid w:val="00D344F2"/>
    <w:rsid w:val="00D34603"/>
    <w:rsid w:val="00D35176"/>
    <w:rsid w:val="00D417E7"/>
    <w:rsid w:val="00D43AAE"/>
    <w:rsid w:val="00D45736"/>
    <w:rsid w:val="00D45EB4"/>
    <w:rsid w:val="00D46C0A"/>
    <w:rsid w:val="00D519D3"/>
    <w:rsid w:val="00D52173"/>
    <w:rsid w:val="00D52260"/>
    <w:rsid w:val="00D52BDE"/>
    <w:rsid w:val="00D5388C"/>
    <w:rsid w:val="00D53F6C"/>
    <w:rsid w:val="00D542DD"/>
    <w:rsid w:val="00D5747E"/>
    <w:rsid w:val="00D61F28"/>
    <w:rsid w:val="00D66DBC"/>
    <w:rsid w:val="00D7086D"/>
    <w:rsid w:val="00D72914"/>
    <w:rsid w:val="00D8037B"/>
    <w:rsid w:val="00D80BF1"/>
    <w:rsid w:val="00D813E7"/>
    <w:rsid w:val="00D8510D"/>
    <w:rsid w:val="00D85DE4"/>
    <w:rsid w:val="00D8626A"/>
    <w:rsid w:val="00D864F5"/>
    <w:rsid w:val="00D86747"/>
    <w:rsid w:val="00D87706"/>
    <w:rsid w:val="00D87C4F"/>
    <w:rsid w:val="00D91268"/>
    <w:rsid w:val="00D916FB"/>
    <w:rsid w:val="00D92B67"/>
    <w:rsid w:val="00D9343C"/>
    <w:rsid w:val="00D95648"/>
    <w:rsid w:val="00D95AB8"/>
    <w:rsid w:val="00DA1F98"/>
    <w:rsid w:val="00DA3AA3"/>
    <w:rsid w:val="00DA4B80"/>
    <w:rsid w:val="00DA6AC2"/>
    <w:rsid w:val="00DA7BD0"/>
    <w:rsid w:val="00DB1DAB"/>
    <w:rsid w:val="00DB2D0E"/>
    <w:rsid w:val="00DB2E5A"/>
    <w:rsid w:val="00DB3578"/>
    <w:rsid w:val="00DB7941"/>
    <w:rsid w:val="00DB7A62"/>
    <w:rsid w:val="00DB7ABB"/>
    <w:rsid w:val="00DB7B80"/>
    <w:rsid w:val="00DB7B9F"/>
    <w:rsid w:val="00DC004F"/>
    <w:rsid w:val="00DC09DA"/>
    <w:rsid w:val="00DC0B48"/>
    <w:rsid w:val="00DC1E4A"/>
    <w:rsid w:val="00DC256F"/>
    <w:rsid w:val="00DC3936"/>
    <w:rsid w:val="00DC3BAB"/>
    <w:rsid w:val="00DC40DF"/>
    <w:rsid w:val="00DC414E"/>
    <w:rsid w:val="00DC4301"/>
    <w:rsid w:val="00DC4716"/>
    <w:rsid w:val="00DC4C62"/>
    <w:rsid w:val="00DC63D6"/>
    <w:rsid w:val="00DC716E"/>
    <w:rsid w:val="00DC79A5"/>
    <w:rsid w:val="00DD00CE"/>
    <w:rsid w:val="00DD18F5"/>
    <w:rsid w:val="00DD1B1C"/>
    <w:rsid w:val="00DD2BD7"/>
    <w:rsid w:val="00DD3552"/>
    <w:rsid w:val="00DD3D18"/>
    <w:rsid w:val="00DD6BC7"/>
    <w:rsid w:val="00DD7E5A"/>
    <w:rsid w:val="00DE2195"/>
    <w:rsid w:val="00DE26FA"/>
    <w:rsid w:val="00DE28B7"/>
    <w:rsid w:val="00DE463B"/>
    <w:rsid w:val="00DE49A9"/>
    <w:rsid w:val="00DE67DA"/>
    <w:rsid w:val="00DE6BCC"/>
    <w:rsid w:val="00DF3279"/>
    <w:rsid w:val="00DF36EE"/>
    <w:rsid w:val="00DF425B"/>
    <w:rsid w:val="00DF54B1"/>
    <w:rsid w:val="00DF558A"/>
    <w:rsid w:val="00DF5701"/>
    <w:rsid w:val="00DF6665"/>
    <w:rsid w:val="00DF6AC3"/>
    <w:rsid w:val="00DF6DC6"/>
    <w:rsid w:val="00E01CE4"/>
    <w:rsid w:val="00E01E00"/>
    <w:rsid w:val="00E02F92"/>
    <w:rsid w:val="00E05F03"/>
    <w:rsid w:val="00E10428"/>
    <w:rsid w:val="00E117BB"/>
    <w:rsid w:val="00E12411"/>
    <w:rsid w:val="00E14182"/>
    <w:rsid w:val="00E14924"/>
    <w:rsid w:val="00E14CEA"/>
    <w:rsid w:val="00E16367"/>
    <w:rsid w:val="00E16AB2"/>
    <w:rsid w:val="00E22563"/>
    <w:rsid w:val="00E2300B"/>
    <w:rsid w:val="00E2344B"/>
    <w:rsid w:val="00E24507"/>
    <w:rsid w:val="00E26E64"/>
    <w:rsid w:val="00E27898"/>
    <w:rsid w:val="00E33063"/>
    <w:rsid w:val="00E330C7"/>
    <w:rsid w:val="00E34D80"/>
    <w:rsid w:val="00E3594F"/>
    <w:rsid w:val="00E42B47"/>
    <w:rsid w:val="00E4331B"/>
    <w:rsid w:val="00E45B36"/>
    <w:rsid w:val="00E46A24"/>
    <w:rsid w:val="00E47346"/>
    <w:rsid w:val="00E475C5"/>
    <w:rsid w:val="00E47898"/>
    <w:rsid w:val="00E50A29"/>
    <w:rsid w:val="00E50B14"/>
    <w:rsid w:val="00E50CAF"/>
    <w:rsid w:val="00E516C5"/>
    <w:rsid w:val="00E5215A"/>
    <w:rsid w:val="00E53373"/>
    <w:rsid w:val="00E53666"/>
    <w:rsid w:val="00E53881"/>
    <w:rsid w:val="00E55A6E"/>
    <w:rsid w:val="00E563D0"/>
    <w:rsid w:val="00E57706"/>
    <w:rsid w:val="00E60BC8"/>
    <w:rsid w:val="00E61740"/>
    <w:rsid w:val="00E617D5"/>
    <w:rsid w:val="00E6453B"/>
    <w:rsid w:val="00E65A23"/>
    <w:rsid w:val="00E66589"/>
    <w:rsid w:val="00E672A7"/>
    <w:rsid w:val="00E67C6C"/>
    <w:rsid w:val="00E70092"/>
    <w:rsid w:val="00E7059A"/>
    <w:rsid w:val="00E70675"/>
    <w:rsid w:val="00E72B10"/>
    <w:rsid w:val="00E73972"/>
    <w:rsid w:val="00E76423"/>
    <w:rsid w:val="00E776E5"/>
    <w:rsid w:val="00E80E82"/>
    <w:rsid w:val="00E81EDE"/>
    <w:rsid w:val="00E83C4F"/>
    <w:rsid w:val="00E8688B"/>
    <w:rsid w:val="00E86D0D"/>
    <w:rsid w:val="00E909CB"/>
    <w:rsid w:val="00E93B3D"/>
    <w:rsid w:val="00E93B94"/>
    <w:rsid w:val="00E940D9"/>
    <w:rsid w:val="00E94330"/>
    <w:rsid w:val="00E944B6"/>
    <w:rsid w:val="00E947DB"/>
    <w:rsid w:val="00E94B2C"/>
    <w:rsid w:val="00E94FC4"/>
    <w:rsid w:val="00E95569"/>
    <w:rsid w:val="00EA0ADA"/>
    <w:rsid w:val="00EA0CF8"/>
    <w:rsid w:val="00EA0F5E"/>
    <w:rsid w:val="00EA1CEF"/>
    <w:rsid w:val="00EA2EF2"/>
    <w:rsid w:val="00EA3F0D"/>
    <w:rsid w:val="00EA44FB"/>
    <w:rsid w:val="00EA4C17"/>
    <w:rsid w:val="00EA5412"/>
    <w:rsid w:val="00EA6861"/>
    <w:rsid w:val="00EA704E"/>
    <w:rsid w:val="00EB1541"/>
    <w:rsid w:val="00EB2287"/>
    <w:rsid w:val="00EB298C"/>
    <w:rsid w:val="00EB4A2F"/>
    <w:rsid w:val="00EB4FB6"/>
    <w:rsid w:val="00EB6B27"/>
    <w:rsid w:val="00EB7B17"/>
    <w:rsid w:val="00EB7E0F"/>
    <w:rsid w:val="00EC3CD5"/>
    <w:rsid w:val="00EC6742"/>
    <w:rsid w:val="00EC71EA"/>
    <w:rsid w:val="00EC7FB0"/>
    <w:rsid w:val="00ED0BF6"/>
    <w:rsid w:val="00ED0C83"/>
    <w:rsid w:val="00ED2169"/>
    <w:rsid w:val="00ED560F"/>
    <w:rsid w:val="00ED5E13"/>
    <w:rsid w:val="00ED5FA2"/>
    <w:rsid w:val="00EE163F"/>
    <w:rsid w:val="00EE17A4"/>
    <w:rsid w:val="00EE2962"/>
    <w:rsid w:val="00EE7FB6"/>
    <w:rsid w:val="00EF0EBA"/>
    <w:rsid w:val="00EF1D3F"/>
    <w:rsid w:val="00EF4E20"/>
    <w:rsid w:val="00EF4F1E"/>
    <w:rsid w:val="00EF4FE2"/>
    <w:rsid w:val="00EF60F5"/>
    <w:rsid w:val="00F00D59"/>
    <w:rsid w:val="00F00E66"/>
    <w:rsid w:val="00F0165A"/>
    <w:rsid w:val="00F0183F"/>
    <w:rsid w:val="00F050CE"/>
    <w:rsid w:val="00F0672A"/>
    <w:rsid w:val="00F0731A"/>
    <w:rsid w:val="00F10FF8"/>
    <w:rsid w:val="00F12987"/>
    <w:rsid w:val="00F12B9D"/>
    <w:rsid w:val="00F13BE1"/>
    <w:rsid w:val="00F15770"/>
    <w:rsid w:val="00F16D47"/>
    <w:rsid w:val="00F176C0"/>
    <w:rsid w:val="00F17B40"/>
    <w:rsid w:val="00F17C1E"/>
    <w:rsid w:val="00F2028E"/>
    <w:rsid w:val="00F20D9C"/>
    <w:rsid w:val="00F20FF1"/>
    <w:rsid w:val="00F22ED9"/>
    <w:rsid w:val="00F2313A"/>
    <w:rsid w:val="00F23F31"/>
    <w:rsid w:val="00F24C1C"/>
    <w:rsid w:val="00F253A2"/>
    <w:rsid w:val="00F266E3"/>
    <w:rsid w:val="00F269CD"/>
    <w:rsid w:val="00F30B06"/>
    <w:rsid w:val="00F31A7A"/>
    <w:rsid w:val="00F327E7"/>
    <w:rsid w:val="00F32BE4"/>
    <w:rsid w:val="00F33A15"/>
    <w:rsid w:val="00F34314"/>
    <w:rsid w:val="00F34DE4"/>
    <w:rsid w:val="00F35FA2"/>
    <w:rsid w:val="00F37202"/>
    <w:rsid w:val="00F375E4"/>
    <w:rsid w:val="00F43BA1"/>
    <w:rsid w:val="00F44254"/>
    <w:rsid w:val="00F44425"/>
    <w:rsid w:val="00F44987"/>
    <w:rsid w:val="00F45DBA"/>
    <w:rsid w:val="00F47E28"/>
    <w:rsid w:val="00F51B00"/>
    <w:rsid w:val="00F51E3A"/>
    <w:rsid w:val="00F523F4"/>
    <w:rsid w:val="00F52486"/>
    <w:rsid w:val="00F52908"/>
    <w:rsid w:val="00F52D1E"/>
    <w:rsid w:val="00F53045"/>
    <w:rsid w:val="00F534E4"/>
    <w:rsid w:val="00F5437E"/>
    <w:rsid w:val="00F56AAE"/>
    <w:rsid w:val="00F60BCA"/>
    <w:rsid w:val="00F61BF6"/>
    <w:rsid w:val="00F624B4"/>
    <w:rsid w:val="00F62EBD"/>
    <w:rsid w:val="00F632F0"/>
    <w:rsid w:val="00F6462D"/>
    <w:rsid w:val="00F64FA4"/>
    <w:rsid w:val="00F65865"/>
    <w:rsid w:val="00F67260"/>
    <w:rsid w:val="00F67FC2"/>
    <w:rsid w:val="00F709A6"/>
    <w:rsid w:val="00F71051"/>
    <w:rsid w:val="00F71A3E"/>
    <w:rsid w:val="00F73D0C"/>
    <w:rsid w:val="00F74CDE"/>
    <w:rsid w:val="00F75F1F"/>
    <w:rsid w:val="00F7725C"/>
    <w:rsid w:val="00F7792C"/>
    <w:rsid w:val="00F808A4"/>
    <w:rsid w:val="00F80B54"/>
    <w:rsid w:val="00F82818"/>
    <w:rsid w:val="00F853AC"/>
    <w:rsid w:val="00F856DD"/>
    <w:rsid w:val="00F857EB"/>
    <w:rsid w:val="00F860AA"/>
    <w:rsid w:val="00F861B4"/>
    <w:rsid w:val="00F87B9C"/>
    <w:rsid w:val="00F93E6A"/>
    <w:rsid w:val="00F9436C"/>
    <w:rsid w:val="00F94BB1"/>
    <w:rsid w:val="00FA091B"/>
    <w:rsid w:val="00FA2C8B"/>
    <w:rsid w:val="00FA4C07"/>
    <w:rsid w:val="00FA4E45"/>
    <w:rsid w:val="00FA518A"/>
    <w:rsid w:val="00FA556F"/>
    <w:rsid w:val="00FA5B5B"/>
    <w:rsid w:val="00FA6640"/>
    <w:rsid w:val="00FA749D"/>
    <w:rsid w:val="00FA7D0D"/>
    <w:rsid w:val="00FB070B"/>
    <w:rsid w:val="00FB1927"/>
    <w:rsid w:val="00FB1B38"/>
    <w:rsid w:val="00FB1F1E"/>
    <w:rsid w:val="00FB2746"/>
    <w:rsid w:val="00FB6404"/>
    <w:rsid w:val="00FB658A"/>
    <w:rsid w:val="00FB7EDE"/>
    <w:rsid w:val="00FC0369"/>
    <w:rsid w:val="00FC09A3"/>
    <w:rsid w:val="00FC2A6F"/>
    <w:rsid w:val="00FC43DA"/>
    <w:rsid w:val="00FC4C36"/>
    <w:rsid w:val="00FC610D"/>
    <w:rsid w:val="00FC66B5"/>
    <w:rsid w:val="00FC6CBD"/>
    <w:rsid w:val="00FC6D78"/>
    <w:rsid w:val="00FC7B18"/>
    <w:rsid w:val="00FD018B"/>
    <w:rsid w:val="00FD089C"/>
    <w:rsid w:val="00FD20C4"/>
    <w:rsid w:val="00FD4E2E"/>
    <w:rsid w:val="00FD7525"/>
    <w:rsid w:val="00FE054D"/>
    <w:rsid w:val="00FE34D4"/>
    <w:rsid w:val="00FE4432"/>
    <w:rsid w:val="00FE5F30"/>
    <w:rsid w:val="00FE6056"/>
    <w:rsid w:val="00FE7AE8"/>
    <w:rsid w:val="00FF0948"/>
    <w:rsid w:val="00FF0AB4"/>
    <w:rsid w:val="00FF12F1"/>
    <w:rsid w:val="00FF1918"/>
    <w:rsid w:val="00FF1A15"/>
    <w:rsid w:val="00FF1AEA"/>
    <w:rsid w:val="00FF1D8E"/>
    <w:rsid w:val="00FF5031"/>
    <w:rsid w:val="00FF53BF"/>
    <w:rsid w:val="00FF566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0D3D0B"/>
  <w15:docId w15:val="{000F4166-1E3F-4759-A6C4-0864BD3AC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9C10B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vegtrzsChar">
    <w:name w:val="Szövegtörzs Char"/>
    <w:link w:val="Szvegtrzs"/>
    <w:uiPriority w:val="99"/>
    <w:rsid w:val="003B0934"/>
    <w:rPr>
      <w:sz w:val="28"/>
    </w:rPr>
  </w:style>
  <w:style w:type="character" w:customStyle="1" w:styleId="Cmsor3Char">
    <w:name w:val="Címsor 3 Char"/>
    <w:link w:val="Cmsor3"/>
    <w:uiPriority w:val="9"/>
    <w:rsid w:val="008C5E6D"/>
    <w:rPr>
      <w:b/>
      <w:bCs/>
      <w:sz w:val="24"/>
      <w:szCs w:val="24"/>
    </w:rPr>
  </w:style>
  <w:style w:type="character" w:customStyle="1" w:styleId="CharChar6">
    <w:name w:val="Char Char6"/>
    <w:rsid w:val="008E3A78"/>
    <w:rPr>
      <w:sz w:val="24"/>
      <w:szCs w:val="24"/>
    </w:rPr>
  </w:style>
  <w:style w:type="paragraph" w:customStyle="1" w:styleId="CharChar1Char">
    <w:name w:val="Char Char1 Char"/>
    <w:basedOn w:val="Norml"/>
    <w:rsid w:val="00693C1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0C2CB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table" w:styleId="Elegnstblzat">
    <w:name w:val="Table Elegant"/>
    <w:basedOn w:val="Normltblzat"/>
    <w:rsid w:val="00E16AB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szerbekezds">
    <w:name w:val="List Paragraph"/>
    <w:basedOn w:val="Norml"/>
    <w:uiPriority w:val="34"/>
    <w:qFormat/>
    <w:rsid w:val="006B2236"/>
    <w:pPr>
      <w:ind w:left="720"/>
      <w:contextualSpacing/>
    </w:pPr>
  </w:style>
  <w:style w:type="table" w:styleId="Vilgoslista1jellszn">
    <w:name w:val="Light List Accent 1"/>
    <w:basedOn w:val="Normltblzat"/>
    <w:uiPriority w:val="61"/>
    <w:rsid w:val="002677A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1684A-5680-444C-8F6B-115AE9F34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83</TotalTime>
  <Pages>2</Pages>
  <Words>468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</dc:creator>
  <cp:lastModifiedBy>Sipos Nikolett</cp:lastModifiedBy>
  <cp:revision>7</cp:revision>
  <cp:lastPrinted>2025-04-30T13:15:00Z</cp:lastPrinted>
  <dcterms:created xsi:type="dcterms:W3CDTF">2025-05-28T07:56:00Z</dcterms:created>
  <dcterms:modified xsi:type="dcterms:W3CDTF">2025-05-28T10:01:00Z</dcterms:modified>
</cp:coreProperties>
</file>